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E10EC7" w:rsidRDefault="0024046A" w:rsidP="00E10EC7">
      <w:pPr>
        <w:jc w:val="center"/>
        <w:rPr>
          <w:rFonts w:cs="Arial"/>
          <w:b/>
          <w:bCs/>
          <w:kern w:val="28"/>
          <w:sz w:val="32"/>
          <w:szCs w:val="32"/>
        </w:rPr>
      </w:pPr>
      <w:bookmarkStart w:id="0" w:name="_GoBack"/>
      <w:bookmarkEnd w:id="0"/>
      <w:r w:rsidRPr="00E10EC7">
        <w:rPr>
          <w:rFonts w:cs="Arial"/>
          <w:b/>
          <w:bCs/>
          <w:kern w:val="28"/>
          <w:sz w:val="32"/>
          <w:szCs w:val="32"/>
        </w:rPr>
        <w:t>Кемеровская область</w:t>
      </w:r>
    </w:p>
    <w:p w:rsidR="0024046A" w:rsidRPr="00E10EC7" w:rsidRDefault="0024046A" w:rsidP="00E10EC7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E10EC7">
        <w:rPr>
          <w:rFonts w:cs="Arial"/>
          <w:b/>
          <w:bCs/>
          <w:kern w:val="28"/>
          <w:sz w:val="32"/>
          <w:szCs w:val="32"/>
        </w:rPr>
        <w:t>Администрация муниципального образования «Крапивинский</w:t>
      </w:r>
      <w:r w:rsidR="004E116C" w:rsidRPr="00E10EC7">
        <w:rPr>
          <w:rFonts w:cs="Arial"/>
          <w:b/>
          <w:bCs/>
          <w:kern w:val="28"/>
          <w:sz w:val="32"/>
          <w:szCs w:val="32"/>
        </w:rPr>
        <w:t xml:space="preserve"> </w:t>
      </w:r>
      <w:r w:rsidRPr="00E10EC7">
        <w:rPr>
          <w:rFonts w:cs="Arial"/>
          <w:b/>
          <w:bCs/>
          <w:kern w:val="28"/>
          <w:sz w:val="32"/>
          <w:szCs w:val="32"/>
        </w:rPr>
        <w:t>район»</w:t>
      </w:r>
    </w:p>
    <w:p w:rsidR="00E10EC7" w:rsidRPr="00E10EC7" w:rsidRDefault="00E10EC7" w:rsidP="00E10EC7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5A564E" w:rsidRDefault="0024046A" w:rsidP="00E10EC7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E10EC7">
        <w:rPr>
          <w:rFonts w:cs="Arial"/>
          <w:b/>
          <w:bCs/>
          <w:kern w:val="28"/>
          <w:sz w:val="32"/>
          <w:szCs w:val="32"/>
        </w:rPr>
        <w:t>РАСПОРЯЖЕНИЕ</w:t>
      </w:r>
    </w:p>
    <w:p w:rsidR="005A564E" w:rsidRDefault="005A564E" w:rsidP="00E10EC7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5A564E" w:rsidRDefault="00F476E0" w:rsidP="00E10EC7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E10EC7">
        <w:rPr>
          <w:rFonts w:cs="Arial"/>
          <w:b/>
          <w:bCs/>
          <w:kern w:val="28"/>
          <w:sz w:val="32"/>
          <w:szCs w:val="32"/>
        </w:rPr>
        <w:t xml:space="preserve">от 18.08.2006 г. </w:t>
      </w:r>
      <w:r w:rsidR="005A564E">
        <w:rPr>
          <w:rFonts w:cs="Arial"/>
          <w:b/>
          <w:bCs/>
          <w:kern w:val="28"/>
          <w:sz w:val="32"/>
          <w:szCs w:val="32"/>
        </w:rPr>
        <w:t>№</w:t>
      </w:r>
      <w:r w:rsidRPr="00E10EC7">
        <w:rPr>
          <w:rFonts w:cs="Arial"/>
          <w:b/>
          <w:bCs/>
          <w:kern w:val="28"/>
          <w:sz w:val="32"/>
          <w:szCs w:val="32"/>
        </w:rPr>
        <w:t>1249-р</w:t>
      </w:r>
    </w:p>
    <w:p w:rsidR="00F476E0" w:rsidRPr="00E10EC7" w:rsidRDefault="00F476E0" w:rsidP="00E10EC7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E10EC7">
        <w:rPr>
          <w:rFonts w:cs="Arial"/>
          <w:b/>
          <w:bCs/>
          <w:kern w:val="28"/>
          <w:sz w:val="32"/>
          <w:szCs w:val="32"/>
        </w:rPr>
        <w:t>р.п. Крапивинский</w:t>
      </w:r>
    </w:p>
    <w:p w:rsidR="00F476E0" w:rsidRPr="00E10EC7" w:rsidRDefault="00F476E0" w:rsidP="00E10EC7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F476E0" w:rsidRPr="00E10EC7" w:rsidRDefault="00F476E0" w:rsidP="005A564E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E10EC7">
        <w:rPr>
          <w:rFonts w:cs="Arial"/>
          <w:b/>
          <w:bCs/>
          <w:kern w:val="28"/>
          <w:sz w:val="32"/>
          <w:szCs w:val="32"/>
        </w:rPr>
        <w:t>О</w:t>
      </w:r>
      <w:r w:rsidR="004E116C" w:rsidRPr="00E10EC7">
        <w:rPr>
          <w:rFonts w:cs="Arial"/>
          <w:b/>
          <w:bCs/>
          <w:kern w:val="28"/>
          <w:sz w:val="32"/>
          <w:szCs w:val="32"/>
        </w:rPr>
        <w:t xml:space="preserve"> </w:t>
      </w:r>
      <w:r w:rsidRPr="00E10EC7">
        <w:rPr>
          <w:rFonts w:cs="Arial"/>
          <w:b/>
          <w:bCs/>
          <w:kern w:val="28"/>
          <w:sz w:val="32"/>
          <w:szCs w:val="32"/>
        </w:rPr>
        <w:t>создании</w:t>
      </w:r>
      <w:r w:rsidR="004E116C" w:rsidRPr="00E10EC7">
        <w:rPr>
          <w:rFonts w:cs="Arial"/>
          <w:b/>
          <w:bCs/>
          <w:kern w:val="28"/>
          <w:sz w:val="32"/>
          <w:szCs w:val="32"/>
        </w:rPr>
        <w:t xml:space="preserve"> </w:t>
      </w:r>
      <w:r w:rsidRPr="00E10EC7">
        <w:rPr>
          <w:rFonts w:cs="Arial"/>
          <w:b/>
          <w:bCs/>
          <w:kern w:val="28"/>
          <w:sz w:val="32"/>
          <w:szCs w:val="32"/>
        </w:rPr>
        <w:t>межведомственной комиссии</w:t>
      </w:r>
      <w:r w:rsidR="004E116C" w:rsidRPr="00E10EC7">
        <w:rPr>
          <w:rFonts w:cs="Arial"/>
          <w:b/>
          <w:bCs/>
          <w:kern w:val="28"/>
          <w:sz w:val="32"/>
          <w:szCs w:val="32"/>
        </w:rPr>
        <w:t xml:space="preserve"> </w:t>
      </w:r>
      <w:r w:rsidRPr="00E10EC7">
        <w:rPr>
          <w:rFonts w:cs="Arial"/>
          <w:b/>
          <w:bCs/>
          <w:kern w:val="28"/>
          <w:sz w:val="32"/>
          <w:szCs w:val="32"/>
        </w:rPr>
        <w:t>по</w:t>
      </w:r>
      <w:r w:rsidR="004E116C" w:rsidRPr="00E10EC7">
        <w:rPr>
          <w:rFonts w:cs="Arial"/>
          <w:b/>
          <w:bCs/>
          <w:kern w:val="28"/>
          <w:sz w:val="32"/>
          <w:szCs w:val="32"/>
        </w:rPr>
        <w:t xml:space="preserve"> </w:t>
      </w:r>
      <w:r w:rsidRPr="00E10EC7">
        <w:rPr>
          <w:rFonts w:cs="Arial"/>
          <w:b/>
          <w:bCs/>
          <w:kern w:val="28"/>
          <w:sz w:val="32"/>
          <w:szCs w:val="32"/>
        </w:rPr>
        <w:t>вопросам</w:t>
      </w:r>
      <w:r w:rsidR="005A564E">
        <w:rPr>
          <w:rFonts w:cs="Arial"/>
          <w:b/>
          <w:bCs/>
          <w:kern w:val="28"/>
          <w:sz w:val="32"/>
          <w:szCs w:val="32"/>
        </w:rPr>
        <w:t xml:space="preserve"> </w:t>
      </w:r>
      <w:r w:rsidRPr="00E10EC7">
        <w:rPr>
          <w:rFonts w:cs="Arial"/>
          <w:b/>
          <w:bCs/>
          <w:kern w:val="28"/>
          <w:sz w:val="32"/>
          <w:szCs w:val="32"/>
        </w:rPr>
        <w:t>соблюдения</w:t>
      </w:r>
      <w:r w:rsidR="004E116C" w:rsidRPr="00E10EC7">
        <w:rPr>
          <w:rFonts w:cs="Arial"/>
          <w:b/>
          <w:bCs/>
          <w:kern w:val="28"/>
          <w:sz w:val="32"/>
          <w:szCs w:val="32"/>
        </w:rPr>
        <w:t xml:space="preserve"> </w:t>
      </w:r>
      <w:r w:rsidRPr="00E10EC7">
        <w:rPr>
          <w:rFonts w:cs="Arial"/>
          <w:b/>
          <w:bCs/>
          <w:kern w:val="28"/>
          <w:sz w:val="32"/>
          <w:szCs w:val="32"/>
        </w:rPr>
        <w:t>законодательства</w:t>
      </w:r>
      <w:r w:rsidR="00E10EC7" w:rsidRPr="00E10EC7">
        <w:rPr>
          <w:rFonts w:cs="Arial"/>
          <w:b/>
          <w:bCs/>
          <w:kern w:val="28"/>
          <w:sz w:val="32"/>
          <w:szCs w:val="32"/>
        </w:rPr>
        <w:t xml:space="preserve"> </w:t>
      </w:r>
      <w:r w:rsidRPr="00E10EC7">
        <w:rPr>
          <w:rFonts w:cs="Arial"/>
          <w:b/>
          <w:bCs/>
          <w:kern w:val="28"/>
          <w:sz w:val="32"/>
          <w:szCs w:val="32"/>
        </w:rPr>
        <w:t>Российской</w:t>
      </w:r>
      <w:r w:rsidR="004E116C" w:rsidRPr="00E10EC7">
        <w:rPr>
          <w:rFonts w:cs="Arial"/>
          <w:b/>
          <w:bCs/>
          <w:kern w:val="28"/>
          <w:sz w:val="32"/>
          <w:szCs w:val="32"/>
        </w:rPr>
        <w:t xml:space="preserve"> </w:t>
      </w:r>
      <w:r w:rsidRPr="00E10EC7">
        <w:rPr>
          <w:rFonts w:cs="Arial"/>
          <w:b/>
          <w:bCs/>
          <w:kern w:val="28"/>
          <w:sz w:val="32"/>
          <w:szCs w:val="32"/>
        </w:rPr>
        <w:t>Федерации</w:t>
      </w:r>
      <w:r w:rsidR="004E116C" w:rsidRPr="00E10EC7">
        <w:rPr>
          <w:rFonts w:cs="Arial"/>
          <w:b/>
          <w:bCs/>
          <w:kern w:val="28"/>
          <w:sz w:val="32"/>
          <w:szCs w:val="32"/>
        </w:rPr>
        <w:t xml:space="preserve"> </w:t>
      </w:r>
      <w:r w:rsidRPr="00E10EC7">
        <w:rPr>
          <w:rFonts w:cs="Arial"/>
          <w:b/>
          <w:bCs/>
          <w:kern w:val="28"/>
          <w:sz w:val="32"/>
          <w:szCs w:val="32"/>
        </w:rPr>
        <w:t>в</w:t>
      </w:r>
      <w:r w:rsidR="004E116C" w:rsidRPr="00E10EC7">
        <w:rPr>
          <w:rFonts w:cs="Arial"/>
          <w:b/>
          <w:bCs/>
          <w:kern w:val="28"/>
          <w:sz w:val="32"/>
          <w:szCs w:val="32"/>
        </w:rPr>
        <w:t xml:space="preserve"> </w:t>
      </w:r>
      <w:r w:rsidRPr="00E10EC7">
        <w:rPr>
          <w:rFonts w:cs="Arial"/>
          <w:b/>
          <w:bCs/>
          <w:kern w:val="28"/>
          <w:sz w:val="32"/>
          <w:szCs w:val="32"/>
        </w:rPr>
        <w:t>сфере миграции.</w:t>
      </w:r>
    </w:p>
    <w:p w:rsidR="00F476E0" w:rsidRPr="00E10EC7" w:rsidRDefault="00F476E0" w:rsidP="00E10EC7"/>
    <w:p w:rsidR="00F476E0" w:rsidRPr="00E10EC7" w:rsidRDefault="00F476E0" w:rsidP="00E10EC7">
      <w:r w:rsidRPr="00E10EC7">
        <w:t>В целях обеспечения взаимодействия органов муниципальной власти, территориальных органов федеральных органов исполнительной власти, органов местного самоуправления по вопросам соблюдения законодательства Российской Федерации в сфере миграции населения:</w:t>
      </w:r>
    </w:p>
    <w:p w:rsidR="00F476E0" w:rsidRPr="00E10EC7" w:rsidRDefault="00F476E0" w:rsidP="00E10EC7">
      <w:r w:rsidRPr="00E10EC7">
        <w:t>1.Создать</w:t>
      </w:r>
      <w:r w:rsidR="004E116C" w:rsidRPr="00E10EC7">
        <w:t xml:space="preserve"> </w:t>
      </w:r>
      <w:r w:rsidRPr="00E10EC7">
        <w:t>межведомственную</w:t>
      </w:r>
      <w:r w:rsidR="004E116C" w:rsidRPr="00E10EC7">
        <w:t xml:space="preserve"> </w:t>
      </w:r>
      <w:r w:rsidRPr="00E10EC7">
        <w:t>комиссию</w:t>
      </w:r>
      <w:r w:rsidR="004E116C" w:rsidRPr="00E10EC7">
        <w:t xml:space="preserve"> </w:t>
      </w:r>
      <w:r w:rsidRPr="00E10EC7">
        <w:t>по</w:t>
      </w:r>
      <w:r w:rsidR="004E116C" w:rsidRPr="00E10EC7">
        <w:t xml:space="preserve"> </w:t>
      </w:r>
      <w:r w:rsidRPr="00E10EC7">
        <w:t>вопросам соблюдения</w:t>
      </w:r>
      <w:r w:rsidR="004E116C" w:rsidRPr="00E10EC7">
        <w:t xml:space="preserve"> </w:t>
      </w:r>
      <w:r w:rsidRPr="00E10EC7">
        <w:t>законодательства</w:t>
      </w:r>
      <w:r w:rsidR="004E116C" w:rsidRPr="00E10EC7">
        <w:t xml:space="preserve"> </w:t>
      </w:r>
      <w:r w:rsidRPr="00E10EC7">
        <w:t>в</w:t>
      </w:r>
      <w:r w:rsidR="004E116C" w:rsidRPr="00E10EC7">
        <w:t xml:space="preserve"> </w:t>
      </w:r>
      <w:r w:rsidRPr="00E10EC7">
        <w:t>сфере</w:t>
      </w:r>
      <w:r w:rsidR="004E116C" w:rsidRPr="00E10EC7">
        <w:t xml:space="preserve"> </w:t>
      </w:r>
      <w:r w:rsidRPr="00E10EC7">
        <w:t>миграции</w:t>
      </w:r>
      <w:r w:rsidR="004E116C" w:rsidRPr="00E10EC7">
        <w:t xml:space="preserve"> </w:t>
      </w:r>
      <w:r w:rsidRPr="00E10EC7">
        <w:t>и утвердить ее состав.</w:t>
      </w:r>
    </w:p>
    <w:p w:rsidR="00F476E0" w:rsidRPr="00E10EC7" w:rsidRDefault="00F476E0" w:rsidP="00E10EC7">
      <w:r w:rsidRPr="00E10EC7">
        <w:t>2.Утвердить положение о межведомственной комиссии по вопросам</w:t>
      </w:r>
      <w:r w:rsidR="004E116C" w:rsidRPr="00E10EC7">
        <w:t xml:space="preserve"> </w:t>
      </w:r>
      <w:r w:rsidRPr="00E10EC7">
        <w:t>соблюдения</w:t>
      </w:r>
      <w:r w:rsidR="004E116C" w:rsidRPr="00E10EC7">
        <w:t xml:space="preserve"> </w:t>
      </w:r>
      <w:r w:rsidRPr="00E10EC7">
        <w:t>законодательства</w:t>
      </w:r>
      <w:r w:rsidR="004E116C" w:rsidRPr="00E10EC7">
        <w:t xml:space="preserve"> </w:t>
      </w:r>
      <w:r w:rsidRPr="00E10EC7">
        <w:t>Российской Федерации в сфере миграции.</w:t>
      </w:r>
    </w:p>
    <w:p w:rsidR="00F476E0" w:rsidRPr="00E10EC7" w:rsidRDefault="00F476E0" w:rsidP="00E10EC7">
      <w:r w:rsidRPr="00E10EC7">
        <w:t>3.Контроль за исполнением распоряжения оставляю за собой.</w:t>
      </w:r>
    </w:p>
    <w:p w:rsidR="00F476E0" w:rsidRPr="00E10EC7" w:rsidRDefault="00F476E0" w:rsidP="00E10EC7">
      <w:r w:rsidRPr="00E10EC7">
        <w:t>4.Распоряжение вступает в силу с момента подписания.</w:t>
      </w:r>
    </w:p>
    <w:p w:rsidR="0024046A" w:rsidRPr="00E10EC7" w:rsidRDefault="0024046A" w:rsidP="00E10EC7"/>
    <w:p w:rsidR="00E10EC7" w:rsidRDefault="0024046A" w:rsidP="00E10EC7">
      <w:r w:rsidRPr="00E10EC7">
        <w:t>Глава</w:t>
      </w:r>
      <w:r w:rsidR="00E10EC7">
        <w:t xml:space="preserve"> </w:t>
      </w:r>
      <w:r w:rsidRPr="00E10EC7">
        <w:t>муниципального образования</w:t>
      </w:r>
      <w:r w:rsidR="00E10EC7">
        <w:t xml:space="preserve"> </w:t>
      </w:r>
      <w:r w:rsidRPr="00E10EC7">
        <w:t>«Крапивинский район»</w:t>
      </w:r>
    </w:p>
    <w:p w:rsidR="0024046A" w:rsidRPr="00E10EC7" w:rsidRDefault="0024046A" w:rsidP="00E10EC7">
      <w:r w:rsidRPr="00E10EC7">
        <w:t>В.А.Альберт</w:t>
      </w:r>
    </w:p>
    <w:p w:rsidR="0024046A" w:rsidRPr="00E10EC7" w:rsidRDefault="0024046A" w:rsidP="00E10EC7"/>
    <w:p w:rsidR="00A0699E" w:rsidRPr="00E10EC7" w:rsidRDefault="00A0699E" w:rsidP="00E10EC7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E10EC7">
        <w:rPr>
          <w:rFonts w:cs="Arial"/>
          <w:b/>
          <w:bCs/>
          <w:kern w:val="28"/>
          <w:sz w:val="32"/>
          <w:szCs w:val="32"/>
        </w:rPr>
        <w:t>Утверждено распоряжением</w:t>
      </w:r>
    </w:p>
    <w:p w:rsidR="00A0699E" w:rsidRPr="00E10EC7" w:rsidRDefault="00A0699E" w:rsidP="00E10EC7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E10EC7">
        <w:rPr>
          <w:rFonts w:cs="Arial"/>
          <w:b/>
          <w:bCs/>
          <w:kern w:val="28"/>
          <w:sz w:val="32"/>
          <w:szCs w:val="32"/>
        </w:rPr>
        <w:t>муниципального образования «Крапивинский район</w:t>
      </w:r>
    </w:p>
    <w:p w:rsidR="00A0699E" w:rsidRPr="00E10EC7" w:rsidRDefault="00A0699E" w:rsidP="00E10EC7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E10EC7">
        <w:rPr>
          <w:rFonts w:cs="Arial"/>
          <w:b/>
          <w:bCs/>
          <w:kern w:val="28"/>
          <w:sz w:val="32"/>
          <w:szCs w:val="32"/>
        </w:rPr>
        <w:t xml:space="preserve">от 18.08.2006 г. </w:t>
      </w:r>
      <w:r w:rsidR="005A564E">
        <w:rPr>
          <w:rFonts w:cs="Arial"/>
          <w:b/>
          <w:bCs/>
          <w:kern w:val="28"/>
          <w:sz w:val="32"/>
          <w:szCs w:val="32"/>
        </w:rPr>
        <w:t>№</w:t>
      </w:r>
      <w:r w:rsidRPr="00E10EC7">
        <w:rPr>
          <w:rFonts w:cs="Arial"/>
          <w:b/>
          <w:bCs/>
          <w:kern w:val="28"/>
          <w:sz w:val="32"/>
          <w:szCs w:val="32"/>
        </w:rPr>
        <w:t>1249-р</w:t>
      </w:r>
    </w:p>
    <w:p w:rsidR="00A0699E" w:rsidRPr="00E10EC7" w:rsidRDefault="00A0699E" w:rsidP="00E10EC7"/>
    <w:p w:rsidR="005A564E" w:rsidRDefault="00A0699E" w:rsidP="00E10EC7">
      <w:pPr>
        <w:jc w:val="center"/>
        <w:rPr>
          <w:rFonts w:cs="Arial"/>
          <w:b/>
          <w:bCs/>
          <w:iCs/>
          <w:sz w:val="30"/>
          <w:szCs w:val="28"/>
        </w:rPr>
      </w:pPr>
      <w:r w:rsidRPr="00E10EC7">
        <w:rPr>
          <w:rFonts w:cs="Arial"/>
          <w:b/>
          <w:bCs/>
          <w:iCs/>
          <w:sz w:val="30"/>
          <w:szCs w:val="28"/>
        </w:rPr>
        <w:t>ПОЛОЖЕНИЕ</w:t>
      </w:r>
    </w:p>
    <w:p w:rsidR="00A0699E" w:rsidRPr="00E10EC7" w:rsidRDefault="00A0699E" w:rsidP="00E10EC7">
      <w:pPr>
        <w:jc w:val="center"/>
        <w:rPr>
          <w:rFonts w:cs="Arial"/>
          <w:b/>
          <w:bCs/>
          <w:iCs/>
          <w:sz w:val="30"/>
          <w:szCs w:val="28"/>
        </w:rPr>
      </w:pPr>
      <w:r w:rsidRPr="00E10EC7">
        <w:rPr>
          <w:rFonts w:cs="Arial"/>
          <w:b/>
          <w:bCs/>
          <w:iCs/>
          <w:sz w:val="30"/>
          <w:szCs w:val="28"/>
        </w:rPr>
        <w:t>о межведомственной комиссии муниципального образования</w:t>
      </w:r>
      <w:r w:rsidR="00E10EC7" w:rsidRPr="00E10EC7">
        <w:rPr>
          <w:rFonts w:cs="Arial"/>
          <w:b/>
          <w:bCs/>
          <w:iCs/>
          <w:sz w:val="30"/>
          <w:szCs w:val="28"/>
        </w:rPr>
        <w:t xml:space="preserve"> </w:t>
      </w:r>
      <w:r w:rsidRPr="00E10EC7">
        <w:rPr>
          <w:rFonts w:cs="Arial"/>
          <w:b/>
          <w:bCs/>
          <w:iCs/>
          <w:sz w:val="30"/>
          <w:szCs w:val="28"/>
        </w:rPr>
        <w:t>«Крапивинский район» по вопросам соблюдения законодательства</w:t>
      </w:r>
      <w:r w:rsidR="00E10EC7" w:rsidRPr="00E10EC7">
        <w:rPr>
          <w:rFonts w:cs="Arial"/>
          <w:b/>
          <w:bCs/>
          <w:iCs/>
          <w:sz w:val="30"/>
          <w:szCs w:val="28"/>
        </w:rPr>
        <w:t xml:space="preserve"> </w:t>
      </w:r>
      <w:r w:rsidRPr="00E10EC7">
        <w:rPr>
          <w:rFonts w:cs="Arial"/>
          <w:b/>
          <w:bCs/>
          <w:iCs/>
          <w:sz w:val="30"/>
          <w:szCs w:val="28"/>
        </w:rPr>
        <w:t>Российской Федерации в сфере миграции</w:t>
      </w:r>
    </w:p>
    <w:p w:rsidR="00E10EC7" w:rsidRDefault="00E10EC7" w:rsidP="00E10EC7"/>
    <w:p w:rsidR="00A0699E" w:rsidRPr="00E10EC7" w:rsidRDefault="00A0699E" w:rsidP="00E10EC7">
      <w:pPr>
        <w:rPr>
          <w:b/>
          <w:bCs/>
          <w:sz w:val="26"/>
          <w:szCs w:val="28"/>
        </w:rPr>
      </w:pPr>
      <w:r w:rsidRPr="00E10EC7">
        <w:rPr>
          <w:b/>
          <w:bCs/>
          <w:sz w:val="26"/>
          <w:szCs w:val="28"/>
        </w:rPr>
        <w:t>1. Общие положения</w:t>
      </w:r>
    </w:p>
    <w:p w:rsidR="00A0699E" w:rsidRPr="00E10EC7" w:rsidRDefault="00A0699E" w:rsidP="00E10EC7"/>
    <w:p w:rsidR="00A0699E" w:rsidRPr="00E10EC7" w:rsidRDefault="00A0699E" w:rsidP="00E10EC7">
      <w:r w:rsidRPr="00E10EC7">
        <w:t>1.1.</w:t>
      </w:r>
      <w:r w:rsidR="004E116C" w:rsidRPr="00E10EC7">
        <w:t xml:space="preserve"> </w:t>
      </w:r>
      <w:r w:rsidRPr="00E10EC7">
        <w:t>Межведомственная</w:t>
      </w:r>
      <w:r w:rsidR="004E116C" w:rsidRPr="00E10EC7">
        <w:t xml:space="preserve"> </w:t>
      </w:r>
      <w:r w:rsidRPr="00E10EC7">
        <w:t>комиссия</w:t>
      </w:r>
      <w:r w:rsidR="004E116C" w:rsidRPr="00E10EC7">
        <w:t xml:space="preserve"> </w:t>
      </w:r>
      <w:r w:rsidRPr="00E10EC7">
        <w:t>муниципального</w:t>
      </w:r>
      <w:r w:rsidR="004E116C" w:rsidRPr="00E10EC7">
        <w:t xml:space="preserve"> </w:t>
      </w:r>
      <w:r w:rsidRPr="00E10EC7">
        <w:t>образования «Крапивинский</w:t>
      </w:r>
      <w:r w:rsidR="004E116C" w:rsidRPr="00E10EC7">
        <w:t xml:space="preserve"> </w:t>
      </w:r>
      <w:r w:rsidRPr="00E10EC7">
        <w:t>район»</w:t>
      </w:r>
      <w:r w:rsidR="004E116C" w:rsidRPr="00E10EC7">
        <w:t xml:space="preserve"> </w:t>
      </w:r>
      <w:r w:rsidRPr="00E10EC7">
        <w:t>по</w:t>
      </w:r>
      <w:r w:rsidR="004E116C" w:rsidRPr="00E10EC7">
        <w:t xml:space="preserve"> </w:t>
      </w:r>
      <w:r w:rsidRPr="00E10EC7">
        <w:t>вопросам</w:t>
      </w:r>
      <w:r w:rsidR="004E116C" w:rsidRPr="00E10EC7">
        <w:t xml:space="preserve"> </w:t>
      </w:r>
      <w:r w:rsidRPr="00E10EC7">
        <w:t>соблюдения</w:t>
      </w:r>
      <w:r w:rsidR="004E116C" w:rsidRPr="00E10EC7">
        <w:t xml:space="preserve"> </w:t>
      </w:r>
      <w:r w:rsidRPr="00E10EC7">
        <w:t>законодательства Российской Федерации в сфере миграции (далее - комиссия) является координационным</w:t>
      </w:r>
      <w:r w:rsidR="004E116C" w:rsidRPr="00E10EC7">
        <w:t xml:space="preserve"> </w:t>
      </w:r>
      <w:r w:rsidRPr="00E10EC7">
        <w:t>органом</w:t>
      </w:r>
      <w:r w:rsidR="004E116C" w:rsidRPr="00E10EC7">
        <w:t xml:space="preserve"> </w:t>
      </w:r>
      <w:r w:rsidRPr="00E10EC7">
        <w:t>и</w:t>
      </w:r>
      <w:r w:rsidR="004E116C" w:rsidRPr="00E10EC7">
        <w:t xml:space="preserve"> </w:t>
      </w:r>
      <w:r w:rsidRPr="00E10EC7">
        <w:t>создается</w:t>
      </w:r>
      <w:r w:rsidR="004E116C" w:rsidRPr="00E10EC7">
        <w:t xml:space="preserve"> </w:t>
      </w:r>
      <w:r w:rsidRPr="00E10EC7">
        <w:t>в</w:t>
      </w:r>
      <w:r w:rsidR="004E116C" w:rsidRPr="00E10EC7">
        <w:t xml:space="preserve"> </w:t>
      </w:r>
      <w:r w:rsidRPr="00E10EC7">
        <w:t>целях</w:t>
      </w:r>
      <w:r w:rsidR="004E116C" w:rsidRPr="00E10EC7">
        <w:t xml:space="preserve"> </w:t>
      </w:r>
      <w:r w:rsidRPr="00E10EC7">
        <w:t>обеспечения взаимодействия</w:t>
      </w:r>
      <w:r w:rsidR="004E116C" w:rsidRPr="00E10EC7">
        <w:t xml:space="preserve"> </w:t>
      </w:r>
      <w:r w:rsidRPr="00E10EC7">
        <w:t>территориальных</w:t>
      </w:r>
      <w:r w:rsidR="004E116C" w:rsidRPr="00E10EC7">
        <w:t xml:space="preserve"> </w:t>
      </w:r>
      <w:r w:rsidRPr="00E10EC7">
        <w:t>органов</w:t>
      </w:r>
      <w:r w:rsidR="004E116C" w:rsidRPr="00E10EC7">
        <w:t xml:space="preserve"> </w:t>
      </w:r>
      <w:r w:rsidRPr="00E10EC7">
        <w:t>федеральных</w:t>
      </w:r>
      <w:r w:rsidR="004E116C" w:rsidRPr="00E10EC7">
        <w:t xml:space="preserve"> </w:t>
      </w:r>
      <w:r w:rsidRPr="00E10EC7">
        <w:t>органов исполнительной</w:t>
      </w:r>
      <w:r w:rsidR="004E116C" w:rsidRPr="00E10EC7">
        <w:t xml:space="preserve"> </w:t>
      </w:r>
      <w:r w:rsidRPr="00E10EC7">
        <w:t>власти,</w:t>
      </w:r>
      <w:r w:rsidR="004E116C" w:rsidRPr="00E10EC7">
        <w:t xml:space="preserve"> </w:t>
      </w:r>
      <w:r w:rsidRPr="00E10EC7">
        <w:t>органов</w:t>
      </w:r>
      <w:r w:rsidR="004E116C" w:rsidRPr="00E10EC7">
        <w:t xml:space="preserve"> </w:t>
      </w:r>
      <w:r w:rsidRPr="00E10EC7">
        <w:t>муниципальной</w:t>
      </w:r>
      <w:r w:rsidR="004E116C" w:rsidRPr="00E10EC7">
        <w:t xml:space="preserve"> </w:t>
      </w:r>
      <w:r w:rsidRPr="00E10EC7">
        <w:t>власти,</w:t>
      </w:r>
      <w:r w:rsidR="004E116C" w:rsidRPr="00E10EC7">
        <w:t xml:space="preserve"> </w:t>
      </w:r>
      <w:r w:rsidRPr="00E10EC7">
        <w:t>иных заинтересованных</w:t>
      </w:r>
      <w:r w:rsidR="004E116C" w:rsidRPr="00E10EC7">
        <w:t xml:space="preserve"> </w:t>
      </w:r>
      <w:r w:rsidRPr="00E10EC7">
        <w:t>организаций</w:t>
      </w:r>
      <w:r w:rsidR="004E116C" w:rsidRPr="00E10EC7">
        <w:t xml:space="preserve"> </w:t>
      </w:r>
      <w:r w:rsidRPr="00E10EC7">
        <w:t>по</w:t>
      </w:r>
      <w:r w:rsidR="004E116C" w:rsidRPr="00E10EC7">
        <w:t xml:space="preserve"> </w:t>
      </w:r>
      <w:r w:rsidRPr="00E10EC7">
        <w:t>реализации</w:t>
      </w:r>
      <w:r w:rsidR="004E116C" w:rsidRPr="00E10EC7">
        <w:t xml:space="preserve"> </w:t>
      </w:r>
      <w:r w:rsidRPr="00E10EC7">
        <w:t>правовых</w:t>
      </w:r>
      <w:r w:rsidR="004E116C" w:rsidRPr="00E10EC7">
        <w:t xml:space="preserve"> </w:t>
      </w:r>
      <w:r w:rsidRPr="00E10EC7">
        <w:t>и</w:t>
      </w:r>
      <w:r w:rsidR="004E116C" w:rsidRPr="00E10EC7">
        <w:t xml:space="preserve"> </w:t>
      </w:r>
      <w:r w:rsidRPr="00E10EC7">
        <w:t>иных практических мер,</w:t>
      </w:r>
      <w:r w:rsidR="004E116C" w:rsidRPr="00E10EC7">
        <w:t xml:space="preserve"> </w:t>
      </w:r>
      <w:r w:rsidRPr="00E10EC7">
        <w:t>направленных на исполнение законодательства по делам миграции.</w:t>
      </w:r>
    </w:p>
    <w:p w:rsidR="00A0699E" w:rsidRPr="00E10EC7" w:rsidRDefault="00A0699E" w:rsidP="00E10EC7">
      <w:r w:rsidRPr="00E10EC7">
        <w:lastRenderedPageBreak/>
        <w:t>1.2.</w:t>
      </w:r>
      <w:r w:rsidR="004E116C" w:rsidRPr="00E10EC7">
        <w:t xml:space="preserve"> </w:t>
      </w:r>
      <w:r w:rsidRPr="00E10EC7">
        <w:t xml:space="preserve">В своей деятельности комиссия руководствуется </w:t>
      </w:r>
      <w:hyperlink r:id="rId5" w:tgtFrame="Logical" w:history="1">
        <w:r w:rsidRPr="005A564E">
          <w:rPr>
            <w:rStyle w:val="a7"/>
          </w:rPr>
          <w:t>Конституцией Российской</w:t>
        </w:r>
        <w:r w:rsidR="004E116C" w:rsidRPr="005A564E">
          <w:rPr>
            <w:rStyle w:val="a7"/>
          </w:rPr>
          <w:t xml:space="preserve"> </w:t>
        </w:r>
        <w:r w:rsidRPr="005A564E">
          <w:rPr>
            <w:rStyle w:val="a7"/>
          </w:rPr>
          <w:t>Федерации</w:t>
        </w:r>
      </w:hyperlink>
      <w:r w:rsidRPr="00E10EC7">
        <w:t>,</w:t>
      </w:r>
      <w:r w:rsidR="004E116C" w:rsidRPr="00E10EC7">
        <w:t xml:space="preserve"> </w:t>
      </w:r>
      <w:r w:rsidRPr="00E10EC7">
        <w:t>федеральными</w:t>
      </w:r>
      <w:r w:rsidR="004E116C" w:rsidRPr="00E10EC7">
        <w:t xml:space="preserve"> </w:t>
      </w:r>
      <w:r w:rsidRPr="00E10EC7">
        <w:t>конституционными</w:t>
      </w:r>
      <w:r w:rsidR="004E116C" w:rsidRPr="00E10EC7">
        <w:t xml:space="preserve"> </w:t>
      </w:r>
      <w:r w:rsidRPr="00E10EC7">
        <w:t>законами, федеральными законами, актами Президента Российской Федерации и Правительства</w:t>
      </w:r>
      <w:r w:rsidR="004E116C" w:rsidRPr="00E10EC7">
        <w:t xml:space="preserve"> </w:t>
      </w:r>
      <w:r w:rsidRPr="00E10EC7">
        <w:t>Российской</w:t>
      </w:r>
      <w:r w:rsidR="004E116C" w:rsidRPr="00E10EC7">
        <w:t xml:space="preserve"> </w:t>
      </w:r>
      <w:r w:rsidRPr="00E10EC7">
        <w:t>Федерации,</w:t>
      </w:r>
      <w:r w:rsidR="004E116C" w:rsidRPr="00E10EC7">
        <w:t xml:space="preserve"> </w:t>
      </w:r>
      <w:r w:rsidRPr="00E10EC7">
        <w:t>международными</w:t>
      </w:r>
      <w:r w:rsidR="004E116C" w:rsidRPr="00E10EC7">
        <w:t xml:space="preserve"> </w:t>
      </w:r>
      <w:r w:rsidRPr="00E10EC7">
        <w:t>договорами Российской</w:t>
      </w:r>
      <w:r w:rsidR="004E116C" w:rsidRPr="00E10EC7">
        <w:t xml:space="preserve"> </w:t>
      </w:r>
      <w:r w:rsidRPr="00E10EC7">
        <w:t>Федерации,</w:t>
      </w:r>
      <w:r w:rsidR="004E116C" w:rsidRPr="00E10EC7">
        <w:t xml:space="preserve"> </w:t>
      </w:r>
      <w:r w:rsidRPr="00E10EC7">
        <w:t>актами</w:t>
      </w:r>
      <w:r w:rsidR="004E116C" w:rsidRPr="00E10EC7">
        <w:t xml:space="preserve"> </w:t>
      </w:r>
      <w:r w:rsidRPr="00E10EC7">
        <w:t>Министерства</w:t>
      </w:r>
      <w:r w:rsidR="004E116C" w:rsidRPr="00E10EC7">
        <w:t xml:space="preserve"> </w:t>
      </w:r>
      <w:r w:rsidRPr="00E10EC7">
        <w:t>внутренних</w:t>
      </w:r>
      <w:r w:rsidR="004E116C" w:rsidRPr="00E10EC7">
        <w:t xml:space="preserve"> </w:t>
      </w:r>
      <w:r w:rsidRPr="00E10EC7">
        <w:t>дел Российской</w:t>
      </w:r>
      <w:r w:rsidR="004E116C" w:rsidRPr="00E10EC7">
        <w:t xml:space="preserve"> </w:t>
      </w:r>
      <w:r w:rsidRPr="00E10EC7">
        <w:t>Федерации,</w:t>
      </w:r>
      <w:r w:rsidR="004E116C" w:rsidRPr="00E10EC7">
        <w:t xml:space="preserve"> </w:t>
      </w:r>
      <w:r w:rsidRPr="00E10EC7">
        <w:t>законами</w:t>
      </w:r>
      <w:r w:rsidR="004E116C" w:rsidRPr="00E10EC7">
        <w:t xml:space="preserve"> </w:t>
      </w:r>
      <w:r w:rsidRPr="00E10EC7">
        <w:t>Кемеровской</w:t>
      </w:r>
      <w:r w:rsidR="004E116C" w:rsidRPr="00E10EC7">
        <w:t xml:space="preserve"> </w:t>
      </w:r>
      <w:r w:rsidRPr="00E10EC7">
        <w:t>области,</w:t>
      </w:r>
      <w:r w:rsidR="004E116C" w:rsidRPr="00E10EC7">
        <w:t xml:space="preserve"> </w:t>
      </w:r>
      <w:r w:rsidRPr="00E10EC7">
        <w:t>актами Губернатора</w:t>
      </w:r>
      <w:r w:rsidR="004E116C" w:rsidRPr="00E10EC7">
        <w:t xml:space="preserve"> </w:t>
      </w:r>
      <w:r w:rsidRPr="00E10EC7">
        <w:t>Кемеровской</w:t>
      </w:r>
      <w:r w:rsidR="004E116C" w:rsidRPr="00E10EC7">
        <w:t xml:space="preserve"> </w:t>
      </w:r>
      <w:r w:rsidRPr="00E10EC7">
        <w:t>области</w:t>
      </w:r>
      <w:r w:rsidR="004E116C" w:rsidRPr="00E10EC7">
        <w:t xml:space="preserve"> </w:t>
      </w:r>
      <w:r w:rsidRPr="00E10EC7">
        <w:t>и</w:t>
      </w:r>
      <w:r w:rsidR="004E116C" w:rsidRPr="00E10EC7">
        <w:t xml:space="preserve"> </w:t>
      </w:r>
      <w:r w:rsidRPr="00E10EC7">
        <w:t>Коллегии</w:t>
      </w:r>
      <w:r w:rsidR="004E116C" w:rsidRPr="00E10EC7">
        <w:t xml:space="preserve"> </w:t>
      </w:r>
      <w:r w:rsidRPr="00E10EC7">
        <w:t>Администрации Кемеровской области и настоящим Положением.</w:t>
      </w:r>
    </w:p>
    <w:p w:rsidR="00A0699E" w:rsidRPr="00E10EC7" w:rsidRDefault="00A0699E" w:rsidP="00E10EC7">
      <w:r w:rsidRPr="00E10EC7">
        <w:t>1.3.</w:t>
      </w:r>
      <w:r w:rsidR="004E116C" w:rsidRPr="00E10EC7">
        <w:t xml:space="preserve"> </w:t>
      </w:r>
      <w:r w:rsidRPr="00E10EC7">
        <w:t>Настоящее Положение определяет основные задачи, функции и организацию деятельности комиссии по исполнению законодательства в сфере миграции.</w:t>
      </w:r>
    </w:p>
    <w:p w:rsidR="00A0699E" w:rsidRPr="00E10EC7" w:rsidRDefault="00A0699E" w:rsidP="00E10EC7"/>
    <w:p w:rsidR="00A0699E" w:rsidRPr="001F48FE" w:rsidRDefault="00A0699E" w:rsidP="001F48FE">
      <w:pPr>
        <w:rPr>
          <w:b/>
          <w:bCs/>
          <w:sz w:val="26"/>
          <w:szCs w:val="28"/>
        </w:rPr>
      </w:pPr>
      <w:r w:rsidRPr="001F48FE">
        <w:rPr>
          <w:b/>
          <w:bCs/>
          <w:sz w:val="26"/>
          <w:szCs w:val="28"/>
        </w:rPr>
        <w:t>2. Задачи комиссии</w:t>
      </w:r>
    </w:p>
    <w:p w:rsidR="00A0699E" w:rsidRPr="00E10EC7" w:rsidRDefault="00A0699E" w:rsidP="00E10EC7"/>
    <w:p w:rsidR="00A0699E" w:rsidRPr="00E10EC7" w:rsidRDefault="00A0699E" w:rsidP="00E10EC7">
      <w:r w:rsidRPr="00E10EC7">
        <w:t>Основными задачами комиссии являются:</w:t>
      </w:r>
    </w:p>
    <w:p w:rsidR="00A0699E" w:rsidRPr="00E10EC7" w:rsidRDefault="00A0699E" w:rsidP="00E10EC7">
      <w:r w:rsidRPr="00E10EC7">
        <w:t>2.1.</w:t>
      </w:r>
      <w:r w:rsidR="004E116C" w:rsidRPr="00E10EC7">
        <w:t xml:space="preserve"> </w:t>
      </w:r>
      <w:r w:rsidRPr="00E10EC7">
        <w:t>Организация и контроль за осуществлением мероприятий по вопросам</w:t>
      </w:r>
      <w:r w:rsidR="004E116C" w:rsidRPr="00E10EC7">
        <w:t xml:space="preserve"> </w:t>
      </w:r>
      <w:r w:rsidRPr="00E10EC7">
        <w:t>соблюдения</w:t>
      </w:r>
      <w:r w:rsidR="004E116C" w:rsidRPr="00E10EC7">
        <w:t xml:space="preserve"> </w:t>
      </w:r>
      <w:r w:rsidRPr="00E10EC7">
        <w:t>на</w:t>
      </w:r>
      <w:r w:rsidR="004E116C" w:rsidRPr="00E10EC7">
        <w:t xml:space="preserve"> </w:t>
      </w:r>
      <w:r w:rsidRPr="00E10EC7">
        <w:t>территории</w:t>
      </w:r>
      <w:r w:rsidR="004E116C" w:rsidRPr="00E10EC7">
        <w:t xml:space="preserve"> </w:t>
      </w:r>
      <w:r w:rsidRPr="00E10EC7">
        <w:t>района</w:t>
      </w:r>
      <w:r w:rsidR="004E116C" w:rsidRPr="00E10EC7">
        <w:t xml:space="preserve"> </w:t>
      </w:r>
      <w:r w:rsidRPr="00E10EC7">
        <w:t>законодательства Российской Федерации в сфере миграции.</w:t>
      </w:r>
    </w:p>
    <w:p w:rsidR="00A0699E" w:rsidRPr="00E10EC7" w:rsidRDefault="00A0699E" w:rsidP="00E10EC7">
      <w:r w:rsidRPr="00E10EC7">
        <w:t>2.2.</w:t>
      </w:r>
      <w:r w:rsidR="004E116C" w:rsidRPr="00E10EC7">
        <w:t xml:space="preserve"> </w:t>
      </w:r>
      <w:r w:rsidRPr="00E10EC7">
        <w:t>Организация</w:t>
      </w:r>
      <w:r w:rsidR="004E116C" w:rsidRPr="00E10EC7">
        <w:t xml:space="preserve"> </w:t>
      </w:r>
      <w:r w:rsidRPr="00E10EC7">
        <w:t>взаимодействия,</w:t>
      </w:r>
      <w:r w:rsidR="004E116C" w:rsidRPr="00E10EC7">
        <w:t xml:space="preserve"> </w:t>
      </w:r>
      <w:r w:rsidRPr="00E10EC7">
        <w:t>территориальных</w:t>
      </w:r>
      <w:r w:rsidR="004E116C" w:rsidRPr="00E10EC7">
        <w:t xml:space="preserve"> </w:t>
      </w:r>
      <w:r w:rsidRPr="00E10EC7">
        <w:t>органов ,</w:t>
      </w:r>
      <w:r w:rsidR="004E116C" w:rsidRPr="00E10EC7">
        <w:t xml:space="preserve"> </w:t>
      </w:r>
      <w:r w:rsidRPr="00E10EC7">
        <w:t>федеральных органов исполнительной власти, органов муниципальной</w:t>
      </w:r>
    </w:p>
    <w:p w:rsidR="00A0699E" w:rsidRPr="00E10EC7" w:rsidRDefault="00A0699E" w:rsidP="00E10EC7">
      <w:r w:rsidRPr="00E10EC7">
        <w:t>власти, органов местного самоуправления с целью обеспечения единого</w:t>
      </w:r>
      <w:r w:rsidR="00604A2E" w:rsidRPr="00E10EC7">
        <w:t xml:space="preserve"> государственного подхода к решению проблем, связанных с миграционными процессами на территории района.</w:t>
      </w:r>
    </w:p>
    <w:p w:rsidR="00604A2E" w:rsidRPr="00E10EC7" w:rsidRDefault="00604A2E" w:rsidP="00E10EC7"/>
    <w:p w:rsidR="00604A2E" w:rsidRPr="001F48FE" w:rsidRDefault="00604A2E" w:rsidP="001F48FE">
      <w:pPr>
        <w:rPr>
          <w:b/>
          <w:bCs/>
          <w:sz w:val="26"/>
          <w:szCs w:val="28"/>
        </w:rPr>
      </w:pPr>
      <w:r w:rsidRPr="001F48FE">
        <w:rPr>
          <w:b/>
          <w:bCs/>
          <w:sz w:val="26"/>
          <w:szCs w:val="28"/>
        </w:rPr>
        <w:t>3. Функции комиссии</w:t>
      </w:r>
    </w:p>
    <w:p w:rsidR="00604A2E" w:rsidRPr="00E10EC7" w:rsidRDefault="00604A2E" w:rsidP="00E10EC7"/>
    <w:p w:rsidR="00604A2E" w:rsidRPr="00E10EC7" w:rsidRDefault="00604A2E" w:rsidP="00E10EC7">
      <w:r w:rsidRPr="00E10EC7">
        <w:t>Для реализации основных задач комиссия осуществляет следующие функции:</w:t>
      </w:r>
    </w:p>
    <w:p w:rsidR="00604A2E" w:rsidRPr="00E10EC7" w:rsidRDefault="00604A2E" w:rsidP="00E10EC7">
      <w:r w:rsidRPr="00E10EC7">
        <w:t>3.1.</w:t>
      </w:r>
      <w:r w:rsidR="004E116C" w:rsidRPr="00E10EC7">
        <w:t xml:space="preserve"> </w:t>
      </w:r>
      <w:r w:rsidRPr="00E10EC7">
        <w:t>Анализирует состояние миграционной ситуации на территории района и разрабатывает мероприятия по ее улучшению.</w:t>
      </w:r>
    </w:p>
    <w:p w:rsidR="00604A2E" w:rsidRPr="00E10EC7" w:rsidRDefault="00604A2E" w:rsidP="00E10EC7">
      <w:r w:rsidRPr="00E10EC7">
        <w:t>3.2.</w:t>
      </w:r>
      <w:r w:rsidR="004E116C" w:rsidRPr="00E10EC7">
        <w:t xml:space="preserve"> </w:t>
      </w:r>
      <w:r w:rsidRPr="00E10EC7">
        <w:t>Рассматривает</w:t>
      </w:r>
      <w:r w:rsidR="004E116C" w:rsidRPr="00E10EC7">
        <w:t xml:space="preserve"> </w:t>
      </w:r>
      <w:r w:rsidRPr="00E10EC7">
        <w:t>на</w:t>
      </w:r>
      <w:r w:rsidR="004E116C" w:rsidRPr="00E10EC7">
        <w:t xml:space="preserve"> </w:t>
      </w:r>
      <w:r w:rsidRPr="00E10EC7">
        <w:t>своих</w:t>
      </w:r>
      <w:r w:rsidR="004E116C" w:rsidRPr="00E10EC7">
        <w:t xml:space="preserve"> </w:t>
      </w:r>
      <w:r w:rsidRPr="00E10EC7">
        <w:t>заседаниях</w:t>
      </w:r>
      <w:r w:rsidR="004E116C" w:rsidRPr="00E10EC7">
        <w:t xml:space="preserve"> </w:t>
      </w:r>
      <w:r w:rsidRPr="00E10EC7">
        <w:t>вопросы,</w:t>
      </w:r>
      <w:r w:rsidR="004E116C" w:rsidRPr="00E10EC7">
        <w:t xml:space="preserve"> </w:t>
      </w:r>
      <w:r w:rsidRPr="00E10EC7">
        <w:t>связанные</w:t>
      </w:r>
      <w:r w:rsidR="004E116C" w:rsidRPr="00E10EC7">
        <w:t xml:space="preserve"> </w:t>
      </w:r>
      <w:r w:rsidRPr="00E10EC7">
        <w:t>с исполнением</w:t>
      </w:r>
      <w:r w:rsidR="004E116C" w:rsidRPr="00E10EC7">
        <w:t xml:space="preserve"> </w:t>
      </w:r>
      <w:r w:rsidRPr="00E10EC7">
        <w:t>миграционного</w:t>
      </w:r>
      <w:r w:rsidR="004E116C" w:rsidRPr="00E10EC7">
        <w:t xml:space="preserve"> </w:t>
      </w:r>
      <w:r w:rsidRPr="00E10EC7">
        <w:t>законодательства,</w:t>
      </w:r>
      <w:r w:rsidR="004E116C" w:rsidRPr="00E10EC7">
        <w:t xml:space="preserve"> </w:t>
      </w:r>
      <w:r w:rsidRPr="00E10EC7">
        <w:t>с</w:t>
      </w:r>
      <w:r w:rsidR="004E116C" w:rsidRPr="00E10EC7">
        <w:t xml:space="preserve"> </w:t>
      </w:r>
      <w:r w:rsidRPr="00E10EC7">
        <w:t>заслушиванием руководителей соответствующих органов власти, организаций.</w:t>
      </w:r>
    </w:p>
    <w:p w:rsidR="00604A2E" w:rsidRPr="00E10EC7" w:rsidRDefault="00604A2E" w:rsidP="00E10EC7">
      <w:r w:rsidRPr="00E10EC7">
        <w:t>3.3.</w:t>
      </w:r>
      <w:r w:rsidR="004E116C" w:rsidRPr="00E10EC7">
        <w:t xml:space="preserve"> </w:t>
      </w:r>
      <w:r w:rsidRPr="00E10EC7">
        <w:t>Организует публикации в средствах массовой информации по вопросам исполнения законодательства Российской Федерации в сфере миграции.</w:t>
      </w:r>
    </w:p>
    <w:p w:rsidR="00604A2E" w:rsidRPr="00E10EC7" w:rsidRDefault="00604A2E" w:rsidP="00E10EC7">
      <w:r w:rsidRPr="00E10EC7">
        <w:t>3.4. Осуществляет иные функции, вытекающие из задач комиссии.</w:t>
      </w:r>
    </w:p>
    <w:p w:rsidR="00604A2E" w:rsidRPr="00E10EC7" w:rsidRDefault="00604A2E" w:rsidP="00E10EC7"/>
    <w:p w:rsidR="00604A2E" w:rsidRPr="001F48FE" w:rsidRDefault="00604A2E" w:rsidP="001F48FE">
      <w:pPr>
        <w:rPr>
          <w:b/>
          <w:bCs/>
          <w:sz w:val="26"/>
          <w:szCs w:val="28"/>
        </w:rPr>
      </w:pPr>
      <w:r w:rsidRPr="001F48FE">
        <w:rPr>
          <w:b/>
          <w:bCs/>
          <w:sz w:val="26"/>
          <w:szCs w:val="28"/>
        </w:rPr>
        <w:t>4. Права комиссии</w:t>
      </w:r>
      <w:r w:rsidR="001F48FE" w:rsidRPr="001F48FE">
        <w:rPr>
          <w:b/>
          <w:bCs/>
          <w:sz w:val="26"/>
          <w:szCs w:val="28"/>
        </w:rPr>
        <w:t xml:space="preserve"> </w:t>
      </w:r>
      <w:r w:rsidRPr="001F48FE">
        <w:rPr>
          <w:b/>
          <w:bCs/>
          <w:sz w:val="26"/>
          <w:szCs w:val="28"/>
        </w:rPr>
        <w:t>Комиссия имеет право:</w:t>
      </w:r>
    </w:p>
    <w:p w:rsidR="001F48FE" w:rsidRDefault="001F48FE" w:rsidP="00E10EC7"/>
    <w:p w:rsidR="00604A2E" w:rsidRPr="00E10EC7" w:rsidRDefault="00604A2E" w:rsidP="00E10EC7">
      <w:r w:rsidRPr="00E10EC7">
        <w:t>4.1.</w:t>
      </w:r>
      <w:r w:rsidR="004E116C" w:rsidRPr="00E10EC7">
        <w:t xml:space="preserve"> </w:t>
      </w:r>
      <w:r w:rsidRPr="00E10EC7">
        <w:t>Запрашивать и получать в установленном порядке необходимые материалы</w:t>
      </w:r>
      <w:r w:rsidR="004E116C" w:rsidRPr="00E10EC7">
        <w:t xml:space="preserve"> </w:t>
      </w:r>
      <w:r w:rsidRPr="00E10EC7">
        <w:t>по</w:t>
      </w:r>
      <w:r w:rsidR="004E116C" w:rsidRPr="00E10EC7">
        <w:t xml:space="preserve"> </w:t>
      </w:r>
      <w:r w:rsidRPr="00E10EC7">
        <w:t>вопросам</w:t>
      </w:r>
      <w:r w:rsidR="004E116C" w:rsidRPr="00E10EC7">
        <w:t xml:space="preserve"> </w:t>
      </w:r>
      <w:r w:rsidRPr="00E10EC7">
        <w:t>соблюдения</w:t>
      </w:r>
      <w:r w:rsidR="004E116C" w:rsidRPr="00E10EC7">
        <w:t xml:space="preserve"> </w:t>
      </w:r>
      <w:r w:rsidRPr="00E10EC7">
        <w:t>законодательства</w:t>
      </w:r>
      <w:r w:rsidR="004E116C" w:rsidRPr="00E10EC7">
        <w:t xml:space="preserve"> </w:t>
      </w:r>
      <w:r w:rsidRPr="00E10EC7">
        <w:t>Российской Федерации в сфере миграции от территориальных органов федеральных органов</w:t>
      </w:r>
      <w:r w:rsidR="004E116C" w:rsidRPr="00E10EC7">
        <w:t xml:space="preserve"> </w:t>
      </w:r>
      <w:r w:rsidRPr="00E10EC7">
        <w:t>исполнительной</w:t>
      </w:r>
      <w:r w:rsidR="004E116C" w:rsidRPr="00E10EC7">
        <w:t xml:space="preserve"> </w:t>
      </w:r>
      <w:r w:rsidRPr="00E10EC7">
        <w:t>власти,</w:t>
      </w:r>
      <w:r w:rsidR="004E116C" w:rsidRPr="00E10EC7">
        <w:t xml:space="preserve"> </w:t>
      </w:r>
      <w:r w:rsidRPr="00E10EC7">
        <w:t>органов</w:t>
      </w:r>
      <w:r w:rsidR="004E116C" w:rsidRPr="00E10EC7">
        <w:t xml:space="preserve"> </w:t>
      </w:r>
      <w:r w:rsidRPr="00E10EC7">
        <w:t>местного</w:t>
      </w:r>
      <w:r w:rsidR="004E116C" w:rsidRPr="00E10EC7">
        <w:t xml:space="preserve"> </w:t>
      </w:r>
      <w:r w:rsidRPr="00E10EC7">
        <w:t>самоуправления, любых организаций не зависимо от формы собственности.</w:t>
      </w:r>
    </w:p>
    <w:p w:rsidR="00604A2E" w:rsidRPr="00E10EC7" w:rsidRDefault="00604A2E" w:rsidP="00E10EC7">
      <w:r w:rsidRPr="00E10EC7">
        <w:t>4.2.</w:t>
      </w:r>
      <w:r w:rsidR="004E116C" w:rsidRPr="00E10EC7">
        <w:t xml:space="preserve"> </w:t>
      </w:r>
      <w:r w:rsidRPr="00E10EC7">
        <w:t>Приглашать на свои заседания и заслушивать должностных лиц территориальных органов федеральных органов исполнительной власти, органов</w:t>
      </w:r>
      <w:r w:rsidR="004E116C" w:rsidRPr="00E10EC7">
        <w:t xml:space="preserve"> </w:t>
      </w:r>
      <w:r w:rsidRPr="00E10EC7">
        <w:t>местного</w:t>
      </w:r>
      <w:r w:rsidR="004E116C" w:rsidRPr="00E10EC7">
        <w:t xml:space="preserve"> </w:t>
      </w:r>
      <w:r w:rsidRPr="00E10EC7">
        <w:t>самоуправления,</w:t>
      </w:r>
      <w:r w:rsidR="004E116C" w:rsidRPr="00E10EC7">
        <w:t xml:space="preserve"> </w:t>
      </w:r>
      <w:r w:rsidRPr="00E10EC7">
        <w:t>руководителей</w:t>
      </w:r>
      <w:r w:rsidR="004E116C" w:rsidRPr="00E10EC7">
        <w:t xml:space="preserve"> </w:t>
      </w:r>
      <w:r w:rsidRPr="00E10EC7">
        <w:t>предприятий,</w:t>
      </w:r>
      <w:r w:rsidR="004E116C" w:rsidRPr="00E10EC7">
        <w:t xml:space="preserve"> </w:t>
      </w:r>
      <w:r w:rsidRPr="00E10EC7">
        <w:t>не зависимо от формы собственности.</w:t>
      </w:r>
    </w:p>
    <w:p w:rsidR="00604A2E" w:rsidRPr="00E10EC7" w:rsidRDefault="00604A2E" w:rsidP="00E10EC7">
      <w:r w:rsidRPr="00E10EC7">
        <w:t>4.3.</w:t>
      </w:r>
      <w:r w:rsidR="004E116C" w:rsidRPr="00E10EC7">
        <w:t xml:space="preserve"> </w:t>
      </w:r>
      <w:r w:rsidRPr="00E10EC7">
        <w:t>Организовывать</w:t>
      </w:r>
      <w:r w:rsidR="004E116C" w:rsidRPr="00E10EC7">
        <w:t xml:space="preserve"> </w:t>
      </w:r>
      <w:r w:rsidRPr="00E10EC7">
        <w:t>и</w:t>
      </w:r>
      <w:r w:rsidR="004E116C" w:rsidRPr="00E10EC7">
        <w:t xml:space="preserve"> </w:t>
      </w:r>
      <w:r w:rsidRPr="00E10EC7">
        <w:t>проводить</w:t>
      </w:r>
      <w:r w:rsidR="004E116C" w:rsidRPr="00E10EC7">
        <w:t xml:space="preserve"> </w:t>
      </w:r>
      <w:r w:rsidRPr="00E10EC7">
        <w:t>в</w:t>
      </w:r>
      <w:r w:rsidR="004E116C" w:rsidRPr="00E10EC7">
        <w:t xml:space="preserve"> </w:t>
      </w:r>
      <w:r w:rsidRPr="00E10EC7">
        <w:t>установленном</w:t>
      </w:r>
      <w:r w:rsidR="004E116C" w:rsidRPr="00E10EC7">
        <w:t xml:space="preserve"> </w:t>
      </w:r>
      <w:r w:rsidRPr="00E10EC7">
        <w:t>порядке координационные совещания и рабочие встречи по вопросам соблюдения законодательства</w:t>
      </w:r>
      <w:r w:rsidR="004E116C" w:rsidRPr="00E10EC7">
        <w:t xml:space="preserve"> </w:t>
      </w:r>
      <w:r w:rsidRPr="00E10EC7">
        <w:t>Российской</w:t>
      </w:r>
      <w:r w:rsidR="004E116C" w:rsidRPr="00E10EC7">
        <w:t xml:space="preserve"> </w:t>
      </w:r>
      <w:r w:rsidRPr="00E10EC7">
        <w:t>Федерации</w:t>
      </w:r>
      <w:r w:rsidR="004E116C" w:rsidRPr="00E10EC7">
        <w:t xml:space="preserve"> </w:t>
      </w:r>
      <w:r w:rsidRPr="00E10EC7">
        <w:t>в</w:t>
      </w:r>
      <w:r w:rsidR="004E116C" w:rsidRPr="00E10EC7">
        <w:t xml:space="preserve"> </w:t>
      </w:r>
      <w:r w:rsidRPr="00E10EC7">
        <w:t>сфере</w:t>
      </w:r>
      <w:r w:rsidR="004E116C" w:rsidRPr="00E10EC7">
        <w:t xml:space="preserve"> </w:t>
      </w:r>
      <w:r w:rsidRPr="00E10EC7">
        <w:t>миграции</w:t>
      </w:r>
      <w:r w:rsidR="004E116C" w:rsidRPr="00E10EC7">
        <w:t xml:space="preserve"> </w:t>
      </w:r>
      <w:r w:rsidRPr="00E10EC7">
        <w:t>на территории района.</w:t>
      </w:r>
    </w:p>
    <w:p w:rsidR="00604A2E" w:rsidRPr="00E10EC7" w:rsidRDefault="00604A2E" w:rsidP="00E10EC7">
      <w:r w:rsidRPr="00E10EC7">
        <w:lastRenderedPageBreak/>
        <w:t>4.4.</w:t>
      </w:r>
      <w:r w:rsidR="004E116C" w:rsidRPr="00E10EC7">
        <w:t xml:space="preserve"> </w:t>
      </w:r>
      <w:r w:rsidRPr="00E10EC7">
        <w:t>Создавать</w:t>
      </w:r>
      <w:r w:rsidR="004E116C" w:rsidRPr="00E10EC7">
        <w:t xml:space="preserve"> </w:t>
      </w:r>
      <w:r w:rsidRPr="00E10EC7">
        <w:t>рабочие</w:t>
      </w:r>
      <w:r w:rsidR="004E116C" w:rsidRPr="00E10EC7">
        <w:t xml:space="preserve"> </w:t>
      </w:r>
      <w:r w:rsidRPr="00E10EC7">
        <w:t>группы</w:t>
      </w:r>
      <w:r w:rsidR="004E116C" w:rsidRPr="00E10EC7">
        <w:t xml:space="preserve"> </w:t>
      </w:r>
      <w:r w:rsidRPr="00E10EC7">
        <w:t>по</w:t>
      </w:r>
      <w:r w:rsidR="004E116C" w:rsidRPr="00E10EC7">
        <w:t xml:space="preserve"> </w:t>
      </w:r>
      <w:r w:rsidRPr="00E10EC7">
        <w:t>отдельным</w:t>
      </w:r>
      <w:r w:rsidR="004E116C" w:rsidRPr="00E10EC7">
        <w:t xml:space="preserve"> </w:t>
      </w:r>
      <w:r w:rsidRPr="00E10EC7">
        <w:t>направлениям деятельности</w:t>
      </w:r>
      <w:r w:rsidR="004E116C" w:rsidRPr="00E10EC7">
        <w:t xml:space="preserve"> </w:t>
      </w:r>
      <w:r w:rsidRPr="00E10EC7">
        <w:t>или</w:t>
      </w:r>
      <w:r w:rsidR="004E116C" w:rsidRPr="00E10EC7">
        <w:t xml:space="preserve"> </w:t>
      </w:r>
      <w:r w:rsidRPr="00E10EC7">
        <w:t>для</w:t>
      </w:r>
      <w:r w:rsidR="004E116C" w:rsidRPr="00E10EC7">
        <w:t xml:space="preserve"> </w:t>
      </w:r>
      <w:r w:rsidRPr="00E10EC7">
        <w:t>решения</w:t>
      </w:r>
      <w:r w:rsidR="004E116C" w:rsidRPr="00E10EC7">
        <w:t xml:space="preserve"> </w:t>
      </w:r>
      <w:r w:rsidRPr="00E10EC7">
        <w:t>конкретной</w:t>
      </w:r>
      <w:r w:rsidR="004E116C" w:rsidRPr="00E10EC7">
        <w:t xml:space="preserve"> </w:t>
      </w:r>
      <w:r w:rsidRPr="00E10EC7">
        <w:t>проблемы,</w:t>
      </w:r>
      <w:r w:rsidR="004E116C" w:rsidRPr="00E10EC7">
        <w:t xml:space="preserve"> </w:t>
      </w:r>
      <w:r w:rsidRPr="00E10EC7">
        <w:t>возникшей</w:t>
      </w:r>
      <w:r w:rsidR="004E116C" w:rsidRPr="00E10EC7">
        <w:t xml:space="preserve"> </w:t>
      </w:r>
      <w:r w:rsidRPr="00E10EC7">
        <w:t>в процессе исполнения законодательства в сфере миграции.</w:t>
      </w:r>
    </w:p>
    <w:p w:rsidR="00604A2E" w:rsidRPr="00E10EC7" w:rsidRDefault="00604A2E" w:rsidP="00E10EC7">
      <w:r w:rsidRPr="00E10EC7">
        <w:t xml:space="preserve"> </w:t>
      </w:r>
    </w:p>
    <w:p w:rsidR="00604A2E" w:rsidRPr="001F48FE" w:rsidRDefault="00604A2E" w:rsidP="001F48FE">
      <w:pPr>
        <w:rPr>
          <w:b/>
          <w:bCs/>
          <w:sz w:val="26"/>
          <w:szCs w:val="28"/>
        </w:rPr>
      </w:pPr>
      <w:r w:rsidRPr="001F48FE">
        <w:rPr>
          <w:b/>
          <w:bCs/>
          <w:sz w:val="26"/>
          <w:szCs w:val="28"/>
        </w:rPr>
        <w:t>5. Организация деятельности комиссии</w:t>
      </w:r>
    </w:p>
    <w:p w:rsidR="001F48FE" w:rsidRDefault="001F48FE" w:rsidP="00E10EC7"/>
    <w:p w:rsidR="00604A2E" w:rsidRPr="00E10EC7" w:rsidRDefault="00604A2E" w:rsidP="00E10EC7">
      <w:r w:rsidRPr="00E10EC7">
        <w:t>5.1.</w:t>
      </w:r>
      <w:r w:rsidR="004E116C" w:rsidRPr="00E10EC7">
        <w:t xml:space="preserve"> </w:t>
      </w:r>
      <w:r w:rsidRPr="00E10EC7">
        <w:t>Комиссия</w:t>
      </w:r>
      <w:r w:rsidR="004E116C" w:rsidRPr="00E10EC7">
        <w:t xml:space="preserve"> </w:t>
      </w:r>
      <w:r w:rsidRPr="00E10EC7">
        <w:t>состоит</w:t>
      </w:r>
      <w:r w:rsidR="004E116C" w:rsidRPr="00E10EC7">
        <w:t xml:space="preserve"> </w:t>
      </w:r>
      <w:r w:rsidRPr="00E10EC7">
        <w:t>из</w:t>
      </w:r>
      <w:r w:rsidR="004E116C" w:rsidRPr="00E10EC7">
        <w:t xml:space="preserve"> </w:t>
      </w:r>
      <w:r w:rsidRPr="00E10EC7">
        <w:t>председателя,</w:t>
      </w:r>
      <w:r w:rsidR="004E116C" w:rsidRPr="00E10EC7">
        <w:t xml:space="preserve"> </w:t>
      </w:r>
      <w:r w:rsidRPr="00E10EC7">
        <w:t>заместителей</w:t>
      </w:r>
      <w:r w:rsidR="004E116C" w:rsidRPr="00E10EC7">
        <w:t xml:space="preserve"> </w:t>
      </w:r>
      <w:r w:rsidRPr="00E10EC7">
        <w:t>и</w:t>
      </w:r>
      <w:r w:rsidR="004E116C" w:rsidRPr="00E10EC7">
        <w:t xml:space="preserve"> </w:t>
      </w:r>
      <w:r w:rsidRPr="00E10EC7">
        <w:t>членов комиссии.</w:t>
      </w:r>
    </w:p>
    <w:p w:rsidR="00604A2E" w:rsidRPr="00E10EC7" w:rsidRDefault="00604A2E" w:rsidP="00E10EC7">
      <w:r w:rsidRPr="00E10EC7">
        <w:t>5.2.</w:t>
      </w:r>
      <w:r w:rsidR="004E116C" w:rsidRPr="00E10EC7">
        <w:t xml:space="preserve"> </w:t>
      </w:r>
      <w:r w:rsidRPr="00E10EC7">
        <w:t>Руководство комиссией осуществляет председатель комиссии и его заместители.</w:t>
      </w:r>
    </w:p>
    <w:p w:rsidR="00604A2E" w:rsidRPr="00E10EC7" w:rsidRDefault="00604A2E" w:rsidP="00E10EC7">
      <w:r w:rsidRPr="00E10EC7">
        <w:t>Заместители</w:t>
      </w:r>
      <w:r w:rsidR="004E116C" w:rsidRPr="00E10EC7">
        <w:t xml:space="preserve"> </w:t>
      </w:r>
      <w:r w:rsidRPr="00E10EC7">
        <w:t>председателя</w:t>
      </w:r>
      <w:r w:rsidR="004E116C" w:rsidRPr="00E10EC7">
        <w:t xml:space="preserve"> </w:t>
      </w:r>
      <w:r w:rsidRPr="00E10EC7">
        <w:t>комиссии</w:t>
      </w:r>
      <w:r w:rsidR="004E116C" w:rsidRPr="00E10EC7">
        <w:t xml:space="preserve"> </w:t>
      </w:r>
      <w:r w:rsidRPr="00E10EC7">
        <w:t>в</w:t>
      </w:r>
      <w:r w:rsidR="004E116C" w:rsidRPr="00E10EC7">
        <w:t xml:space="preserve"> </w:t>
      </w:r>
      <w:r w:rsidRPr="00E10EC7">
        <w:t>период</w:t>
      </w:r>
      <w:r w:rsidR="004E116C" w:rsidRPr="00E10EC7">
        <w:t xml:space="preserve"> </w:t>
      </w:r>
      <w:r w:rsidRPr="00E10EC7">
        <w:t>отсутствия председателя исполняют его обязанности.</w:t>
      </w:r>
    </w:p>
    <w:p w:rsidR="00146199" w:rsidRPr="00E10EC7" w:rsidRDefault="00146199" w:rsidP="00E10EC7">
      <w:r w:rsidRPr="00E10EC7">
        <w:t>5.3. Состав комиссии утверждается распоряжением Главы муниципального образования «Крапивинский район».</w:t>
      </w:r>
    </w:p>
    <w:p w:rsidR="00146199" w:rsidRPr="00E10EC7" w:rsidRDefault="00146199" w:rsidP="00E10EC7">
      <w:r w:rsidRPr="00E10EC7">
        <w:t>5.4 Комиссия осуществляет свою деятельность в соответствии</w:t>
      </w:r>
      <w:r w:rsidR="004E116C" w:rsidRPr="00E10EC7">
        <w:t xml:space="preserve"> </w:t>
      </w:r>
      <w:r w:rsidRPr="00E10EC7">
        <w:t>с планом работы, который принимается на заседании и утверждается ее председателем.</w:t>
      </w:r>
    </w:p>
    <w:p w:rsidR="00146199" w:rsidRPr="00E10EC7" w:rsidRDefault="00146199" w:rsidP="00E10EC7">
      <w:r w:rsidRPr="00E10EC7">
        <w:t>Заседания комиссии проводит председатель или по его поручению один из заместителей председателя.</w:t>
      </w:r>
    </w:p>
    <w:p w:rsidR="00146199" w:rsidRPr="00E10EC7" w:rsidRDefault="00146199" w:rsidP="00E10EC7">
      <w:r w:rsidRPr="00E10EC7">
        <w:t>5.5.</w:t>
      </w:r>
      <w:r w:rsidR="004E116C" w:rsidRPr="00E10EC7">
        <w:t xml:space="preserve"> </w:t>
      </w:r>
      <w:r w:rsidRPr="00E10EC7">
        <w:t>Заседания комиссии про</w:t>
      </w:r>
      <w:r w:rsidR="005A564E">
        <w:t>водятся не реже одного раза в м</w:t>
      </w:r>
      <w:r w:rsidRPr="00E10EC7">
        <w:t>есяц, каждый третий понедельник.</w:t>
      </w:r>
    </w:p>
    <w:p w:rsidR="00146199" w:rsidRPr="00E10EC7" w:rsidRDefault="00146199" w:rsidP="00E10EC7">
      <w:r w:rsidRPr="00E10EC7">
        <w:t>Заседание считается правомочным, если на нем присутствуют не менее половины ее членов.</w:t>
      </w:r>
    </w:p>
    <w:p w:rsidR="00146199" w:rsidRPr="00E10EC7" w:rsidRDefault="00146199" w:rsidP="00E10EC7">
      <w:r w:rsidRPr="00E10EC7">
        <w:t>5.6.</w:t>
      </w:r>
      <w:r w:rsidR="004E116C" w:rsidRPr="00E10EC7">
        <w:t xml:space="preserve"> </w:t>
      </w:r>
      <w:r w:rsidRPr="00E10EC7">
        <w:t>Решения</w:t>
      </w:r>
      <w:r w:rsidR="004E116C" w:rsidRPr="00E10EC7">
        <w:t xml:space="preserve"> </w:t>
      </w:r>
      <w:r w:rsidRPr="00E10EC7">
        <w:t>комиссии</w:t>
      </w:r>
      <w:r w:rsidR="004E116C" w:rsidRPr="00E10EC7">
        <w:t xml:space="preserve"> </w:t>
      </w:r>
      <w:r w:rsidRPr="00E10EC7">
        <w:t>оформляются</w:t>
      </w:r>
      <w:r w:rsidR="004E116C" w:rsidRPr="00E10EC7">
        <w:t xml:space="preserve"> </w:t>
      </w:r>
      <w:r w:rsidRPr="00E10EC7">
        <w:t>протоколами,</w:t>
      </w:r>
      <w:r w:rsidR="004E116C" w:rsidRPr="00E10EC7">
        <w:t xml:space="preserve"> </w:t>
      </w:r>
      <w:r w:rsidRPr="00E10EC7">
        <w:t>которые подписываются председателем комиссии и являются рекомендательными для органов муниципальной власти, органов местного самоуправления, организаций.</w:t>
      </w:r>
    </w:p>
    <w:p w:rsidR="00146199" w:rsidRPr="00E10EC7" w:rsidRDefault="00146199" w:rsidP="00E10EC7">
      <w:r w:rsidRPr="00E10EC7">
        <w:t>5.7.</w:t>
      </w:r>
      <w:r w:rsidR="004E116C" w:rsidRPr="00E10EC7">
        <w:t xml:space="preserve"> </w:t>
      </w:r>
      <w:r w:rsidRPr="00E10EC7">
        <w:t>К работе в комиссии при необходимости могут привлекаться должностные</w:t>
      </w:r>
      <w:r w:rsidR="004E116C" w:rsidRPr="00E10EC7">
        <w:t xml:space="preserve"> </w:t>
      </w:r>
      <w:r w:rsidRPr="00E10EC7">
        <w:t>лица</w:t>
      </w:r>
      <w:r w:rsidR="004E116C" w:rsidRPr="00E10EC7">
        <w:t xml:space="preserve"> </w:t>
      </w:r>
      <w:r w:rsidRPr="00E10EC7">
        <w:t>государственных</w:t>
      </w:r>
      <w:r w:rsidR="004E116C" w:rsidRPr="00E10EC7">
        <w:t xml:space="preserve"> </w:t>
      </w:r>
      <w:r w:rsidRPr="00E10EC7">
        <w:t>органов</w:t>
      </w:r>
      <w:r w:rsidR="004E116C" w:rsidRPr="00E10EC7">
        <w:t xml:space="preserve"> </w:t>
      </w:r>
      <w:r w:rsidRPr="00E10EC7">
        <w:t>и</w:t>
      </w:r>
      <w:r w:rsidR="004E116C" w:rsidRPr="00E10EC7">
        <w:t xml:space="preserve"> </w:t>
      </w:r>
      <w:r w:rsidRPr="00E10EC7">
        <w:t>представители заинтересованных организаций, не входящие в ее состав.</w:t>
      </w:r>
    </w:p>
    <w:p w:rsidR="00146199" w:rsidRPr="00E10EC7" w:rsidRDefault="00146199" w:rsidP="00E10EC7">
      <w:r w:rsidRPr="00E10EC7">
        <w:t>5.8.</w:t>
      </w:r>
      <w:r w:rsidR="004E116C" w:rsidRPr="00E10EC7">
        <w:t xml:space="preserve"> </w:t>
      </w:r>
      <w:r w:rsidRPr="00E10EC7">
        <w:t>Для реализации возложенных на комиссию задач секретариат комиссии:</w:t>
      </w:r>
    </w:p>
    <w:p w:rsidR="00146199" w:rsidRPr="00E10EC7" w:rsidRDefault="00146199" w:rsidP="00E10EC7">
      <w:r w:rsidRPr="00E10EC7">
        <w:t>5.8.1.</w:t>
      </w:r>
      <w:r w:rsidR="004E116C" w:rsidRPr="00E10EC7">
        <w:t xml:space="preserve"> </w:t>
      </w:r>
      <w:r w:rsidRPr="00E10EC7">
        <w:t>Осуществляет подготовку проектов планов работы комиссии, графиков</w:t>
      </w:r>
      <w:r w:rsidR="004E116C" w:rsidRPr="00E10EC7">
        <w:t xml:space="preserve"> </w:t>
      </w:r>
      <w:r w:rsidRPr="00E10EC7">
        <w:t>комплексных</w:t>
      </w:r>
      <w:r w:rsidR="004E116C" w:rsidRPr="00E10EC7">
        <w:t xml:space="preserve"> </w:t>
      </w:r>
      <w:r w:rsidRPr="00E10EC7">
        <w:t>проверок</w:t>
      </w:r>
      <w:r w:rsidR="004E116C" w:rsidRPr="00E10EC7">
        <w:t xml:space="preserve"> </w:t>
      </w:r>
      <w:r w:rsidRPr="00E10EC7">
        <w:t>объектов</w:t>
      </w:r>
      <w:r w:rsidR="004E116C" w:rsidRPr="00E10EC7">
        <w:t xml:space="preserve"> </w:t>
      </w:r>
      <w:r w:rsidRPr="00E10EC7">
        <w:t>торговли,</w:t>
      </w:r>
      <w:r w:rsidR="004E116C" w:rsidRPr="00E10EC7">
        <w:t xml:space="preserve"> </w:t>
      </w:r>
      <w:r w:rsidRPr="00E10EC7">
        <w:t>строительства, промышленности,</w:t>
      </w:r>
      <w:r w:rsidR="004E116C" w:rsidRPr="00E10EC7">
        <w:t xml:space="preserve"> </w:t>
      </w:r>
      <w:r w:rsidRPr="00E10EC7">
        <w:t>сельского хозяйства,</w:t>
      </w:r>
      <w:r w:rsidR="004E116C" w:rsidRPr="00E10EC7">
        <w:t xml:space="preserve"> </w:t>
      </w:r>
      <w:r w:rsidRPr="00E10EC7">
        <w:t>где</w:t>
      </w:r>
      <w:r w:rsidR="004E116C" w:rsidRPr="00E10EC7">
        <w:t xml:space="preserve"> </w:t>
      </w:r>
      <w:r w:rsidRPr="00E10EC7">
        <w:t>используется иностранная рабочая</w:t>
      </w:r>
      <w:r w:rsidR="004E116C" w:rsidRPr="00E10EC7">
        <w:t xml:space="preserve"> </w:t>
      </w:r>
      <w:r w:rsidRPr="00E10EC7">
        <w:t>сила,</w:t>
      </w:r>
      <w:r w:rsidR="004E116C" w:rsidRPr="00E10EC7">
        <w:t xml:space="preserve"> </w:t>
      </w:r>
      <w:r w:rsidRPr="00E10EC7">
        <w:t>обеспечивает</w:t>
      </w:r>
      <w:r w:rsidR="004E116C" w:rsidRPr="00E10EC7">
        <w:t xml:space="preserve"> </w:t>
      </w:r>
      <w:r w:rsidRPr="00E10EC7">
        <w:t>контроль</w:t>
      </w:r>
      <w:r w:rsidR="004E116C" w:rsidRPr="00E10EC7">
        <w:t xml:space="preserve"> </w:t>
      </w:r>
      <w:r w:rsidRPr="00E10EC7">
        <w:t>за</w:t>
      </w:r>
      <w:r w:rsidR="004E116C" w:rsidRPr="00E10EC7">
        <w:t xml:space="preserve"> </w:t>
      </w:r>
      <w:r w:rsidRPr="00E10EC7">
        <w:t>их</w:t>
      </w:r>
      <w:r w:rsidR="004E116C" w:rsidRPr="00E10EC7">
        <w:t xml:space="preserve"> </w:t>
      </w:r>
      <w:r w:rsidRPr="00E10EC7">
        <w:t>реализацией,</w:t>
      </w:r>
      <w:r w:rsidR="004E116C" w:rsidRPr="00E10EC7">
        <w:t xml:space="preserve"> </w:t>
      </w:r>
      <w:r w:rsidRPr="00E10EC7">
        <w:t>а</w:t>
      </w:r>
      <w:r w:rsidR="004E116C" w:rsidRPr="00E10EC7">
        <w:t xml:space="preserve"> </w:t>
      </w:r>
      <w:r w:rsidRPr="00E10EC7">
        <w:t>также подготовку</w:t>
      </w:r>
      <w:r w:rsidR="004E116C" w:rsidRPr="00E10EC7">
        <w:t xml:space="preserve"> </w:t>
      </w:r>
      <w:r w:rsidRPr="00E10EC7">
        <w:t>необходимых</w:t>
      </w:r>
      <w:r w:rsidR="004E116C" w:rsidRPr="00E10EC7">
        <w:t xml:space="preserve"> </w:t>
      </w:r>
      <w:r w:rsidRPr="00E10EC7">
        <w:t>документов</w:t>
      </w:r>
      <w:r w:rsidR="004E116C" w:rsidRPr="00E10EC7">
        <w:t xml:space="preserve"> </w:t>
      </w:r>
      <w:r w:rsidRPr="00E10EC7">
        <w:t>и</w:t>
      </w:r>
      <w:r w:rsidR="004E116C" w:rsidRPr="00E10EC7">
        <w:t xml:space="preserve"> </w:t>
      </w:r>
      <w:r w:rsidRPr="00E10EC7">
        <w:t>аналитических</w:t>
      </w:r>
      <w:r w:rsidR="004E116C" w:rsidRPr="00E10EC7">
        <w:t xml:space="preserve"> </w:t>
      </w:r>
      <w:r w:rsidRPr="00E10EC7">
        <w:t>материалов</w:t>
      </w:r>
      <w:r w:rsidR="004E116C" w:rsidRPr="00E10EC7">
        <w:t xml:space="preserve"> </w:t>
      </w:r>
      <w:r w:rsidRPr="00E10EC7">
        <w:t>к заседаниям комиссии и организовывает их проведение в установленный срок.</w:t>
      </w:r>
    </w:p>
    <w:p w:rsidR="00146199" w:rsidRPr="00E10EC7" w:rsidRDefault="00146199" w:rsidP="00E10EC7">
      <w:r w:rsidRPr="00E10EC7">
        <w:t>5.8.2.</w:t>
      </w:r>
      <w:r w:rsidR="004E116C" w:rsidRPr="00E10EC7">
        <w:t xml:space="preserve"> </w:t>
      </w:r>
      <w:r w:rsidRPr="00E10EC7">
        <w:t>Оформляет</w:t>
      </w:r>
      <w:r w:rsidR="004E116C" w:rsidRPr="00E10EC7">
        <w:t xml:space="preserve"> </w:t>
      </w:r>
      <w:r w:rsidRPr="00E10EC7">
        <w:t>протоколы</w:t>
      </w:r>
      <w:r w:rsidR="004E116C" w:rsidRPr="00E10EC7">
        <w:t xml:space="preserve"> </w:t>
      </w:r>
      <w:r w:rsidRPr="00E10EC7">
        <w:t>заседаний</w:t>
      </w:r>
      <w:r w:rsidR="004E116C" w:rsidRPr="00E10EC7">
        <w:t xml:space="preserve"> </w:t>
      </w:r>
      <w:r w:rsidRPr="00E10EC7">
        <w:t>комиссии,</w:t>
      </w:r>
      <w:r w:rsidR="004E116C" w:rsidRPr="00E10EC7">
        <w:t xml:space="preserve"> </w:t>
      </w:r>
      <w:r w:rsidRPr="00E10EC7">
        <w:t>осуществляет контроль за выполнением принятых комиссией решений, подготавливает информационные материалы для председателя комиссии по вопросам соблюдения законодательства Российской Федерации в сфере миграции в Кемеровской области.</w:t>
      </w:r>
    </w:p>
    <w:p w:rsidR="00146199" w:rsidRPr="00E10EC7" w:rsidRDefault="00146199" w:rsidP="00E10EC7"/>
    <w:p w:rsidR="00F92F8A" w:rsidRPr="001F48FE" w:rsidRDefault="00F92F8A" w:rsidP="001F48FE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1F48FE">
        <w:rPr>
          <w:rFonts w:cs="Arial"/>
          <w:b/>
          <w:bCs/>
          <w:kern w:val="28"/>
          <w:sz w:val="32"/>
          <w:szCs w:val="32"/>
        </w:rPr>
        <w:t>Утверждено распоряжением</w:t>
      </w:r>
    </w:p>
    <w:p w:rsidR="00F92F8A" w:rsidRPr="001F48FE" w:rsidRDefault="00F92F8A" w:rsidP="001F48FE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1F48FE">
        <w:rPr>
          <w:rFonts w:cs="Arial"/>
          <w:b/>
          <w:bCs/>
          <w:kern w:val="28"/>
          <w:sz w:val="32"/>
          <w:szCs w:val="32"/>
        </w:rPr>
        <w:t>муниципального образования «Крапивинский район</w:t>
      </w:r>
    </w:p>
    <w:p w:rsidR="00F92F8A" w:rsidRPr="001F48FE" w:rsidRDefault="00F92F8A" w:rsidP="001F48FE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1F48FE">
        <w:rPr>
          <w:rFonts w:cs="Arial"/>
          <w:b/>
          <w:bCs/>
          <w:kern w:val="28"/>
          <w:sz w:val="32"/>
          <w:szCs w:val="32"/>
        </w:rPr>
        <w:t xml:space="preserve">от 18.08.2006 г. </w:t>
      </w:r>
      <w:r w:rsidR="005A564E">
        <w:rPr>
          <w:rFonts w:cs="Arial"/>
          <w:b/>
          <w:bCs/>
          <w:kern w:val="28"/>
          <w:sz w:val="32"/>
          <w:szCs w:val="32"/>
        </w:rPr>
        <w:t>№</w:t>
      </w:r>
      <w:r w:rsidRPr="001F48FE">
        <w:rPr>
          <w:rFonts w:cs="Arial"/>
          <w:b/>
          <w:bCs/>
          <w:kern w:val="28"/>
          <w:sz w:val="32"/>
          <w:szCs w:val="32"/>
        </w:rPr>
        <w:t>1249-р</w:t>
      </w:r>
    </w:p>
    <w:p w:rsidR="009A0654" w:rsidRPr="00E10EC7" w:rsidRDefault="009A0654" w:rsidP="00E10EC7"/>
    <w:p w:rsidR="005A564E" w:rsidRDefault="009A0654" w:rsidP="001F48FE">
      <w:pPr>
        <w:jc w:val="center"/>
        <w:rPr>
          <w:rFonts w:cs="Arial"/>
          <w:b/>
          <w:bCs/>
          <w:iCs/>
          <w:sz w:val="30"/>
          <w:szCs w:val="28"/>
        </w:rPr>
      </w:pPr>
      <w:r w:rsidRPr="001F48FE">
        <w:rPr>
          <w:rFonts w:cs="Arial"/>
          <w:b/>
          <w:bCs/>
          <w:iCs/>
          <w:sz w:val="30"/>
          <w:szCs w:val="28"/>
        </w:rPr>
        <w:t>СОСТАВ</w:t>
      </w:r>
    </w:p>
    <w:p w:rsidR="009A0654" w:rsidRPr="001F48FE" w:rsidRDefault="009A0654" w:rsidP="001F48FE">
      <w:pPr>
        <w:jc w:val="center"/>
        <w:rPr>
          <w:rFonts w:cs="Arial"/>
          <w:b/>
          <w:bCs/>
          <w:iCs/>
          <w:sz w:val="30"/>
          <w:szCs w:val="28"/>
        </w:rPr>
      </w:pPr>
      <w:r w:rsidRPr="001F48FE">
        <w:rPr>
          <w:rFonts w:cs="Arial"/>
          <w:b/>
          <w:bCs/>
          <w:iCs/>
          <w:sz w:val="30"/>
          <w:szCs w:val="28"/>
        </w:rPr>
        <w:t>межведомственной комиссии муниципального образования</w:t>
      </w:r>
      <w:r w:rsidR="001F48FE" w:rsidRPr="001F48FE">
        <w:rPr>
          <w:rFonts w:cs="Arial"/>
          <w:b/>
          <w:bCs/>
          <w:iCs/>
          <w:sz w:val="30"/>
          <w:szCs w:val="28"/>
        </w:rPr>
        <w:t xml:space="preserve"> </w:t>
      </w:r>
      <w:r w:rsidRPr="001F48FE">
        <w:rPr>
          <w:rFonts w:cs="Arial"/>
          <w:b/>
          <w:bCs/>
          <w:iCs/>
          <w:sz w:val="30"/>
          <w:szCs w:val="28"/>
        </w:rPr>
        <w:t>«Крапивинский район» по вопросам соблюдения законодательства</w:t>
      </w:r>
      <w:r w:rsidR="001F48FE" w:rsidRPr="001F48FE">
        <w:rPr>
          <w:rFonts w:cs="Arial"/>
          <w:b/>
          <w:bCs/>
          <w:iCs/>
          <w:sz w:val="30"/>
          <w:szCs w:val="28"/>
        </w:rPr>
        <w:t xml:space="preserve"> </w:t>
      </w:r>
      <w:r w:rsidRPr="001F48FE">
        <w:rPr>
          <w:rFonts w:cs="Arial"/>
          <w:b/>
          <w:bCs/>
          <w:iCs/>
          <w:sz w:val="30"/>
          <w:szCs w:val="28"/>
        </w:rPr>
        <w:t>Российской Федерации в сфере миграции</w:t>
      </w:r>
    </w:p>
    <w:p w:rsidR="00F92F8A" w:rsidRPr="00E10EC7" w:rsidRDefault="00F92F8A" w:rsidP="00E10EC7"/>
    <w:p w:rsidR="009A0654" w:rsidRPr="00E10EC7" w:rsidRDefault="009A0654" w:rsidP="00E10EC7">
      <w:r w:rsidRPr="00E10EC7">
        <w:lastRenderedPageBreak/>
        <w:t>Альберт</w:t>
      </w:r>
      <w:r w:rsidR="004E116C" w:rsidRPr="00E10EC7">
        <w:t xml:space="preserve"> </w:t>
      </w:r>
      <w:r w:rsidRPr="00E10EC7">
        <w:t>В.А.</w:t>
      </w:r>
      <w:r w:rsidR="004E116C" w:rsidRPr="00E10EC7">
        <w:t xml:space="preserve"> </w:t>
      </w:r>
      <w:r w:rsidRPr="00E10EC7">
        <w:t>—</w:t>
      </w:r>
      <w:r w:rsidR="004E116C" w:rsidRPr="00E10EC7">
        <w:t xml:space="preserve"> </w:t>
      </w:r>
      <w:r w:rsidRPr="00E10EC7">
        <w:t>глава</w:t>
      </w:r>
      <w:r w:rsidR="004E116C" w:rsidRPr="00E10EC7">
        <w:t xml:space="preserve"> </w:t>
      </w:r>
      <w:r w:rsidRPr="00E10EC7">
        <w:t>муниципального</w:t>
      </w:r>
      <w:r w:rsidR="004E116C" w:rsidRPr="00E10EC7">
        <w:t xml:space="preserve"> </w:t>
      </w:r>
      <w:r w:rsidRPr="00E10EC7">
        <w:t>образования</w:t>
      </w:r>
      <w:r w:rsidR="004E116C" w:rsidRPr="00E10EC7">
        <w:t xml:space="preserve"> </w:t>
      </w:r>
      <w:r w:rsidRPr="00E10EC7">
        <w:t>«Крапивинский район», председатель комиссии;</w:t>
      </w:r>
    </w:p>
    <w:p w:rsidR="009A0654" w:rsidRPr="00E10EC7" w:rsidRDefault="009A0654" w:rsidP="00E10EC7">
      <w:r w:rsidRPr="00E10EC7">
        <w:t>Федоров А.А. - первый заместитель главы, заместитель председателя комиссии;</w:t>
      </w:r>
    </w:p>
    <w:p w:rsidR="009A0654" w:rsidRPr="00E10EC7" w:rsidRDefault="009A0654" w:rsidP="00E10EC7">
      <w:r w:rsidRPr="00E10EC7">
        <w:t>Климина</w:t>
      </w:r>
      <w:r w:rsidR="004E116C" w:rsidRPr="00E10EC7">
        <w:t xml:space="preserve"> </w:t>
      </w:r>
      <w:r w:rsidRPr="00E10EC7">
        <w:t>Т.И.</w:t>
      </w:r>
      <w:r w:rsidR="004E116C" w:rsidRPr="00E10EC7">
        <w:t xml:space="preserve"> </w:t>
      </w:r>
      <w:r w:rsidRPr="00E10EC7">
        <w:t>—</w:t>
      </w:r>
      <w:r w:rsidR="004E116C" w:rsidRPr="00E10EC7">
        <w:t xml:space="preserve"> </w:t>
      </w:r>
      <w:r w:rsidRPr="00E10EC7">
        <w:t>заместитель</w:t>
      </w:r>
      <w:r w:rsidR="004E116C" w:rsidRPr="00E10EC7">
        <w:t xml:space="preserve"> </w:t>
      </w:r>
      <w:r w:rsidRPr="00E10EC7">
        <w:t>главы</w:t>
      </w:r>
      <w:r w:rsidR="004E116C" w:rsidRPr="00E10EC7">
        <w:t xml:space="preserve"> </w:t>
      </w:r>
      <w:r w:rsidRPr="00E10EC7">
        <w:t>по</w:t>
      </w:r>
      <w:r w:rsidR="004E116C" w:rsidRPr="00E10EC7">
        <w:t xml:space="preserve"> </w:t>
      </w:r>
      <w:r w:rsidRPr="00E10EC7">
        <w:t>экономике,</w:t>
      </w:r>
      <w:r w:rsidR="004E116C" w:rsidRPr="00E10EC7">
        <w:t xml:space="preserve"> </w:t>
      </w:r>
      <w:r w:rsidRPr="00E10EC7">
        <w:t>заместитель председателя комиссии.</w:t>
      </w:r>
    </w:p>
    <w:p w:rsidR="009A0654" w:rsidRPr="00E10EC7" w:rsidRDefault="009A0654" w:rsidP="00E10EC7">
      <w:r w:rsidRPr="00E10EC7">
        <w:t>Члены комиссии:</w:t>
      </w:r>
    </w:p>
    <w:p w:rsidR="009A0654" w:rsidRPr="00E10EC7" w:rsidRDefault="009A0654" w:rsidP="00E10EC7">
      <w:r w:rsidRPr="00E10EC7">
        <w:t>Бездольева Н.Д. - руководитель МРИ ФНС №2 по Кемеровской области</w:t>
      </w:r>
      <w:r w:rsidR="005A564E">
        <w:t xml:space="preserve"> </w:t>
      </w:r>
      <w:r w:rsidRPr="00E10EC7">
        <w:t>(по согласованию);</w:t>
      </w:r>
    </w:p>
    <w:p w:rsidR="009A0654" w:rsidRPr="00E10EC7" w:rsidRDefault="009A0654" w:rsidP="00E10EC7">
      <w:r w:rsidRPr="00E10EC7">
        <w:t>Казаков А.Н. - директор центра занятости населения Крапивинского</w:t>
      </w:r>
      <w:r w:rsidR="005A564E">
        <w:t xml:space="preserve"> </w:t>
      </w:r>
      <w:r w:rsidRPr="00E10EC7">
        <w:t>района (по согласованию);</w:t>
      </w:r>
    </w:p>
    <w:p w:rsidR="009A0654" w:rsidRPr="00E10EC7" w:rsidRDefault="009A0654" w:rsidP="00E10EC7">
      <w:r w:rsidRPr="00E10EC7">
        <w:t>Гаврилов Н.А. - заместитель главы по кап. строительству и ЖКХ;</w:t>
      </w:r>
    </w:p>
    <w:p w:rsidR="009A0654" w:rsidRPr="00E10EC7" w:rsidRDefault="009A0654" w:rsidP="00E10EC7">
      <w:r w:rsidRPr="00E10EC7">
        <w:t>Никулин</w:t>
      </w:r>
      <w:r w:rsidR="004E116C" w:rsidRPr="00E10EC7">
        <w:t xml:space="preserve"> </w:t>
      </w:r>
      <w:r w:rsidRPr="00E10EC7">
        <w:t>В.Ф.</w:t>
      </w:r>
      <w:r w:rsidR="004E116C" w:rsidRPr="00E10EC7">
        <w:t xml:space="preserve"> </w:t>
      </w:r>
      <w:r w:rsidRPr="00E10EC7">
        <w:t>-</w:t>
      </w:r>
      <w:r w:rsidR="004E116C" w:rsidRPr="00E10EC7">
        <w:t xml:space="preserve"> </w:t>
      </w:r>
      <w:r w:rsidRPr="00E10EC7">
        <w:t>начальник</w:t>
      </w:r>
      <w:r w:rsidR="004E116C" w:rsidRPr="00E10EC7">
        <w:t xml:space="preserve"> </w:t>
      </w:r>
      <w:r w:rsidRPr="00E10EC7">
        <w:t>РОВД</w:t>
      </w:r>
      <w:r w:rsidR="004E116C" w:rsidRPr="00E10EC7">
        <w:t xml:space="preserve"> </w:t>
      </w:r>
      <w:r w:rsidRPr="00E10EC7">
        <w:t>Крапивинского</w:t>
      </w:r>
      <w:r w:rsidR="004E116C" w:rsidRPr="00E10EC7">
        <w:t xml:space="preserve"> </w:t>
      </w:r>
      <w:r w:rsidRPr="00E10EC7">
        <w:t>района</w:t>
      </w:r>
      <w:r w:rsidR="004E116C" w:rsidRPr="00E10EC7">
        <w:t xml:space="preserve"> </w:t>
      </w:r>
      <w:r w:rsidRPr="00E10EC7">
        <w:t>(по</w:t>
      </w:r>
      <w:r w:rsidR="005A564E">
        <w:t xml:space="preserve"> </w:t>
      </w:r>
      <w:r w:rsidRPr="00E10EC7">
        <w:t>согласованию);</w:t>
      </w:r>
    </w:p>
    <w:p w:rsidR="009A0654" w:rsidRPr="00E10EC7" w:rsidRDefault="009A0654" w:rsidP="00E10EC7">
      <w:r w:rsidRPr="00E10EC7">
        <w:t>Ломакина Г.Ф. -начальник управления сельского хозяйства;</w:t>
      </w:r>
    </w:p>
    <w:p w:rsidR="009A0654" w:rsidRPr="00E10EC7" w:rsidRDefault="009A0654" w:rsidP="00E10EC7">
      <w:r w:rsidRPr="00E10EC7">
        <w:t>Шалецкая А.В. - заведующая отделом торговли и лицензирования;</w:t>
      </w:r>
    </w:p>
    <w:p w:rsidR="009A0654" w:rsidRPr="00E10EC7" w:rsidRDefault="009A0654" w:rsidP="00E10EC7">
      <w:r w:rsidRPr="00E10EC7">
        <w:t>Никифорова</w:t>
      </w:r>
      <w:r w:rsidR="004E116C" w:rsidRPr="00E10EC7">
        <w:t xml:space="preserve"> </w:t>
      </w:r>
      <w:r w:rsidRPr="00E10EC7">
        <w:t>Н.И.</w:t>
      </w:r>
      <w:r w:rsidR="004E116C" w:rsidRPr="00E10EC7">
        <w:t xml:space="preserve"> </w:t>
      </w:r>
      <w:r w:rsidRPr="00E10EC7">
        <w:t>-</w:t>
      </w:r>
      <w:r w:rsidR="004E116C" w:rsidRPr="00E10EC7">
        <w:t xml:space="preserve"> </w:t>
      </w:r>
      <w:r w:rsidRPr="00E10EC7">
        <w:t>начальник</w:t>
      </w:r>
      <w:r w:rsidR="004E116C" w:rsidRPr="00E10EC7">
        <w:t xml:space="preserve"> </w:t>
      </w:r>
      <w:r w:rsidRPr="00E10EC7">
        <w:t>отделения</w:t>
      </w:r>
      <w:r w:rsidR="004E116C" w:rsidRPr="00E10EC7">
        <w:t xml:space="preserve"> </w:t>
      </w:r>
      <w:r w:rsidRPr="00E10EC7">
        <w:t>УФМС</w:t>
      </w:r>
      <w:r w:rsidR="004E116C" w:rsidRPr="00E10EC7">
        <w:t xml:space="preserve"> </w:t>
      </w:r>
      <w:r w:rsidRPr="00E10EC7">
        <w:t>в</w:t>
      </w:r>
      <w:r w:rsidR="004E116C" w:rsidRPr="00E10EC7">
        <w:t xml:space="preserve"> </w:t>
      </w:r>
      <w:r w:rsidRPr="00E10EC7">
        <w:t>Крапивинском районе (по согласованию);</w:t>
      </w:r>
    </w:p>
    <w:p w:rsidR="009A0654" w:rsidRPr="00E10EC7" w:rsidRDefault="009A0654" w:rsidP="00E10EC7">
      <w:r w:rsidRPr="00E10EC7">
        <w:t>Слонов Е. А. - главный специалист юридического отдела администрации</w:t>
      </w:r>
    </w:p>
    <w:p w:rsidR="009A0654" w:rsidRPr="00E10EC7" w:rsidRDefault="009A0654" w:rsidP="00E10EC7">
      <w:r w:rsidRPr="00E10EC7">
        <w:t>Распутина Е.А. — инспектор отделения УФМС в Крапивинском районе, секретарь комиссии (по согласованию);</w:t>
      </w:r>
    </w:p>
    <w:p w:rsidR="009A0654" w:rsidRPr="00E10EC7" w:rsidRDefault="009A0654" w:rsidP="00E10EC7">
      <w:r w:rsidRPr="00E10EC7">
        <w:t>Узбекова</w:t>
      </w:r>
      <w:r w:rsidR="004E116C" w:rsidRPr="00E10EC7">
        <w:t xml:space="preserve"> </w:t>
      </w:r>
      <w:r w:rsidRPr="00E10EC7">
        <w:t>Г.В.</w:t>
      </w:r>
      <w:r w:rsidR="004E116C" w:rsidRPr="00E10EC7">
        <w:t xml:space="preserve"> </w:t>
      </w:r>
      <w:r w:rsidRPr="00E10EC7">
        <w:t>-</w:t>
      </w:r>
      <w:r w:rsidR="004E116C" w:rsidRPr="00E10EC7">
        <w:t xml:space="preserve"> </w:t>
      </w:r>
      <w:r w:rsidRPr="00E10EC7">
        <w:t>главный</w:t>
      </w:r>
      <w:r w:rsidR="004E116C" w:rsidRPr="00E10EC7">
        <w:t xml:space="preserve"> </w:t>
      </w:r>
      <w:r w:rsidRPr="00E10EC7">
        <w:t>специалист</w:t>
      </w:r>
      <w:r w:rsidR="004E116C" w:rsidRPr="00E10EC7">
        <w:t xml:space="preserve"> </w:t>
      </w:r>
      <w:r w:rsidRPr="00E10EC7">
        <w:t>отдела</w:t>
      </w:r>
      <w:r w:rsidR="004E116C" w:rsidRPr="00E10EC7">
        <w:t xml:space="preserve"> </w:t>
      </w:r>
      <w:r w:rsidRPr="00E10EC7">
        <w:t>экономики</w:t>
      </w:r>
      <w:r w:rsidR="004E116C" w:rsidRPr="00E10EC7">
        <w:t xml:space="preserve"> </w:t>
      </w:r>
      <w:r w:rsidRPr="00E10EC7">
        <w:t>и ценообразования администрации, секретарь комиссии</w:t>
      </w:r>
    </w:p>
    <w:p w:rsidR="00F92F8A" w:rsidRPr="00E10EC7" w:rsidRDefault="00F92F8A" w:rsidP="00E10EC7"/>
    <w:p w:rsidR="009A0654" w:rsidRPr="00E10EC7" w:rsidRDefault="009A0654" w:rsidP="00E10EC7">
      <w:r w:rsidRPr="00E10EC7">
        <w:t>Главы поселков и сельских территорий</w:t>
      </w:r>
    </w:p>
    <w:sectPr w:rsidR="009A0654" w:rsidRPr="00E10EC7" w:rsidSect="00E10EC7">
      <w:pgSz w:w="11906" w:h="16838"/>
      <w:pgMar w:top="1418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F1889"/>
    <w:rsid w:val="00146199"/>
    <w:rsid w:val="001F48FE"/>
    <w:rsid w:val="0024046A"/>
    <w:rsid w:val="002F2B94"/>
    <w:rsid w:val="00364F62"/>
    <w:rsid w:val="003F6E76"/>
    <w:rsid w:val="00495B5A"/>
    <w:rsid w:val="004E116C"/>
    <w:rsid w:val="005A564E"/>
    <w:rsid w:val="00604A2E"/>
    <w:rsid w:val="009A0654"/>
    <w:rsid w:val="00A0699E"/>
    <w:rsid w:val="00BA3FC1"/>
    <w:rsid w:val="00E10EC7"/>
    <w:rsid w:val="00F0237A"/>
    <w:rsid w:val="00F476E0"/>
    <w:rsid w:val="00F92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495B5A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95B5A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95B5A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95B5A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95B5A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495B5A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495B5A"/>
  </w:style>
  <w:style w:type="paragraph" w:customStyle="1" w:styleId="Normal">
    <w:name w:val="Normal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customStyle="1" w:styleId="10">
    <w:name w:val="Заголовок 1 Знак"/>
    <w:basedOn w:val="a0"/>
    <w:link w:val="1"/>
    <w:rsid w:val="00E10EC7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E10EC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basedOn w:val="a0"/>
    <w:link w:val="3"/>
    <w:rsid w:val="00E10EC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basedOn w:val="a0"/>
    <w:link w:val="4"/>
    <w:rsid w:val="00E10EC7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495B5A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rsid w:val="00495B5A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basedOn w:val="a0"/>
    <w:link w:val="a5"/>
    <w:rsid w:val="00E10EC7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495B5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495B5A"/>
    <w:rPr>
      <w:color w:val="0000FF"/>
      <w:u w:val="none"/>
    </w:rPr>
  </w:style>
  <w:style w:type="paragraph" w:customStyle="1" w:styleId="Application">
    <w:name w:val="Application!Приложение"/>
    <w:rsid w:val="00495B5A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95B5A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95B5A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495B5A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495B5A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495B5A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95B5A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95B5A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95B5A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95B5A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495B5A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495B5A"/>
  </w:style>
  <w:style w:type="paragraph" w:customStyle="1" w:styleId="Normal">
    <w:name w:val="Normal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customStyle="1" w:styleId="10">
    <w:name w:val="Заголовок 1 Знак"/>
    <w:basedOn w:val="a0"/>
    <w:link w:val="1"/>
    <w:rsid w:val="00E10EC7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E10EC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basedOn w:val="a0"/>
    <w:link w:val="3"/>
    <w:rsid w:val="00E10EC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basedOn w:val="a0"/>
    <w:link w:val="4"/>
    <w:rsid w:val="00E10EC7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495B5A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rsid w:val="00495B5A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basedOn w:val="a0"/>
    <w:link w:val="a5"/>
    <w:rsid w:val="00E10EC7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495B5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495B5A"/>
    <w:rPr>
      <w:color w:val="0000FF"/>
      <w:u w:val="none"/>
    </w:rPr>
  </w:style>
  <w:style w:type="paragraph" w:customStyle="1" w:styleId="Application">
    <w:name w:val="Application!Приложение"/>
    <w:rsid w:val="00495B5A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95B5A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95B5A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495B5A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495B5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5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rnla-service.scli.ru:8080/rnla-links/ws/content/act/15d4560c-d530-4955-bf7e-f734337ae80b.html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4</Pages>
  <Words>1161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7770</CharactersWithSpaces>
  <SharedDoc>false</SharedDoc>
  <HLinks>
    <vt:vector size="6" baseType="variant">
      <vt:variant>
        <vt:i4>7077997</vt:i4>
      </vt:variant>
      <vt:variant>
        <vt:i4>0</vt:i4>
      </vt:variant>
      <vt:variant>
        <vt:i4>0</vt:i4>
      </vt:variant>
      <vt:variant>
        <vt:i4>5</vt:i4>
      </vt:variant>
      <vt:variant>
        <vt:lpwstr>/content/act/15d4560c-d530-4955-bf7e-f734337ae80b.html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dcterms:created xsi:type="dcterms:W3CDTF">2018-09-06T09:25:00Z</dcterms:created>
  <dcterms:modified xsi:type="dcterms:W3CDTF">2018-09-06T09:25:00Z</dcterms:modified>
</cp:coreProperties>
</file>