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747" w:rsidRPr="009555DD" w:rsidRDefault="002D7747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Российская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Федерация</w:t>
      </w:r>
    </w:p>
    <w:p w:rsidR="002D7747" w:rsidRPr="009555DD" w:rsidRDefault="002D7747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Администрация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Крапивинского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района</w:t>
      </w:r>
    </w:p>
    <w:p w:rsidR="009555DD" w:rsidRPr="009555DD" w:rsidRDefault="009555DD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8B2B8B" w:rsidRDefault="002D7747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РАСПОРЯЖЕНИЕ</w:t>
      </w:r>
    </w:p>
    <w:p w:rsidR="008B2B8B" w:rsidRDefault="008B2B8B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D7747" w:rsidRPr="009555DD" w:rsidRDefault="00593CA2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о</w:t>
      </w:r>
      <w:r w:rsidR="002D7747" w:rsidRPr="009555DD">
        <w:rPr>
          <w:rFonts w:cs="Arial"/>
          <w:b/>
          <w:bCs/>
          <w:kern w:val="28"/>
          <w:sz w:val="32"/>
          <w:szCs w:val="32"/>
        </w:rPr>
        <w:t>т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14.03.2002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г.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№111-р</w:t>
      </w:r>
    </w:p>
    <w:p w:rsidR="002D7747" w:rsidRPr="009555DD" w:rsidRDefault="002D7747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proofErr w:type="spellStart"/>
      <w:r w:rsidRPr="009555DD">
        <w:rPr>
          <w:rFonts w:cs="Arial"/>
          <w:b/>
          <w:bCs/>
          <w:kern w:val="28"/>
          <w:sz w:val="32"/>
          <w:szCs w:val="32"/>
        </w:rPr>
        <w:t>р.п</w:t>
      </w:r>
      <w:proofErr w:type="spellEnd"/>
      <w:r w:rsidRPr="009555DD">
        <w:rPr>
          <w:rFonts w:cs="Arial"/>
          <w:b/>
          <w:bCs/>
          <w:kern w:val="28"/>
          <w:sz w:val="32"/>
          <w:szCs w:val="32"/>
        </w:rPr>
        <w:t>.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Крапивинский</w:t>
      </w:r>
    </w:p>
    <w:p w:rsidR="00593CA2" w:rsidRPr="009555DD" w:rsidRDefault="00593CA2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</w:p>
    <w:p w:rsidR="002D7747" w:rsidRPr="009555DD" w:rsidRDefault="002D7747" w:rsidP="009555DD">
      <w:pPr>
        <w:jc w:val="center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О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межведомственной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координационной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комиссии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службы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медицины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катастроф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Крапивинского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28"/>
          <w:sz w:val="32"/>
          <w:szCs w:val="32"/>
        </w:rPr>
        <w:t>района</w:t>
      </w:r>
    </w:p>
    <w:p w:rsidR="00593CA2" w:rsidRDefault="00593CA2" w:rsidP="009555DD"/>
    <w:p w:rsidR="00FF37C8" w:rsidRPr="009555DD" w:rsidRDefault="00FF37C8" w:rsidP="009555DD">
      <w:bookmarkStart w:id="0" w:name="_GoBack"/>
      <w:bookmarkEnd w:id="0"/>
    </w:p>
    <w:p w:rsidR="002D7747" w:rsidRPr="009555DD" w:rsidRDefault="002D7747" w:rsidP="009555DD">
      <w:r w:rsidRPr="009555DD">
        <w:t>В</w:t>
      </w:r>
      <w:r w:rsidR="009555DD">
        <w:t xml:space="preserve"> </w:t>
      </w:r>
      <w:r w:rsidRPr="009555DD">
        <w:t>соответствии</w:t>
      </w:r>
      <w:r w:rsidR="009555DD">
        <w:t xml:space="preserve"> </w:t>
      </w:r>
      <w:r w:rsidRPr="009555DD">
        <w:t>с</w:t>
      </w:r>
      <w:r w:rsidR="009555DD">
        <w:t xml:space="preserve"> </w:t>
      </w:r>
      <w:r w:rsidRPr="009555DD">
        <w:t>постановлением</w:t>
      </w:r>
      <w:r w:rsidR="009555DD">
        <w:t xml:space="preserve"> </w:t>
      </w:r>
      <w:r w:rsidRPr="009555DD">
        <w:t>Правительства</w:t>
      </w:r>
      <w:r w:rsidR="009555DD">
        <w:t xml:space="preserve"> </w:t>
      </w:r>
      <w:r w:rsidRPr="009555DD">
        <w:t>Российской</w:t>
      </w:r>
      <w:r w:rsidR="009555DD">
        <w:t xml:space="preserve"> </w:t>
      </w:r>
      <w:r w:rsidR="00593CA2" w:rsidRPr="009555DD">
        <w:t>Федерации</w:t>
      </w:r>
      <w:r w:rsidR="009555DD">
        <w:t xml:space="preserve"> </w:t>
      </w:r>
      <w:hyperlink r:id="rId8" w:history="1">
        <w:r w:rsidR="00593CA2" w:rsidRPr="008B2B8B">
          <w:rPr>
            <w:rStyle w:val="a7"/>
          </w:rPr>
          <w:t>от</w:t>
        </w:r>
        <w:r w:rsidR="009555DD" w:rsidRPr="008B2B8B">
          <w:rPr>
            <w:rStyle w:val="a7"/>
          </w:rPr>
          <w:t xml:space="preserve"> </w:t>
        </w:r>
        <w:r w:rsidR="00593CA2" w:rsidRPr="008B2B8B">
          <w:rPr>
            <w:rStyle w:val="a7"/>
          </w:rPr>
          <w:t>28.02.</w:t>
        </w:r>
        <w:r w:rsidRPr="008B2B8B">
          <w:rPr>
            <w:rStyle w:val="a7"/>
          </w:rPr>
          <w:t>96</w:t>
        </w:r>
        <w:r w:rsidR="00593CA2" w:rsidRPr="008B2B8B">
          <w:rPr>
            <w:rStyle w:val="a7"/>
          </w:rPr>
          <w:t>г.</w:t>
        </w:r>
      </w:hyperlink>
      <w:r w:rsidR="009555DD">
        <w:t xml:space="preserve"> </w:t>
      </w:r>
      <w:r w:rsidRPr="009555DD">
        <w:t>«Вопросы</w:t>
      </w:r>
      <w:r w:rsidR="009555DD">
        <w:t xml:space="preserve"> </w:t>
      </w:r>
      <w:r w:rsidRPr="009555DD">
        <w:t>Всероссийской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катастроф»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целях</w:t>
      </w:r>
      <w:r w:rsidR="009555DD">
        <w:t xml:space="preserve"> </w:t>
      </w:r>
      <w:r w:rsidRPr="009555DD">
        <w:t>обеспечения</w:t>
      </w:r>
      <w:r w:rsidR="009555DD">
        <w:t xml:space="preserve"> </w:t>
      </w:r>
      <w:r w:rsidRPr="009555DD">
        <w:t>эффективной</w:t>
      </w:r>
      <w:r w:rsidR="009555DD">
        <w:t xml:space="preserve"> </w:t>
      </w:r>
      <w:r w:rsidRPr="009555DD">
        <w:t>экстренной</w:t>
      </w:r>
      <w:r w:rsidR="009555DD">
        <w:t xml:space="preserve"> </w:t>
      </w:r>
      <w:r w:rsidRPr="009555DD">
        <w:t>медицинской</w:t>
      </w:r>
      <w:r w:rsidR="009555DD">
        <w:t xml:space="preserve"> </w:t>
      </w:r>
      <w:r w:rsidRPr="009555DD">
        <w:t>помощи</w:t>
      </w:r>
      <w:r w:rsidR="009555DD">
        <w:t xml:space="preserve"> </w:t>
      </w:r>
      <w:r w:rsidRPr="009555DD">
        <w:t>населению</w:t>
      </w:r>
      <w:r w:rsidR="009555DD">
        <w:t xml:space="preserve"> </w:t>
      </w:r>
      <w:r w:rsidRPr="009555DD">
        <w:t>Кемеровской</w:t>
      </w:r>
      <w:r w:rsidR="009555DD">
        <w:t xml:space="preserve"> </w:t>
      </w:r>
      <w:r w:rsidRPr="009555DD">
        <w:t>области</w:t>
      </w:r>
      <w:r w:rsidR="009555DD">
        <w:t xml:space="preserve"> </w:t>
      </w:r>
      <w:r w:rsidRPr="009555DD">
        <w:t>при</w:t>
      </w:r>
      <w:r w:rsidR="009555DD">
        <w:t xml:space="preserve"> </w:t>
      </w:r>
      <w:r w:rsidRPr="009555DD">
        <w:t>возникновении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ликвидации</w:t>
      </w:r>
      <w:r w:rsidR="009555DD">
        <w:t xml:space="preserve"> </w:t>
      </w:r>
      <w:r w:rsidRPr="009555DD">
        <w:t>последствий</w:t>
      </w:r>
      <w:r w:rsidR="009555DD">
        <w:t xml:space="preserve"> </w:t>
      </w:r>
      <w:r w:rsidRPr="009555DD">
        <w:t>чрезвычайных</w:t>
      </w:r>
      <w:r w:rsidR="009555DD">
        <w:t xml:space="preserve"> </w:t>
      </w:r>
      <w:r w:rsidRPr="009555DD">
        <w:t>ситуаций,</w:t>
      </w:r>
      <w:r w:rsidR="009555DD">
        <w:t xml:space="preserve"> </w:t>
      </w:r>
      <w:r w:rsidRPr="009555DD">
        <w:t>вызванных</w:t>
      </w:r>
      <w:r w:rsidR="009555DD">
        <w:t xml:space="preserve"> </w:t>
      </w:r>
      <w:r w:rsidRPr="009555DD">
        <w:t>стихийными</w:t>
      </w:r>
      <w:r w:rsidR="009555DD">
        <w:t xml:space="preserve"> </w:t>
      </w:r>
      <w:r w:rsidRPr="009555DD">
        <w:t>бедствиями,</w:t>
      </w:r>
      <w:r w:rsidR="009555DD">
        <w:t xml:space="preserve"> </w:t>
      </w:r>
      <w:r w:rsidRPr="009555DD">
        <w:t>авариями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катастрофами:</w:t>
      </w:r>
    </w:p>
    <w:p w:rsidR="002D7747" w:rsidRPr="009555DD" w:rsidRDefault="00593CA2" w:rsidP="009555DD">
      <w:r w:rsidRPr="009555DD">
        <w:t>Утвердить</w:t>
      </w:r>
      <w:r w:rsidR="009555DD">
        <w:t xml:space="preserve"> </w:t>
      </w:r>
      <w:r w:rsidRPr="009555DD">
        <w:t>Положение</w:t>
      </w:r>
      <w:r w:rsidR="009555DD">
        <w:t xml:space="preserve"> </w:t>
      </w:r>
      <w:r w:rsidR="002D7747" w:rsidRPr="009555DD">
        <w:t>о</w:t>
      </w:r>
      <w:r w:rsidR="009555DD">
        <w:t xml:space="preserve"> </w:t>
      </w:r>
      <w:r w:rsidR="002D7747" w:rsidRPr="009555DD">
        <w:t>межведомственной</w:t>
      </w:r>
      <w:r w:rsidR="009555DD">
        <w:t xml:space="preserve"> </w:t>
      </w:r>
      <w:r w:rsidR="002D7747" w:rsidRPr="009555DD">
        <w:t>координационной</w:t>
      </w:r>
      <w:r w:rsidR="009555DD">
        <w:t xml:space="preserve"> </w:t>
      </w:r>
      <w:r w:rsidR="002D7747" w:rsidRPr="009555DD">
        <w:t>комиссии</w:t>
      </w:r>
      <w:r w:rsidR="009555DD">
        <w:t xml:space="preserve"> </w:t>
      </w:r>
      <w:r w:rsidR="002D7747" w:rsidRPr="009555DD">
        <w:t>службы</w:t>
      </w:r>
      <w:r w:rsidR="009555DD">
        <w:t xml:space="preserve"> </w:t>
      </w:r>
      <w:r w:rsidR="002D7747" w:rsidRPr="009555DD">
        <w:t>медицины</w:t>
      </w:r>
      <w:r w:rsidR="009555DD">
        <w:t xml:space="preserve"> </w:t>
      </w:r>
      <w:r w:rsidR="002D7747" w:rsidRPr="009555DD">
        <w:t>катастроф</w:t>
      </w:r>
      <w:r w:rsidR="009555DD">
        <w:t xml:space="preserve"> </w:t>
      </w:r>
      <w:r w:rsidR="002D7747" w:rsidRPr="009555DD">
        <w:t>Крапивинского</w:t>
      </w:r>
      <w:r w:rsidR="009555DD">
        <w:t xml:space="preserve"> </w:t>
      </w:r>
      <w:r w:rsidR="002D7747" w:rsidRPr="009555DD">
        <w:t>района.</w:t>
      </w:r>
    </w:p>
    <w:p w:rsidR="002D7747" w:rsidRPr="009555DD" w:rsidRDefault="00593CA2" w:rsidP="009555DD">
      <w:r w:rsidRPr="009555DD">
        <w:t>Утвердить</w:t>
      </w:r>
      <w:r w:rsidR="009555DD">
        <w:t xml:space="preserve"> </w:t>
      </w:r>
      <w:r w:rsidR="002D7747" w:rsidRPr="009555DD">
        <w:t>персональный</w:t>
      </w:r>
      <w:r w:rsidR="009555DD">
        <w:t xml:space="preserve"> </w:t>
      </w:r>
      <w:r w:rsidR="002D7747" w:rsidRPr="009555DD">
        <w:t>состав</w:t>
      </w:r>
      <w:r w:rsidR="009555DD">
        <w:t xml:space="preserve"> </w:t>
      </w:r>
      <w:r w:rsidR="002D7747" w:rsidRPr="009555DD">
        <w:t>межведомственной</w:t>
      </w:r>
      <w:r w:rsidR="009555DD">
        <w:t xml:space="preserve"> </w:t>
      </w:r>
      <w:r w:rsidR="002D7747" w:rsidRPr="009555DD">
        <w:t>координационной</w:t>
      </w:r>
      <w:r w:rsidR="009555DD">
        <w:t xml:space="preserve"> </w:t>
      </w:r>
      <w:proofErr w:type="gramStart"/>
      <w:r w:rsidRPr="009555DD">
        <w:t>комиссии</w:t>
      </w:r>
      <w:r w:rsidR="009555DD">
        <w:t xml:space="preserve"> </w:t>
      </w:r>
      <w:r w:rsidR="002D7747"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="002D7747" w:rsidRPr="009555DD">
        <w:t>катастроф</w:t>
      </w:r>
      <w:r w:rsidR="009555DD">
        <w:t xml:space="preserve"> </w:t>
      </w:r>
      <w:r w:rsidR="002D7747" w:rsidRPr="009555DD">
        <w:t>Крапивинского</w:t>
      </w:r>
      <w:r w:rsidR="009555DD">
        <w:t xml:space="preserve"> </w:t>
      </w:r>
      <w:r w:rsidR="002D7747" w:rsidRPr="009555DD">
        <w:t>района</w:t>
      </w:r>
      <w:proofErr w:type="gramEnd"/>
      <w:r w:rsidR="002D7747" w:rsidRPr="009555DD">
        <w:t>.</w:t>
      </w:r>
    </w:p>
    <w:p w:rsidR="002D7747" w:rsidRPr="009555DD" w:rsidRDefault="002D7747" w:rsidP="009555DD">
      <w:proofErr w:type="gramStart"/>
      <w:r w:rsidRPr="009555DD">
        <w:t>Контроль</w:t>
      </w:r>
      <w:r w:rsidR="009555DD">
        <w:t xml:space="preserve"> </w:t>
      </w:r>
      <w:r w:rsidRPr="009555DD">
        <w:t>за</w:t>
      </w:r>
      <w:proofErr w:type="gramEnd"/>
      <w:r w:rsidR="009555DD">
        <w:t xml:space="preserve"> </w:t>
      </w:r>
      <w:r w:rsidRPr="009555DD">
        <w:t>исполнением</w:t>
      </w:r>
      <w:r w:rsidR="009555DD">
        <w:t xml:space="preserve"> </w:t>
      </w:r>
      <w:r w:rsidRPr="009555DD">
        <w:t>настоящего</w:t>
      </w:r>
      <w:r w:rsidR="009555DD">
        <w:t xml:space="preserve"> </w:t>
      </w:r>
      <w:r w:rsidRPr="009555DD">
        <w:t>распоряжения</w:t>
      </w:r>
      <w:r w:rsidR="009555DD">
        <w:t xml:space="preserve"> </w:t>
      </w:r>
      <w:r w:rsidRPr="009555DD">
        <w:t>возложить</w:t>
      </w:r>
      <w:r w:rsidR="009555DD">
        <w:t xml:space="preserve"> </w:t>
      </w:r>
      <w:r w:rsidRPr="009555DD">
        <w:t>на</w:t>
      </w:r>
      <w:r w:rsidR="009555DD">
        <w:t xml:space="preserve"> </w:t>
      </w:r>
      <w:r w:rsidR="00593CA2" w:rsidRPr="009555DD">
        <w:t>заместителя</w:t>
      </w:r>
      <w:r w:rsidR="009555DD">
        <w:t xml:space="preserve"> </w:t>
      </w:r>
      <w:r w:rsidR="00593CA2" w:rsidRPr="009555DD">
        <w:t>главы</w:t>
      </w:r>
      <w:r w:rsidR="009555DD">
        <w:t xml:space="preserve"> </w:t>
      </w:r>
      <w:r w:rsidR="00593CA2" w:rsidRPr="009555DD">
        <w:t>администрации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социальным</w:t>
      </w:r>
      <w:r w:rsidR="009555DD">
        <w:t xml:space="preserve"> </w:t>
      </w:r>
      <w:r w:rsidRPr="009555DD">
        <w:t>вопросам</w:t>
      </w:r>
      <w:r w:rsidR="009555DD">
        <w:t xml:space="preserve"> </w:t>
      </w:r>
      <w:proofErr w:type="spellStart"/>
      <w:r w:rsidRPr="009555DD">
        <w:t>Вербичеву</w:t>
      </w:r>
      <w:proofErr w:type="spellEnd"/>
      <w:r w:rsidR="009555DD">
        <w:t xml:space="preserve"> </w:t>
      </w:r>
      <w:r w:rsidRPr="009555DD">
        <w:t>Н.Н.</w:t>
      </w:r>
    </w:p>
    <w:p w:rsidR="00593CA2" w:rsidRPr="009555DD" w:rsidRDefault="00593CA2" w:rsidP="009555DD"/>
    <w:p w:rsidR="009555DD" w:rsidRDefault="00DF63B0" w:rsidP="009555DD">
      <w:proofErr w:type="spellStart"/>
      <w:r w:rsidRPr="009555DD">
        <w:t>И.о</w:t>
      </w:r>
      <w:proofErr w:type="spellEnd"/>
      <w:r w:rsidR="00593CA2" w:rsidRPr="009555DD">
        <w:t>.</w:t>
      </w:r>
      <w:r w:rsidR="009555DD">
        <w:t xml:space="preserve"> </w:t>
      </w:r>
      <w:r w:rsidRPr="009555DD">
        <w:t>г</w:t>
      </w:r>
      <w:r w:rsidR="00593CA2" w:rsidRPr="009555DD">
        <w:t>лавы</w:t>
      </w:r>
      <w:r w:rsidR="009555DD">
        <w:t xml:space="preserve"> </w:t>
      </w:r>
      <w:r w:rsidR="00593CA2" w:rsidRPr="009555DD">
        <w:t>администрации</w:t>
      </w:r>
    </w:p>
    <w:p w:rsidR="00593CA2" w:rsidRPr="009555DD" w:rsidRDefault="00593CA2" w:rsidP="009555DD">
      <w:r w:rsidRPr="009555DD">
        <w:t>В.А.</w:t>
      </w:r>
      <w:r w:rsidR="009555DD">
        <w:t xml:space="preserve"> </w:t>
      </w:r>
      <w:r w:rsidRPr="009555DD">
        <w:t>Альберт</w:t>
      </w:r>
    </w:p>
    <w:p w:rsidR="00593CA2" w:rsidRPr="008B2B8B" w:rsidRDefault="00593CA2" w:rsidP="008B2B8B"/>
    <w:p w:rsidR="00DA6BF0" w:rsidRDefault="002D7747" w:rsidP="009555D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Утвержден</w:t>
      </w:r>
    </w:p>
    <w:p w:rsidR="00593CA2" w:rsidRPr="009555DD" w:rsidRDefault="00593CA2" w:rsidP="009555D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р</w:t>
      </w:r>
      <w:r w:rsidR="002D7747" w:rsidRPr="009555DD">
        <w:rPr>
          <w:rFonts w:cs="Arial"/>
          <w:b/>
          <w:bCs/>
          <w:kern w:val="28"/>
          <w:sz w:val="32"/>
          <w:szCs w:val="32"/>
        </w:rPr>
        <w:t>аспоряжением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="002D7747" w:rsidRPr="009555DD">
        <w:rPr>
          <w:rFonts w:cs="Arial"/>
          <w:b/>
          <w:bCs/>
          <w:kern w:val="28"/>
          <w:sz w:val="32"/>
          <w:szCs w:val="32"/>
        </w:rPr>
        <w:t>администрации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="002D7747" w:rsidRPr="009555DD">
        <w:rPr>
          <w:rFonts w:cs="Arial"/>
          <w:b/>
          <w:bCs/>
          <w:kern w:val="28"/>
          <w:sz w:val="32"/>
          <w:szCs w:val="32"/>
        </w:rPr>
        <w:t>района</w:t>
      </w:r>
    </w:p>
    <w:p w:rsidR="00593CA2" w:rsidRPr="009555DD" w:rsidRDefault="002D7747" w:rsidP="009555DD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9555DD">
        <w:rPr>
          <w:rFonts w:cs="Arial"/>
          <w:b/>
          <w:bCs/>
          <w:kern w:val="28"/>
          <w:sz w:val="32"/>
          <w:szCs w:val="32"/>
        </w:rPr>
        <w:t>от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="00593CA2" w:rsidRPr="009555DD">
        <w:rPr>
          <w:rFonts w:cs="Arial"/>
          <w:b/>
          <w:bCs/>
          <w:kern w:val="28"/>
          <w:sz w:val="32"/>
          <w:szCs w:val="32"/>
        </w:rPr>
        <w:t>14.03.2002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="00593CA2" w:rsidRPr="009555DD">
        <w:rPr>
          <w:rFonts w:cs="Arial"/>
          <w:b/>
          <w:bCs/>
          <w:kern w:val="28"/>
          <w:sz w:val="32"/>
          <w:szCs w:val="32"/>
        </w:rPr>
        <w:t>г.</w:t>
      </w:r>
      <w:r w:rsidR="009555DD" w:rsidRPr="009555DD">
        <w:rPr>
          <w:rFonts w:cs="Arial"/>
          <w:b/>
          <w:bCs/>
          <w:kern w:val="28"/>
          <w:sz w:val="32"/>
          <w:szCs w:val="32"/>
        </w:rPr>
        <w:t xml:space="preserve"> </w:t>
      </w:r>
      <w:r w:rsidR="00593CA2" w:rsidRPr="009555DD">
        <w:rPr>
          <w:rFonts w:cs="Arial"/>
          <w:b/>
          <w:bCs/>
          <w:kern w:val="28"/>
          <w:sz w:val="32"/>
          <w:szCs w:val="32"/>
        </w:rPr>
        <w:t>№111-р</w:t>
      </w:r>
    </w:p>
    <w:p w:rsidR="00593CA2" w:rsidRPr="009555DD" w:rsidRDefault="00593CA2" w:rsidP="009555DD"/>
    <w:p w:rsidR="002D7747" w:rsidRPr="009555DD" w:rsidRDefault="002D7747" w:rsidP="009555DD">
      <w:pPr>
        <w:jc w:val="center"/>
        <w:rPr>
          <w:rFonts w:cs="Arial"/>
          <w:b/>
          <w:bCs/>
          <w:iCs/>
          <w:sz w:val="30"/>
          <w:szCs w:val="28"/>
        </w:rPr>
      </w:pPr>
      <w:r w:rsidRPr="009555DD">
        <w:rPr>
          <w:rFonts w:cs="Arial"/>
          <w:b/>
          <w:bCs/>
          <w:iCs/>
          <w:sz w:val="30"/>
          <w:szCs w:val="28"/>
        </w:rPr>
        <w:t>С</w:t>
      </w:r>
      <w:r w:rsidR="00366044" w:rsidRPr="009555DD">
        <w:rPr>
          <w:rFonts w:cs="Arial"/>
          <w:b/>
          <w:bCs/>
          <w:iCs/>
          <w:sz w:val="30"/>
          <w:szCs w:val="28"/>
        </w:rPr>
        <w:t>остав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межведомственной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координационной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proofErr w:type="gramStart"/>
      <w:r w:rsidRPr="009555DD">
        <w:rPr>
          <w:rFonts w:cs="Arial"/>
          <w:b/>
          <w:bCs/>
          <w:iCs/>
          <w:sz w:val="30"/>
          <w:szCs w:val="28"/>
        </w:rPr>
        <w:t>комиссии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службы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медицины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катастроф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Крапивинского</w:t>
      </w:r>
      <w:r w:rsidR="009555DD" w:rsidRPr="009555DD">
        <w:rPr>
          <w:rFonts w:cs="Arial"/>
          <w:b/>
          <w:bCs/>
          <w:iCs/>
          <w:sz w:val="30"/>
          <w:szCs w:val="28"/>
        </w:rPr>
        <w:t xml:space="preserve"> </w:t>
      </w:r>
      <w:r w:rsidRPr="009555DD">
        <w:rPr>
          <w:rFonts w:cs="Arial"/>
          <w:b/>
          <w:bCs/>
          <w:iCs/>
          <w:sz w:val="30"/>
          <w:szCs w:val="28"/>
        </w:rPr>
        <w:t>района</w:t>
      </w:r>
      <w:proofErr w:type="gramEnd"/>
    </w:p>
    <w:p w:rsidR="009411A8" w:rsidRPr="009555DD" w:rsidRDefault="009411A8" w:rsidP="009555DD"/>
    <w:p w:rsidR="009411A8" w:rsidRPr="009555DD" w:rsidRDefault="009411A8" w:rsidP="009555DD">
      <w:proofErr w:type="spellStart"/>
      <w:r w:rsidRPr="009555DD">
        <w:t>Вербичева</w:t>
      </w:r>
      <w:proofErr w:type="spellEnd"/>
      <w:r w:rsidR="009555DD">
        <w:t xml:space="preserve"> </w:t>
      </w:r>
      <w:r w:rsidRPr="009555DD">
        <w:t>Н.Н.</w:t>
      </w:r>
      <w:r w:rsidR="009555DD">
        <w:t xml:space="preserve"> </w:t>
      </w:r>
      <w:r w:rsidRPr="009555DD">
        <w:t>заместитель</w:t>
      </w:r>
      <w:r w:rsidR="009555DD">
        <w:t xml:space="preserve"> </w:t>
      </w:r>
      <w:r w:rsidRPr="009555DD">
        <w:t>главы</w:t>
      </w:r>
      <w:r w:rsidR="009555DD">
        <w:t xml:space="preserve"> </w:t>
      </w:r>
      <w:r w:rsidRPr="009555DD">
        <w:t>администрации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социальным</w:t>
      </w:r>
      <w:r w:rsidR="009555DD">
        <w:t xml:space="preserve"> </w:t>
      </w:r>
      <w:r w:rsidRPr="009555DD">
        <w:t>вопросам,</w:t>
      </w:r>
      <w:r w:rsidR="009555DD">
        <w:t xml:space="preserve"> </w:t>
      </w:r>
      <w:r w:rsidRPr="009555DD">
        <w:t>председатель</w:t>
      </w:r>
      <w:r w:rsidR="009555DD">
        <w:t xml:space="preserve"> </w:t>
      </w:r>
      <w:r w:rsidRPr="009555DD">
        <w:t>комиссии</w:t>
      </w:r>
      <w:r w:rsidR="009555DD">
        <w:t xml:space="preserve"> </w:t>
      </w:r>
    </w:p>
    <w:p w:rsidR="009411A8" w:rsidRPr="009555DD" w:rsidRDefault="009411A8" w:rsidP="009555DD"/>
    <w:p w:rsidR="00366044" w:rsidRPr="009555DD" w:rsidRDefault="009411A8" w:rsidP="009555DD">
      <w:proofErr w:type="spellStart"/>
      <w:r w:rsidRPr="009555DD">
        <w:t>Винюхин</w:t>
      </w:r>
      <w:proofErr w:type="spellEnd"/>
      <w:r w:rsidR="009555DD">
        <w:t xml:space="preserve"> </w:t>
      </w:r>
      <w:r w:rsidRPr="009555DD">
        <w:t>А.Ю.</w:t>
      </w:r>
      <w:r w:rsidR="009555DD">
        <w:t xml:space="preserve"> </w:t>
      </w:r>
      <w:r w:rsidRPr="009555DD">
        <w:t>главный</w:t>
      </w:r>
      <w:r w:rsidR="009555DD">
        <w:t xml:space="preserve"> </w:t>
      </w:r>
      <w:r w:rsidRPr="009555DD">
        <w:t>врач</w:t>
      </w:r>
      <w:r w:rsidR="009555DD">
        <w:t xml:space="preserve"> </w:t>
      </w:r>
      <w:r w:rsidRPr="009555DD">
        <w:t>ЦРБ,</w:t>
      </w:r>
      <w:r w:rsidR="009555DD">
        <w:t xml:space="preserve"> </w:t>
      </w:r>
      <w:r w:rsidRPr="009555DD">
        <w:t>заместитель</w:t>
      </w:r>
      <w:r w:rsidR="009555DD">
        <w:t xml:space="preserve"> </w:t>
      </w:r>
      <w:r w:rsidRPr="009555DD">
        <w:t>председателя</w:t>
      </w:r>
      <w:r w:rsidR="009555DD">
        <w:t xml:space="preserve"> </w:t>
      </w:r>
      <w:r w:rsidRPr="009555DD">
        <w:t>комиссии</w:t>
      </w:r>
      <w:r w:rsidR="009555DD">
        <w:t xml:space="preserve"> </w:t>
      </w:r>
    </w:p>
    <w:p w:rsidR="00366044" w:rsidRPr="009555DD" w:rsidRDefault="00366044" w:rsidP="009555DD"/>
    <w:p w:rsidR="009411A8" w:rsidRDefault="009411A8" w:rsidP="008B2B8B">
      <w:r w:rsidRPr="008B2B8B">
        <w:t>Члены</w:t>
      </w:r>
      <w:r w:rsidR="009555DD" w:rsidRPr="008B2B8B">
        <w:t xml:space="preserve"> </w:t>
      </w:r>
      <w:r w:rsidRPr="008B2B8B">
        <w:t>комиссии:</w:t>
      </w:r>
    </w:p>
    <w:p w:rsidR="008B2B8B" w:rsidRDefault="008B2B8B" w:rsidP="009555DD"/>
    <w:p w:rsidR="009411A8" w:rsidRPr="009555DD" w:rsidRDefault="009411A8" w:rsidP="009555DD">
      <w:proofErr w:type="spellStart"/>
      <w:r w:rsidRPr="009555DD">
        <w:t>Матафонов</w:t>
      </w:r>
      <w:proofErr w:type="spellEnd"/>
      <w:r w:rsidR="009555DD">
        <w:t xml:space="preserve"> </w:t>
      </w:r>
      <w:r w:rsidRPr="009555DD">
        <w:t>А.Е.</w:t>
      </w:r>
      <w:r w:rsidR="009555DD">
        <w:t xml:space="preserve"> </w:t>
      </w:r>
      <w:r w:rsidRPr="009555DD">
        <w:t>начальник</w:t>
      </w:r>
      <w:r w:rsidR="009555DD">
        <w:t xml:space="preserve"> </w:t>
      </w:r>
      <w:r w:rsidRPr="009555DD">
        <w:t>МС</w:t>
      </w:r>
      <w:r w:rsidR="009555DD">
        <w:t xml:space="preserve"> </w:t>
      </w:r>
      <w:r w:rsidRPr="009555DD">
        <w:t>ГО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ЧС</w:t>
      </w:r>
      <w:r w:rsidR="009555DD">
        <w:t xml:space="preserve"> </w:t>
      </w:r>
      <w:r w:rsidRPr="009555DD">
        <w:t>района</w:t>
      </w:r>
    </w:p>
    <w:p w:rsidR="009411A8" w:rsidRPr="009555DD" w:rsidRDefault="009411A8" w:rsidP="009555DD">
      <w:r w:rsidRPr="009555DD">
        <w:t>Яковлев</w:t>
      </w:r>
      <w:r w:rsidR="009555DD">
        <w:t xml:space="preserve"> </w:t>
      </w:r>
      <w:r w:rsidRPr="009555DD">
        <w:t>А.И.</w:t>
      </w:r>
      <w:r w:rsidR="009555DD">
        <w:t xml:space="preserve"> </w:t>
      </w:r>
      <w:r w:rsidRPr="009555DD">
        <w:t>главный</w:t>
      </w:r>
      <w:r w:rsidR="009555DD">
        <w:t xml:space="preserve"> </w:t>
      </w:r>
      <w:r w:rsidRPr="009555DD">
        <w:t>врач</w:t>
      </w:r>
      <w:r w:rsidR="009555DD">
        <w:t xml:space="preserve"> </w:t>
      </w:r>
      <w:r w:rsidRPr="009555DD">
        <w:t>ГСЭН</w:t>
      </w:r>
    </w:p>
    <w:p w:rsidR="009411A8" w:rsidRPr="009555DD" w:rsidRDefault="009411A8" w:rsidP="009555DD">
      <w:proofErr w:type="spellStart"/>
      <w:r w:rsidRPr="009555DD">
        <w:t>Полехин</w:t>
      </w:r>
      <w:proofErr w:type="spellEnd"/>
      <w:r w:rsidR="009555DD">
        <w:t xml:space="preserve"> </w:t>
      </w:r>
      <w:r w:rsidRPr="009555DD">
        <w:t>С.Т.</w:t>
      </w:r>
      <w:r w:rsidR="009555DD">
        <w:t xml:space="preserve"> </w:t>
      </w:r>
      <w:r w:rsidRPr="009555DD">
        <w:t>заведующий</w:t>
      </w:r>
      <w:r w:rsidR="009555DD">
        <w:t xml:space="preserve"> </w:t>
      </w:r>
      <w:r w:rsidRPr="009555DD">
        <w:t>отделением</w:t>
      </w:r>
      <w:r w:rsidR="009555DD">
        <w:t xml:space="preserve"> </w:t>
      </w:r>
      <w:r w:rsidRPr="009555DD">
        <w:t>скорой</w:t>
      </w:r>
      <w:r w:rsidR="009555DD">
        <w:t xml:space="preserve"> </w:t>
      </w:r>
      <w:r w:rsidRPr="009555DD">
        <w:t>помощи</w:t>
      </w:r>
    </w:p>
    <w:p w:rsidR="009411A8" w:rsidRPr="009555DD" w:rsidRDefault="009411A8" w:rsidP="009555DD">
      <w:proofErr w:type="spellStart"/>
      <w:r w:rsidRPr="009555DD">
        <w:t>Филипова</w:t>
      </w:r>
      <w:proofErr w:type="spellEnd"/>
      <w:r w:rsidR="009555DD">
        <w:t xml:space="preserve"> </w:t>
      </w:r>
      <w:r w:rsidRPr="009555DD">
        <w:t>С.В.</w:t>
      </w:r>
      <w:r w:rsidR="009555DD">
        <w:t xml:space="preserve"> </w:t>
      </w:r>
      <w:r w:rsidRPr="009555DD">
        <w:t>заведующая</w:t>
      </w:r>
      <w:r w:rsidR="009555DD">
        <w:t xml:space="preserve"> </w:t>
      </w:r>
      <w:r w:rsidRPr="009555DD">
        <w:t>поликлиникой</w:t>
      </w:r>
    </w:p>
    <w:p w:rsidR="009411A8" w:rsidRPr="009555DD" w:rsidRDefault="009411A8" w:rsidP="009555DD">
      <w:proofErr w:type="spellStart"/>
      <w:r w:rsidRPr="009555DD">
        <w:t>Бобенко</w:t>
      </w:r>
      <w:proofErr w:type="spellEnd"/>
      <w:r w:rsidR="009555DD">
        <w:t xml:space="preserve"> </w:t>
      </w:r>
      <w:r w:rsidRPr="009555DD">
        <w:t>Н.В.</w:t>
      </w:r>
      <w:r w:rsidR="009555DD">
        <w:t xml:space="preserve"> </w:t>
      </w:r>
      <w:r w:rsidRPr="009555DD">
        <w:t>заместитель</w:t>
      </w:r>
      <w:r w:rsidR="009555DD">
        <w:t xml:space="preserve"> </w:t>
      </w:r>
      <w:r w:rsidRPr="009555DD">
        <w:t>главного</w:t>
      </w:r>
      <w:r w:rsidR="009555DD">
        <w:t xml:space="preserve"> </w:t>
      </w:r>
      <w:r w:rsidRPr="009555DD">
        <w:t>врача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медицинской</w:t>
      </w:r>
      <w:r w:rsidR="009555DD">
        <w:t xml:space="preserve"> </w:t>
      </w:r>
      <w:r w:rsidRPr="009555DD">
        <w:t>части</w:t>
      </w:r>
    </w:p>
    <w:p w:rsidR="009411A8" w:rsidRPr="009555DD" w:rsidRDefault="009411A8" w:rsidP="009555DD"/>
    <w:p w:rsidR="002D7747" w:rsidRPr="008B2B8B" w:rsidRDefault="002D7747" w:rsidP="008B2B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B2B8B">
        <w:rPr>
          <w:rFonts w:cs="Arial"/>
          <w:b/>
          <w:bCs/>
          <w:kern w:val="28"/>
          <w:sz w:val="32"/>
          <w:szCs w:val="32"/>
        </w:rPr>
        <w:t>Утверждено</w:t>
      </w:r>
    </w:p>
    <w:p w:rsidR="009411A8" w:rsidRPr="008B2B8B" w:rsidRDefault="002D7747" w:rsidP="008B2B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B2B8B">
        <w:rPr>
          <w:rFonts w:cs="Arial"/>
          <w:b/>
          <w:bCs/>
          <w:kern w:val="28"/>
          <w:sz w:val="32"/>
          <w:szCs w:val="32"/>
        </w:rPr>
        <w:t>распоряжением</w:t>
      </w:r>
      <w:r w:rsidR="009555DD" w:rsidRPr="008B2B8B">
        <w:rPr>
          <w:rFonts w:cs="Arial"/>
          <w:b/>
          <w:bCs/>
          <w:kern w:val="28"/>
          <w:sz w:val="32"/>
          <w:szCs w:val="32"/>
        </w:rPr>
        <w:t xml:space="preserve"> </w:t>
      </w:r>
      <w:r w:rsidRPr="008B2B8B">
        <w:rPr>
          <w:rFonts w:cs="Arial"/>
          <w:b/>
          <w:bCs/>
          <w:kern w:val="28"/>
          <w:sz w:val="32"/>
          <w:szCs w:val="32"/>
        </w:rPr>
        <w:t>администрации</w:t>
      </w:r>
      <w:r w:rsidR="009555DD" w:rsidRPr="008B2B8B">
        <w:rPr>
          <w:rFonts w:cs="Arial"/>
          <w:b/>
          <w:bCs/>
          <w:kern w:val="28"/>
          <w:sz w:val="32"/>
          <w:szCs w:val="32"/>
        </w:rPr>
        <w:t xml:space="preserve"> </w:t>
      </w:r>
      <w:r w:rsidRPr="008B2B8B">
        <w:rPr>
          <w:rFonts w:cs="Arial"/>
          <w:b/>
          <w:bCs/>
          <w:kern w:val="28"/>
          <w:sz w:val="32"/>
          <w:szCs w:val="32"/>
        </w:rPr>
        <w:t>района</w:t>
      </w:r>
    </w:p>
    <w:p w:rsidR="002D7747" w:rsidRPr="008B2B8B" w:rsidRDefault="002D7747" w:rsidP="008B2B8B">
      <w:pPr>
        <w:jc w:val="right"/>
        <w:rPr>
          <w:rFonts w:cs="Arial"/>
          <w:b/>
          <w:bCs/>
          <w:kern w:val="28"/>
          <w:sz w:val="32"/>
          <w:szCs w:val="32"/>
        </w:rPr>
      </w:pPr>
      <w:r w:rsidRPr="008B2B8B">
        <w:rPr>
          <w:rFonts w:cs="Arial"/>
          <w:b/>
          <w:bCs/>
          <w:kern w:val="28"/>
          <w:sz w:val="32"/>
          <w:szCs w:val="32"/>
        </w:rPr>
        <w:t>от</w:t>
      </w:r>
      <w:r w:rsidR="009555DD" w:rsidRPr="008B2B8B">
        <w:rPr>
          <w:rFonts w:cs="Arial"/>
          <w:b/>
          <w:bCs/>
          <w:kern w:val="28"/>
          <w:sz w:val="32"/>
          <w:szCs w:val="32"/>
        </w:rPr>
        <w:t xml:space="preserve"> </w:t>
      </w:r>
      <w:r w:rsidR="009411A8" w:rsidRPr="008B2B8B">
        <w:rPr>
          <w:rFonts w:cs="Arial"/>
          <w:b/>
          <w:bCs/>
          <w:kern w:val="28"/>
          <w:sz w:val="32"/>
          <w:szCs w:val="32"/>
        </w:rPr>
        <w:t>14.03.2002г.</w:t>
      </w:r>
      <w:r w:rsidR="009555DD" w:rsidRPr="008B2B8B">
        <w:rPr>
          <w:rFonts w:cs="Arial"/>
          <w:b/>
          <w:bCs/>
          <w:kern w:val="28"/>
          <w:sz w:val="32"/>
          <w:szCs w:val="32"/>
        </w:rPr>
        <w:t xml:space="preserve"> </w:t>
      </w:r>
      <w:r w:rsidR="009411A8" w:rsidRPr="008B2B8B">
        <w:rPr>
          <w:rFonts w:cs="Arial"/>
          <w:b/>
          <w:bCs/>
          <w:kern w:val="28"/>
          <w:sz w:val="32"/>
          <w:szCs w:val="32"/>
        </w:rPr>
        <w:t>№111-р</w:t>
      </w:r>
    </w:p>
    <w:p w:rsidR="009411A8" w:rsidRPr="009555DD" w:rsidRDefault="009411A8" w:rsidP="009555DD"/>
    <w:p w:rsidR="008B2B8B" w:rsidRDefault="002D7747" w:rsidP="009555DD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9555DD">
        <w:rPr>
          <w:rFonts w:cs="Arial"/>
          <w:b/>
          <w:bCs/>
          <w:kern w:val="32"/>
          <w:sz w:val="32"/>
          <w:szCs w:val="32"/>
        </w:rPr>
        <w:t>ПОЛОЖЕНИЕ</w:t>
      </w:r>
    </w:p>
    <w:p w:rsidR="002D7747" w:rsidRPr="009555DD" w:rsidRDefault="002D7747" w:rsidP="009555DD">
      <w:pPr>
        <w:jc w:val="center"/>
        <w:rPr>
          <w:rFonts w:cs="Arial"/>
          <w:b/>
          <w:bCs/>
          <w:kern w:val="32"/>
          <w:sz w:val="32"/>
          <w:szCs w:val="32"/>
        </w:rPr>
      </w:pPr>
      <w:r w:rsidRPr="009555DD">
        <w:rPr>
          <w:rFonts w:cs="Arial"/>
          <w:b/>
          <w:bCs/>
          <w:kern w:val="32"/>
          <w:sz w:val="32"/>
          <w:szCs w:val="32"/>
        </w:rPr>
        <w:t>о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межведомственной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координационной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комиссии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службы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медицины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катастроф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Крапивинского</w:t>
      </w:r>
      <w:r w:rsidR="009555DD" w:rsidRPr="009555DD">
        <w:rPr>
          <w:rFonts w:cs="Arial"/>
          <w:b/>
          <w:bCs/>
          <w:kern w:val="32"/>
          <w:sz w:val="32"/>
          <w:szCs w:val="32"/>
        </w:rPr>
        <w:t xml:space="preserve"> </w:t>
      </w:r>
      <w:r w:rsidRPr="009555DD">
        <w:rPr>
          <w:rFonts w:cs="Arial"/>
          <w:b/>
          <w:bCs/>
          <w:kern w:val="32"/>
          <w:sz w:val="32"/>
          <w:szCs w:val="32"/>
        </w:rPr>
        <w:t>района</w:t>
      </w:r>
    </w:p>
    <w:p w:rsidR="009411A8" w:rsidRPr="009555DD" w:rsidRDefault="009411A8" w:rsidP="009555DD"/>
    <w:p w:rsidR="002D7747" w:rsidRPr="009555DD" w:rsidRDefault="002D7747" w:rsidP="009555DD">
      <w:r w:rsidRPr="009555DD">
        <w:t>1.</w:t>
      </w:r>
      <w:r w:rsidR="009555DD">
        <w:t xml:space="preserve"> </w:t>
      </w:r>
      <w:proofErr w:type="gramStart"/>
      <w:r w:rsidRPr="009555DD">
        <w:t>Межведомственная</w:t>
      </w:r>
      <w:r w:rsidR="009555DD">
        <w:t xml:space="preserve"> </w:t>
      </w:r>
      <w:r w:rsidRPr="009555DD">
        <w:t>координационная</w:t>
      </w:r>
      <w:r w:rsidR="009555DD">
        <w:t xml:space="preserve"> </w:t>
      </w:r>
      <w:r w:rsidRPr="009555DD">
        <w:t>комиссия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</w:t>
      </w:r>
      <w:r w:rsidR="009555DD">
        <w:t xml:space="preserve"> </w:t>
      </w:r>
      <w:r w:rsidRPr="009555DD">
        <w:t>Крапивинского</w:t>
      </w:r>
      <w:r w:rsidR="009555DD">
        <w:t xml:space="preserve"> </w:t>
      </w:r>
      <w:r w:rsidRPr="009555DD">
        <w:t>района</w:t>
      </w:r>
      <w:r w:rsidR="009555DD">
        <w:t xml:space="preserve"> </w:t>
      </w:r>
      <w:r w:rsidRPr="009555DD">
        <w:t>(далее</w:t>
      </w:r>
      <w:r w:rsidR="009555DD">
        <w:t xml:space="preserve"> </w:t>
      </w:r>
      <w:r w:rsidRPr="009555DD">
        <w:t>-</w:t>
      </w:r>
      <w:r w:rsidR="009555DD">
        <w:t xml:space="preserve"> </w:t>
      </w:r>
      <w:r w:rsidRPr="009555DD">
        <w:t>комиссия)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своей</w:t>
      </w:r>
      <w:r w:rsidR="009555DD">
        <w:t xml:space="preserve"> </w:t>
      </w:r>
      <w:r w:rsidRPr="009555DD">
        <w:t>деятельности</w:t>
      </w:r>
      <w:r w:rsidR="009555DD">
        <w:t xml:space="preserve"> </w:t>
      </w:r>
      <w:r w:rsidR="009411A8" w:rsidRPr="009555DD">
        <w:t>руководствуется</w:t>
      </w:r>
      <w:r w:rsidR="009555DD">
        <w:t xml:space="preserve"> </w:t>
      </w:r>
      <w:hyperlink r:id="rId9" w:tgtFrame="Logical" w:history="1">
        <w:r w:rsidRPr="008B2B8B">
          <w:rPr>
            <w:rStyle w:val="a7"/>
          </w:rPr>
          <w:t>Конституцией</w:t>
        </w:r>
        <w:r w:rsidR="009555DD" w:rsidRPr="008B2B8B">
          <w:rPr>
            <w:rStyle w:val="a7"/>
          </w:rPr>
          <w:t xml:space="preserve"> </w:t>
        </w:r>
        <w:r w:rsidRPr="008B2B8B">
          <w:rPr>
            <w:rStyle w:val="a7"/>
          </w:rPr>
          <w:t>Российской</w:t>
        </w:r>
        <w:r w:rsidR="009555DD" w:rsidRPr="008B2B8B">
          <w:rPr>
            <w:rStyle w:val="a7"/>
          </w:rPr>
          <w:t xml:space="preserve"> </w:t>
        </w:r>
        <w:r w:rsidRPr="008B2B8B">
          <w:rPr>
            <w:rStyle w:val="a7"/>
          </w:rPr>
          <w:t>Федерации</w:t>
        </w:r>
      </w:hyperlink>
      <w:r w:rsidRPr="009555DD">
        <w:t>,</w:t>
      </w:r>
      <w:r w:rsidR="009555DD">
        <w:t xml:space="preserve"> </w:t>
      </w:r>
      <w:r w:rsidRPr="009555DD">
        <w:t>федеральными</w:t>
      </w:r>
      <w:r w:rsidR="009555DD">
        <w:t xml:space="preserve"> </w:t>
      </w:r>
      <w:r w:rsidRPr="009555DD">
        <w:t>законами,</w:t>
      </w:r>
      <w:r w:rsidR="009555DD">
        <w:t xml:space="preserve"> </w:t>
      </w:r>
      <w:r w:rsidRPr="009555DD">
        <w:t>указами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распоряжениями</w:t>
      </w:r>
      <w:r w:rsidR="009555DD">
        <w:t xml:space="preserve"> </w:t>
      </w:r>
      <w:r w:rsidRPr="009555DD">
        <w:t>Президента</w:t>
      </w:r>
      <w:r w:rsidR="009555DD">
        <w:t xml:space="preserve"> </w:t>
      </w:r>
      <w:r w:rsidRPr="009555DD">
        <w:t>Российской</w:t>
      </w:r>
      <w:r w:rsidR="009555DD">
        <w:t xml:space="preserve"> </w:t>
      </w:r>
      <w:r w:rsidRPr="009555DD">
        <w:t>Федерации,</w:t>
      </w:r>
      <w:r w:rsidR="009555DD">
        <w:t xml:space="preserve"> </w:t>
      </w:r>
      <w:r w:rsidRPr="009555DD">
        <w:t>постановлениями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распоряжениями</w:t>
      </w:r>
      <w:r w:rsidR="009555DD">
        <w:t xml:space="preserve"> </w:t>
      </w:r>
      <w:r w:rsidRPr="009555DD">
        <w:t>Правительства</w:t>
      </w:r>
      <w:r w:rsidR="009555DD">
        <w:t xml:space="preserve"> </w:t>
      </w:r>
      <w:r w:rsidRPr="009555DD">
        <w:t>Российской</w:t>
      </w:r>
      <w:r w:rsidR="009555DD">
        <w:t xml:space="preserve"> </w:t>
      </w:r>
      <w:r w:rsidRPr="009555DD">
        <w:t>Федерации,</w:t>
      </w:r>
      <w:r w:rsidR="009555DD">
        <w:t xml:space="preserve"> </w:t>
      </w:r>
      <w:r w:rsidR="009411A8" w:rsidRPr="009555DD">
        <w:t>законами</w:t>
      </w:r>
      <w:r w:rsidR="009555DD">
        <w:t xml:space="preserve"> </w:t>
      </w:r>
      <w:r w:rsidR="009411A8" w:rsidRPr="009555DD">
        <w:t>Кемеровской</w:t>
      </w:r>
      <w:r w:rsidR="009555DD">
        <w:t xml:space="preserve"> </w:t>
      </w:r>
      <w:r w:rsidRPr="009555DD">
        <w:t>области,</w:t>
      </w:r>
      <w:r w:rsidR="009555DD">
        <w:t xml:space="preserve"> </w:t>
      </w:r>
      <w:r w:rsidRPr="009555DD">
        <w:t>постановлениями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распоряжениями</w:t>
      </w:r>
      <w:r w:rsidR="009555DD">
        <w:t xml:space="preserve"> </w:t>
      </w:r>
      <w:r w:rsidRPr="009555DD">
        <w:t>Администрации</w:t>
      </w:r>
      <w:r w:rsidR="009555DD">
        <w:t xml:space="preserve"> </w:t>
      </w:r>
      <w:r w:rsidR="009411A8" w:rsidRPr="009555DD">
        <w:t>Кемеровской</w:t>
      </w:r>
      <w:r w:rsidR="009555DD">
        <w:t xml:space="preserve"> </w:t>
      </w:r>
      <w:r w:rsidR="009411A8" w:rsidRPr="009555DD">
        <w:t>области,</w:t>
      </w:r>
      <w:r w:rsidR="009555DD">
        <w:t xml:space="preserve"> </w:t>
      </w:r>
      <w:r w:rsidR="009411A8" w:rsidRPr="009555DD">
        <w:t>распоряжениями</w:t>
      </w:r>
      <w:r w:rsidR="009555DD">
        <w:t xml:space="preserve"> </w:t>
      </w:r>
      <w:r w:rsidRPr="009555DD">
        <w:t>Администрации</w:t>
      </w:r>
      <w:r w:rsidR="009555DD">
        <w:t xml:space="preserve"> </w:t>
      </w:r>
      <w:r w:rsidRPr="009555DD">
        <w:t>Крапив</w:t>
      </w:r>
      <w:r w:rsidR="009411A8" w:rsidRPr="009555DD">
        <w:t>инского</w:t>
      </w:r>
      <w:r w:rsidR="009555DD">
        <w:t xml:space="preserve"> </w:t>
      </w:r>
      <w:r w:rsidRPr="009555DD">
        <w:t>района,</w:t>
      </w:r>
      <w:r w:rsidR="009555DD">
        <w:t xml:space="preserve"> </w:t>
      </w:r>
      <w:r w:rsidR="009411A8" w:rsidRPr="009555DD">
        <w:t>другими</w:t>
      </w:r>
      <w:r w:rsidR="009555DD">
        <w:t xml:space="preserve"> </w:t>
      </w:r>
      <w:r w:rsidRPr="009555DD">
        <w:t>нормативными</w:t>
      </w:r>
      <w:r w:rsidR="009555DD">
        <w:t xml:space="preserve"> </w:t>
      </w:r>
      <w:r w:rsidRPr="009555DD">
        <w:t>актами</w:t>
      </w:r>
      <w:r w:rsidR="009555DD">
        <w:t xml:space="preserve"> </w:t>
      </w:r>
      <w:r w:rsidRPr="009555DD">
        <w:t>Российской</w:t>
      </w:r>
      <w:r w:rsidR="009555DD">
        <w:t xml:space="preserve"> </w:t>
      </w:r>
      <w:r w:rsidRPr="009555DD">
        <w:t>Федерации,</w:t>
      </w:r>
      <w:r w:rsidR="009555DD">
        <w:t xml:space="preserve"> </w:t>
      </w:r>
      <w:r w:rsidRPr="009555DD">
        <w:t>Кемеровской</w:t>
      </w:r>
      <w:r w:rsidR="009555DD">
        <w:t xml:space="preserve"> </w:t>
      </w:r>
      <w:r w:rsidR="009411A8" w:rsidRPr="009555DD">
        <w:t>области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Крапивинского</w:t>
      </w:r>
      <w:r w:rsidR="009555DD">
        <w:t xml:space="preserve"> </w:t>
      </w:r>
      <w:r w:rsidRPr="009555DD">
        <w:t>района,</w:t>
      </w:r>
      <w:r w:rsidR="009555DD">
        <w:t xml:space="preserve"> </w:t>
      </w:r>
      <w:r w:rsidR="009411A8" w:rsidRPr="009555DD">
        <w:t>а</w:t>
      </w:r>
      <w:r w:rsidR="009555DD">
        <w:t xml:space="preserve"> </w:t>
      </w:r>
      <w:r w:rsidRPr="009555DD">
        <w:t>также</w:t>
      </w:r>
      <w:r w:rsidR="009555DD">
        <w:t xml:space="preserve"> </w:t>
      </w:r>
      <w:r w:rsidR="009411A8" w:rsidRPr="009555DD">
        <w:t>Положением</w:t>
      </w:r>
      <w:r w:rsidR="009555DD">
        <w:t xml:space="preserve"> </w:t>
      </w:r>
      <w:r w:rsidRPr="009555DD">
        <w:t>о</w:t>
      </w:r>
      <w:r w:rsidR="009555DD">
        <w:t xml:space="preserve"> </w:t>
      </w:r>
      <w:r w:rsidRPr="009555DD">
        <w:t>межведомственной</w:t>
      </w:r>
      <w:r w:rsidR="009555DD">
        <w:t xml:space="preserve"> </w:t>
      </w:r>
      <w:r w:rsidRPr="009555DD">
        <w:t>координационной</w:t>
      </w:r>
      <w:proofErr w:type="gramEnd"/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</w:t>
      </w:r>
      <w:r w:rsidR="009555DD">
        <w:t xml:space="preserve"> </w:t>
      </w:r>
      <w:r w:rsidRPr="009555DD">
        <w:t>Кемеровской</w:t>
      </w:r>
      <w:r w:rsidR="009555DD">
        <w:t xml:space="preserve"> </w:t>
      </w:r>
      <w:r w:rsidRPr="009555DD">
        <w:t>области.</w:t>
      </w:r>
    </w:p>
    <w:p w:rsidR="002D7747" w:rsidRPr="009555DD" w:rsidRDefault="002D7747" w:rsidP="009555DD">
      <w:r w:rsidRPr="009555DD">
        <w:t>Комиссия</w:t>
      </w:r>
      <w:r w:rsidR="009555DD">
        <w:t xml:space="preserve"> </w:t>
      </w:r>
      <w:r w:rsidRPr="009555DD">
        <w:t>осуществляет</w:t>
      </w:r>
      <w:r w:rsidR="009555DD">
        <w:t xml:space="preserve"> </w:t>
      </w:r>
      <w:r w:rsidRPr="009555DD">
        <w:t>свои</w:t>
      </w:r>
      <w:r w:rsidR="009555DD">
        <w:t xml:space="preserve"> </w:t>
      </w:r>
      <w:r w:rsidRPr="009555DD">
        <w:t>полномочия</w:t>
      </w:r>
      <w:r w:rsidR="009555DD">
        <w:t xml:space="preserve"> </w:t>
      </w:r>
      <w:r w:rsidRPr="009555DD">
        <w:t>во</w:t>
      </w:r>
      <w:r w:rsidR="009555DD">
        <w:t xml:space="preserve"> </w:t>
      </w:r>
      <w:r w:rsidRPr="009555DD">
        <w:t>взаимодействии</w:t>
      </w:r>
      <w:r w:rsidR="009555DD">
        <w:t xml:space="preserve"> </w:t>
      </w:r>
      <w:r w:rsidRPr="009555DD">
        <w:t>с</w:t>
      </w:r>
      <w:r w:rsidR="009555DD">
        <w:t xml:space="preserve"> </w:t>
      </w:r>
      <w:r w:rsidRPr="009555DD">
        <w:t>органами</w:t>
      </w:r>
      <w:r w:rsidR="009555DD">
        <w:t xml:space="preserve"> </w:t>
      </w:r>
      <w:r w:rsidRPr="009555DD">
        <w:t>местного</w:t>
      </w:r>
      <w:r w:rsidR="009555DD">
        <w:t xml:space="preserve"> </w:t>
      </w:r>
      <w:r w:rsidRPr="009555DD">
        <w:t>самоуправления</w:t>
      </w:r>
      <w:r w:rsidR="009555DD">
        <w:t xml:space="preserve"> </w:t>
      </w:r>
      <w:r w:rsidRPr="009555DD">
        <w:t>Крапивинского</w:t>
      </w:r>
      <w:r w:rsidR="009555DD">
        <w:t xml:space="preserve"> </w:t>
      </w:r>
      <w:r w:rsidRPr="009555DD">
        <w:t>района,</w:t>
      </w:r>
      <w:r w:rsidR="009555DD">
        <w:t xml:space="preserve"> </w:t>
      </w:r>
      <w:r w:rsidRPr="009555DD">
        <w:t>юридическими</w:t>
      </w:r>
      <w:r w:rsidR="009555DD">
        <w:t xml:space="preserve"> </w:t>
      </w:r>
      <w:r w:rsidRPr="009555DD">
        <w:t>лицами,</w:t>
      </w:r>
      <w:r w:rsidR="009555DD">
        <w:t xml:space="preserve"> </w:t>
      </w:r>
      <w:r w:rsidRPr="009555DD">
        <w:t>а</w:t>
      </w:r>
      <w:r w:rsidR="009555DD">
        <w:t xml:space="preserve"> </w:t>
      </w:r>
      <w:r w:rsidRPr="009555DD">
        <w:t>также</w:t>
      </w:r>
      <w:r w:rsidR="009555DD">
        <w:t xml:space="preserve"> </w:t>
      </w:r>
      <w:r w:rsidRPr="009555DD">
        <w:t>общественными</w:t>
      </w:r>
      <w:r w:rsidR="009555DD">
        <w:t xml:space="preserve"> </w:t>
      </w:r>
      <w:r w:rsidRPr="009555DD">
        <w:t>организациями.</w:t>
      </w:r>
    </w:p>
    <w:p w:rsidR="002D7747" w:rsidRPr="009555DD" w:rsidRDefault="009555DD" w:rsidP="009555DD">
      <w:r>
        <w:t xml:space="preserve"> </w:t>
      </w:r>
      <w:r w:rsidR="002D7747" w:rsidRPr="009555DD">
        <w:t>2.</w:t>
      </w:r>
      <w:r>
        <w:t xml:space="preserve"> </w:t>
      </w:r>
      <w:r w:rsidR="002D7747" w:rsidRPr="009555DD">
        <w:t>Основными</w:t>
      </w:r>
      <w:r>
        <w:t xml:space="preserve"> </w:t>
      </w:r>
      <w:r w:rsidR="002D7747" w:rsidRPr="009555DD">
        <w:t>задачами</w:t>
      </w:r>
      <w:r>
        <w:t xml:space="preserve"> </w:t>
      </w:r>
      <w:r w:rsidR="002D7747" w:rsidRPr="009555DD">
        <w:t>комиссии</w:t>
      </w:r>
      <w:r>
        <w:t xml:space="preserve"> </w:t>
      </w:r>
      <w:r w:rsidR="002D7747" w:rsidRPr="009555DD">
        <w:t>является:</w:t>
      </w:r>
    </w:p>
    <w:p w:rsidR="002D7747" w:rsidRPr="009555DD" w:rsidRDefault="002D7747" w:rsidP="009555DD">
      <w:r w:rsidRPr="009555DD">
        <w:t>-</w:t>
      </w:r>
      <w:r w:rsidR="009555DD">
        <w:t xml:space="preserve"> </w:t>
      </w:r>
      <w:r w:rsidRPr="009555DD">
        <w:t>участи</w:t>
      </w:r>
      <w:r w:rsidR="00E80714" w:rsidRPr="009555DD">
        <w:t>е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разработке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осуществлении</w:t>
      </w:r>
      <w:r w:rsidR="009555DD">
        <w:t xml:space="preserve"> </w:t>
      </w:r>
      <w:r w:rsidRPr="009555DD">
        <w:t>согласованных</w:t>
      </w:r>
      <w:r w:rsidR="009555DD">
        <w:t xml:space="preserve"> </w:t>
      </w:r>
      <w:r w:rsidRPr="009555DD">
        <w:t>мероприятий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предупреждению</w:t>
      </w:r>
      <w:r w:rsidR="009555DD">
        <w:t xml:space="preserve"> </w:t>
      </w:r>
      <w:r w:rsidRPr="009555DD">
        <w:t>чрезвычайных</w:t>
      </w:r>
      <w:r w:rsidR="009555DD">
        <w:t xml:space="preserve"> </w:t>
      </w:r>
      <w:r w:rsidRPr="009555DD">
        <w:t>ситуаций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уменьшению</w:t>
      </w:r>
      <w:r w:rsidR="009555DD">
        <w:t xml:space="preserve"> </w:t>
      </w:r>
      <w:r w:rsidRPr="009555DD">
        <w:t>тяжести</w:t>
      </w:r>
      <w:r w:rsidR="009555DD">
        <w:t xml:space="preserve"> </w:t>
      </w:r>
      <w:r w:rsidRPr="009555DD">
        <w:t>их</w:t>
      </w:r>
      <w:r w:rsidR="009555DD">
        <w:t xml:space="preserve"> </w:t>
      </w:r>
      <w:r w:rsidRPr="009555DD">
        <w:t>медико-санитарных</w:t>
      </w:r>
      <w:r w:rsidR="009555DD">
        <w:t xml:space="preserve"> </w:t>
      </w:r>
      <w:r w:rsidRPr="009555DD">
        <w:t>последствий;</w:t>
      </w:r>
    </w:p>
    <w:p w:rsidR="002D7747" w:rsidRPr="009555DD" w:rsidRDefault="002D7747" w:rsidP="009555DD">
      <w:r w:rsidRPr="009555DD">
        <w:t>разработка</w:t>
      </w:r>
      <w:r w:rsidR="009555DD">
        <w:t xml:space="preserve"> </w:t>
      </w:r>
      <w:r w:rsidRPr="009555DD">
        <w:t>проектов</w:t>
      </w:r>
      <w:r w:rsidR="009555DD">
        <w:t xml:space="preserve"> </w:t>
      </w:r>
      <w:r w:rsidRPr="009555DD">
        <w:t>законодательных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других</w:t>
      </w:r>
      <w:r w:rsidR="009555DD">
        <w:t xml:space="preserve"> </w:t>
      </w:r>
      <w:r w:rsidRPr="009555DD">
        <w:t>нормативных</w:t>
      </w:r>
      <w:r w:rsidR="009555DD">
        <w:t xml:space="preserve"> </w:t>
      </w:r>
      <w:r w:rsidRPr="009555DD">
        <w:t>правовых</w:t>
      </w:r>
      <w:r w:rsidR="009555DD">
        <w:t xml:space="preserve"> </w:t>
      </w:r>
      <w:r w:rsidRPr="009555DD">
        <w:t>актов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вопросам,</w:t>
      </w:r>
      <w:r w:rsidR="009555DD">
        <w:t xml:space="preserve"> </w:t>
      </w:r>
      <w:r w:rsidRPr="009555DD">
        <w:t>относящимся</w:t>
      </w:r>
      <w:r w:rsidR="009555DD">
        <w:t xml:space="preserve"> </w:t>
      </w:r>
      <w:r w:rsidRPr="009555DD">
        <w:t>к</w:t>
      </w:r>
      <w:r w:rsidR="009555DD">
        <w:t xml:space="preserve"> </w:t>
      </w:r>
      <w:r w:rsidRPr="009555DD">
        <w:t>компетенции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катастроф;</w:t>
      </w:r>
    </w:p>
    <w:p w:rsidR="002D7747" w:rsidRPr="009555DD" w:rsidRDefault="002D7747" w:rsidP="009555DD">
      <w:r w:rsidRPr="009555DD">
        <w:t>обеспечение</w:t>
      </w:r>
      <w:r w:rsidR="009555DD">
        <w:t xml:space="preserve"> </w:t>
      </w:r>
      <w:r w:rsidRPr="009555DD">
        <w:t>постоянной</w:t>
      </w:r>
      <w:r w:rsidR="009555DD">
        <w:t xml:space="preserve"> </w:t>
      </w:r>
      <w:r w:rsidRPr="009555DD">
        <w:t>готовности</w:t>
      </w:r>
      <w:r w:rsidR="009555DD">
        <w:t xml:space="preserve"> </w:t>
      </w:r>
      <w:r w:rsidRPr="009555DD">
        <w:t>органов</w:t>
      </w:r>
      <w:r w:rsidR="009555DD">
        <w:t xml:space="preserve"> </w:t>
      </w:r>
      <w:r w:rsidRPr="009555DD">
        <w:t>управления,</w:t>
      </w:r>
      <w:r w:rsidR="009555DD">
        <w:t xml:space="preserve"> </w:t>
      </w:r>
      <w:r w:rsidRPr="009555DD">
        <w:t>формирований</w:t>
      </w:r>
      <w:r w:rsidR="009555DD">
        <w:t xml:space="preserve"> </w:t>
      </w:r>
      <w:r w:rsidR="009411A8" w:rsidRPr="009555DD">
        <w:t>и</w:t>
      </w:r>
      <w:r w:rsidR="009555DD">
        <w:t xml:space="preserve"> </w:t>
      </w:r>
      <w:r w:rsidRPr="009555DD">
        <w:t>учреждений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</w:t>
      </w:r>
      <w:r w:rsidR="009555DD">
        <w:t xml:space="preserve"> </w:t>
      </w:r>
      <w:r w:rsidRPr="009555DD">
        <w:t>к</w:t>
      </w:r>
      <w:r w:rsidR="009555DD">
        <w:t xml:space="preserve"> </w:t>
      </w:r>
      <w:r w:rsidRPr="009555DD">
        <w:t>выполнению</w:t>
      </w:r>
      <w:r w:rsidR="009555DD">
        <w:t xml:space="preserve"> </w:t>
      </w:r>
      <w:r w:rsidRPr="009555DD">
        <w:t>возложенных</w:t>
      </w:r>
      <w:r w:rsidR="009555DD">
        <w:t xml:space="preserve"> </w:t>
      </w:r>
      <w:r w:rsidRPr="009555DD">
        <w:t>на</w:t>
      </w:r>
      <w:r w:rsidR="009555DD">
        <w:t xml:space="preserve"> </w:t>
      </w:r>
      <w:r w:rsidRPr="009555DD">
        <w:t>них</w:t>
      </w:r>
      <w:r w:rsidR="009555DD">
        <w:t xml:space="preserve"> </w:t>
      </w:r>
      <w:r w:rsidRPr="009555DD">
        <w:t>задач;</w:t>
      </w:r>
    </w:p>
    <w:p w:rsidR="002D7747" w:rsidRPr="009555DD" w:rsidRDefault="002D7747" w:rsidP="009555DD">
      <w:r w:rsidRPr="009555DD">
        <w:t>участие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разработке</w:t>
      </w:r>
      <w:r w:rsidR="009555DD">
        <w:t xml:space="preserve"> </w:t>
      </w:r>
      <w:r w:rsidRPr="009555DD">
        <w:t>плана</w:t>
      </w:r>
      <w:r w:rsidR="009555DD">
        <w:t xml:space="preserve"> </w:t>
      </w:r>
      <w:r w:rsidRPr="009555DD">
        <w:t>медико-санитарного</w:t>
      </w:r>
      <w:r w:rsidR="009555DD">
        <w:t xml:space="preserve"> </w:t>
      </w:r>
      <w:r w:rsidRPr="009555DD">
        <w:t>обеспечения</w:t>
      </w:r>
      <w:r w:rsidR="009555DD">
        <w:t xml:space="preserve"> </w:t>
      </w:r>
      <w:r w:rsidRPr="009555DD">
        <w:t>населения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чрезвычайных</w:t>
      </w:r>
      <w:r w:rsidR="009555DD">
        <w:t xml:space="preserve"> </w:t>
      </w:r>
      <w:r w:rsidRPr="009555DD">
        <w:t>ситуациях;</w:t>
      </w:r>
    </w:p>
    <w:p w:rsidR="002D7747" w:rsidRPr="009555DD" w:rsidRDefault="002D7747" w:rsidP="009555DD">
      <w:r w:rsidRPr="009555DD">
        <w:t>реализация</w:t>
      </w:r>
      <w:r w:rsidR="009555DD">
        <w:t xml:space="preserve"> </w:t>
      </w:r>
      <w:r w:rsidRPr="009555DD">
        <w:t>единой</w:t>
      </w:r>
      <w:r w:rsidR="009555DD">
        <w:t xml:space="preserve"> </w:t>
      </w:r>
      <w:r w:rsidRPr="009555DD">
        <w:t>системы</w:t>
      </w:r>
      <w:r w:rsidR="009555DD">
        <w:t xml:space="preserve"> </w:t>
      </w:r>
      <w:r w:rsidRPr="009555DD">
        <w:t>подготовки</w:t>
      </w:r>
      <w:r w:rsidR="009555DD">
        <w:t xml:space="preserve"> </w:t>
      </w:r>
      <w:r w:rsidRPr="009555DD">
        <w:t>сил</w:t>
      </w:r>
      <w:r w:rsidR="009555DD">
        <w:t xml:space="preserve"> </w:t>
      </w:r>
      <w:r w:rsidR="009411A8" w:rsidRPr="009555DD">
        <w:t>и</w:t>
      </w:r>
      <w:r w:rsidR="009555DD">
        <w:t xml:space="preserve"> </w:t>
      </w:r>
      <w:r w:rsidR="009411A8" w:rsidRPr="009555DD">
        <w:t>сре</w:t>
      </w:r>
      <w:proofErr w:type="gramStart"/>
      <w:r w:rsidR="009411A8" w:rsidRPr="009555DD">
        <w:t>дств</w:t>
      </w:r>
      <w:r w:rsidR="009555DD">
        <w:t xml:space="preserve"> </w:t>
      </w:r>
      <w:r w:rsidRPr="009555DD">
        <w:t>сл</w:t>
      </w:r>
      <w:proofErr w:type="gramEnd"/>
      <w:r w:rsidRPr="009555DD">
        <w:t>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катастроф;</w:t>
      </w:r>
    </w:p>
    <w:p w:rsidR="002D7747" w:rsidRPr="009555DD" w:rsidRDefault="002D7747" w:rsidP="009555DD">
      <w:r w:rsidRPr="009555DD">
        <w:t>координация</w:t>
      </w:r>
      <w:r w:rsidR="009555DD">
        <w:t xml:space="preserve"> </w:t>
      </w:r>
      <w:r w:rsidRPr="009555DD">
        <w:t>создания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использования</w:t>
      </w:r>
      <w:r w:rsidR="009555DD">
        <w:t xml:space="preserve"> </w:t>
      </w:r>
      <w:r w:rsidRPr="009555DD">
        <w:t>резервов</w:t>
      </w:r>
      <w:r w:rsidR="009555DD">
        <w:t xml:space="preserve"> </w:t>
      </w:r>
      <w:r w:rsidRPr="009555DD">
        <w:t>финансовых,</w:t>
      </w:r>
      <w:r w:rsidR="009555DD">
        <w:t xml:space="preserve"> </w:t>
      </w:r>
      <w:r w:rsidRPr="009555DD">
        <w:t>медицинских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материально</w:t>
      </w:r>
      <w:r w:rsidR="009555DD">
        <w:t xml:space="preserve"> </w:t>
      </w:r>
      <w:r w:rsidRPr="009555DD">
        <w:t>-</w:t>
      </w:r>
      <w:r w:rsidR="009555DD">
        <w:t xml:space="preserve"> </w:t>
      </w:r>
      <w:r w:rsidRPr="009555DD">
        <w:t>технических</w:t>
      </w:r>
      <w:r w:rsidR="009555DD">
        <w:t xml:space="preserve"> </w:t>
      </w:r>
      <w:r w:rsidRPr="009555DD">
        <w:t>ресурсов;</w:t>
      </w:r>
    </w:p>
    <w:p w:rsidR="002D7747" w:rsidRPr="009555DD" w:rsidRDefault="009411A8" w:rsidP="009555DD">
      <w:r w:rsidRPr="009555DD">
        <w:t>комплексная</w:t>
      </w:r>
      <w:r w:rsidR="009555DD">
        <w:t xml:space="preserve"> </w:t>
      </w:r>
      <w:r w:rsidR="002D7747" w:rsidRPr="009555DD">
        <w:t>разработка</w:t>
      </w:r>
      <w:r w:rsidR="009555DD">
        <w:t xml:space="preserve"> </w:t>
      </w:r>
      <w:r w:rsidR="002D7747" w:rsidRPr="009555DD">
        <w:t>проблем</w:t>
      </w:r>
      <w:r w:rsidR="009555DD">
        <w:t xml:space="preserve"> </w:t>
      </w:r>
      <w:r w:rsidR="002D7747" w:rsidRPr="009555DD">
        <w:t>подготовки</w:t>
      </w:r>
      <w:r w:rsidR="009555DD">
        <w:t xml:space="preserve"> </w:t>
      </w:r>
      <w:r w:rsidR="002D7747" w:rsidRPr="009555DD">
        <w:t>и</w:t>
      </w:r>
      <w:r w:rsidR="009555DD">
        <w:t xml:space="preserve"> </w:t>
      </w:r>
      <w:r w:rsidR="002D7747" w:rsidRPr="009555DD">
        <w:t>деятельности</w:t>
      </w:r>
      <w:r w:rsidR="009555DD">
        <w:t xml:space="preserve"> </w:t>
      </w:r>
      <w:r w:rsidR="002D7747" w:rsidRPr="009555DD">
        <w:t>службы</w:t>
      </w:r>
      <w:r w:rsidR="009555DD">
        <w:t xml:space="preserve"> </w:t>
      </w:r>
      <w:r w:rsidR="002D7747" w:rsidRPr="009555DD">
        <w:t>медицины</w:t>
      </w:r>
      <w:r w:rsidR="009555DD">
        <w:t xml:space="preserve"> </w:t>
      </w:r>
      <w:r w:rsidR="002D7747" w:rsidRPr="009555DD">
        <w:t>катастроф;</w:t>
      </w:r>
    </w:p>
    <w:p w:rsidR="002D7747" w:rsidRPr="009555DD" w:rsidRDefault="002D7747" w:rsidP="009555DD">
      <w:r w:rsidRPr="009555DD">
        <w:t>разработка</w:t>
      </w:r>
      <w:r w:rsidR="009555DD">
        <w:t xml:space="preserve"> </w:t>
      </w:r>
      <w:r w:rsidRPr="009555DD">
        <w:t>предложений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экономическому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правовому</w:t>
      </w:r>
      <w:r w:rsidR="009555DD">
        <w:t xml:space="preserve"> </w:t>
      </w:r>
      <w:r w:rsidRPr="009555DD">
        <w:t>обеспечению</w:t>
      </w:r>
      <w:r w:rsidR="009555DD">
        <w:t xml:space="preserve"> </w:t>
      </w:r>
      <w:r w:rsidRPr="009555DD">
        <w:t>работы</w:t>
      </w:r>
      <w:r w:rsidR="009555DD">
        <w:t xml:space="preserve"> </w:t>
      </w:r>
      <w:r w:rsidRPr="009555DD">
        <w:t>личного</w:t>
      </w:r>
      <w:r w:rsidR="009555DD">
        <w:t xml:space="preserve"> </w:t>
      </w:r>
      <w:r w:rsidRPr="009555DD">
        <w:t>состава</w:t>
      </w:r>
      <w:r w:rsidR="009555DD">
        <w:t xml:space="preserve"> </w:t>
      </w:r>
      <w:r w:rsidRPr="009555DD">
        <w:t>органов</w:t>
      </w:r>
      <w:r w:rsidR="009555DD">
        <w:t xml:space="preserve"> </w:t>
      </w:r>
      <w:r w:rsidRPr="009555DD">
        <w:t>управления,</w:t>
      </w:r>
      <w:r w:rsidR="009555DD">
        <w:t xml:space="preserve"> </w:t>
      </w:r>
      <w:r w:rsidRPr="009555DD">
        <w:t>формирований</w:t>
      </w:r>
      <w:r w:rsidR="009555DD">
        <w:t xml:space="preserve"> </w:t>
      </w:r>
      <w:r w:rsidRPr="009555DD">
        <w:t>службы</w:t>
      </w:r>
      <w:r w:rsidR="009555DD">
        <w:t xml:space="preserve"> </w:t>
      </w:r>
      <w:r w:rsidRPr="009555DD">
        <w:t>медицины</w:t>
      </w:r>
      <w:r w:rsidR="009555DD">
        <w:t xml:space="preserve"> </w:t>
      </w:r>
      <w:r w:rsidRPr="009555DD">
        <w:t>катастроф.</w:t>
      </w:r>
    </w:p>
    <w:p w:rsidR="002D7747" w:rsidRPr="009555DD" w:rsidRDefault="002D7747" w:rsidP="009555DD">
      <w:r w:rsidRPr="009555DD">
        <w:t>В</w:t>
      </w:r>
      <w:r w:rsidR="009555DD">
        <w:t xml:space="preserve"> </w:t>
      </w:r>
      <w:r w:rsidRPr="009555DD">
        <w:t>состав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входят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должностям:</w:t>
      </w:r>
      <w:r w:rsidR="009555DD">
        <w:t xml:space="preserve"> </w:t>
      </w:r>
      <w:r w:rsidRPr="009555DD">
        <w:t>заместитель</w:t>
      </w:r>
      <w:r w:rsidR="009555DD">
        <w:t xml:space="preserve"> </w:t>
      </w:r>
      <w:r w:rsidRPr="009555DD">
        <w:t>главы</w:t>
      </w:r>
      <w:r w:rsidR="009555DD">
        <w:t xml:space="preserve"> </w:t>
      </w:r>
      <w:r w:rsidRPr="009555DD">
        <w:t>администрации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социальным</w:t>
      </w:r>
      <w:r w:rsidR="009555DD">
        <w:t xml:space="preserve"> </w:t>
      </w:r>
      <w:r w:rsidRPr="009555DD">
        <w:t>вопросам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работники</w:t>
      </w:r>
      <w:r w:rsidR="009555DD">
        <w:t xml:space="preserve"> </w:t>
      </w:r>
      <w:r w:rsidRPr="009555DD">
        <w:t>медицинских</w:t>
      </w:r>
      <w:r w:rsidR="009555DD">
        <w:t xml:space="preserve"> </w:t>
      </w:r>
      <w:r w:rsidRPr="009555DD">
        <w:t>учреждений</w:t>
      </w:r>
      <w:r w:rsidR="009555DD">
        <w:t xml:space="preserve"> </w:t>
      </w:r>
      <w:r w:rsidRPr="009555DD">
        <w:t>Крапивинского</w:t>
      </w:r>
      <w:r w:rsidR="009555DD">
        <w:t xml:space="preserve"> </w:t>
      </w:r>
      <w:r w:rsidRPr="009555DD">
        <w:t>района.</w:t>
      </w:r>
    </w:p>
    <w:p w:rsidR="002D7747" w:rsidRPr="009555DD" w:rsidRDefault="002D7747" w:rsidP="009555DD">
      <w:r w:rsidRPr="009555DD">
        <w:t>Организационно-техническое</w:t>
      </w:r>
      <w:r w:rsidR="009555DD">
        <w:t xml:space="preserve"> </w:t>
      </w:r>
      <w:r w:rsidRPr="009555DD">
        <w:t>обеспечение</w:t>
      </w:r>
      <w:r w:rsidR="009555DD">
        <w:t xml:space="preserve"> </w:t>
      </w:r>
      <w:r w:rsidRPr="009555DD">
        <w:t>работы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осуществляет</w:t>
      </w:r>
      <w:r w:rsidR="009555DD">
        <w:t xml:space="preserve"> </w:t>
      </w:r>
      <w:r w:rsidRPr="009555DD">
        <w:t>ЦРБ.</w:t>
      </w:r>
    </w:p>
    <w:p w:rsidR="002D7747" w:rsidRPr="009555DD" w:rsidRDefault="002D7747" w:rsidP="009555DD">
      <w:r w:rsidRPr="009555DD">
        <w:t>Комиссия</w:t>
      </w:r>
      <w:r w:rsidR="009555DD">
        <w:t xml:space="preserve"> </w:t>
      </w:r>
      <w:r w:rsidRPr="009555DD">
        <w:t>осуществляет</w:t>
      </w:r>
      <w:r w:rsidR="009555DD">
        <w:t xml:space="preserve"> </w:t>
      </w:r>
      <w:r w:rsidRPr="009555DD">
        <w:t>свою</w:t>
      </w:r>
      <w:r w:rsidR="009555DD">
        <w:t xml:space="preserve"> </w:t>
      </w:r>
      <w:r w:rsidRPr="009555DD">
        <w:t>деятельность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соответствии</w:t>
      </w:r>
      <w:r w:rsidR="009555DD">
        <w:t xml:space="preserve"> </w:t>
      </w:r>
      <w:r w:rsidRPr="009555DD">
        <w:t>с</w:t>
      </w:r>
      <w:r w:rsidR="009555DD">
        <w:t xml:space="preserve"> </w:t>
      </w:r>
      <w:r w:rsidRPr="009555DD">
        <w:t>планом</w:t>
      </w:r>
      <w:r w:rsidR="009555DD">
        <w:t xml:space="preserve"> </w:t>
      </w:r>
      <w:r w:rsidRPr="009555DD">
        <w:t>работы,</w:t>
      </w:r>
      <w:r w:rsidR="009555DD">
        <w:t xml:space="preserve"> </w:t>
      </w:r>
      <w:r w:rsidRPr="009555DD">
        <w:t>принимаемым</w:t>
      </w:r>
      <w:r w:rsidR="009555DD">
        <w:t xml:space="preserve"> </w:t>
      </w:r>
      <w:r w:rsidRPr="009555DD">
        <w:t>на</w:t>
      </w:r>
      <w:r w:rsidR="009555DD">
        <w:t xml:space="preserve"> </w:t>
      </w:r>
      <w:r w:rsidRPr="009555DD">
        <w:t>заседании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утверждаемым</w:t>
      </w:r>
      <w:r w:rsidR="009555DD">
        <w:t xml:space="preserve"> </w:t>
      </w:r>
      <w:r w:rsidRPr="009555DD">
        <w:t>её</w:t>
      </w:r>
      <w:r w:rsidR="009555DD">
        <w:t xml:space="preserve"> </w:t>
      </w:r>
      <w:r w:rsidRPr="009555DD">
        <w:t>председателем.</w:t>
      </w:r>
    </w:p>
    <w:p w:rsidR="002D7747" w:rsidRPr="009555DD" w:rsidRDefault="002D7747" w:rsidP="009555DD">
      <w:r w:rsidRPr="009555DD">
        <w:t>Заседание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проводится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="00E80714" w:rsidRPr="009555DD">
        <w:t>мере</w:t>
      </w:r>
      <w:r w:rsidR="009555DD">
        <w:t xml:space="preserve"> </w:t>
      </w:r>
      <w:r w:rsidR="00E80714" w:rsidRPr="009555DD">
        <w:t>необходимости,</w:t>
      </w:r>
      <w:r w:rsidR="009555DD">
        <w:t xml:space="preserve"> </w:t>
      </w:r>
      <w:r w:rsidR="00E80714" w:rsidRPr="009555DD">
        <w:t>не</w:t>
      </w:r>
      <w:r w:rsidR="009555DD">
        <w:t xml:space="preserve"> </w:t>
      </w:r>
      <w:r w:rsidR="00E80714" w:rsidRPr="009555DD">
        <w:t>реже</w:t>
      </w:r>
      <w:r w:rsidR="009555DD">
        <w:t xml:space="preserve"> </w:t>
      </w:r>
      <w:r w:rsidR="00E80714" w:rsidRPr="009555DD">
        <w:t>1</w:t>
      </w:r>
      <w:r w:rsidR="009555DD">
        <w:t xml:space="preserve"> </w:t>
      </w:r>
      <w:r w:rsidR="00E80714" w:rsidRPr="009555DD">
        <w:t>р</w:t>
      </w:r>
      <w:r w:rsidRPr="009555DD">
        <w:t>аза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квартал.</w:t>
      </w:r>
      <w:r w:rsidR="009555DD">
        <w:t xml:space="preserve"> </w:t>
      </w:r>
      <w:r w:rsidRPr="009555DD">
        <w:t>Решения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оформляется</w:t>
      </w:r>
      <w:r w:rsidR="009555DD">
        <w:t xml:space="preserve"> </w:t>
      </w:r>
      <w:r w:rsidRPr="009555DD">
        <w:t>протоколом.</w:t>
      </w:r>
    </w:p>
    <w:p w:rsidR="002D7747" w:rsidRPr="009555DD" w:rsidRDefault="002D7747" w:rsidP="009555DD">
      <w:r w:rsidRPr="009555DD">
        <w:lastRenderedPageBreak/>
        <w:t>6.</w:t>
      </w:r>
      <w:r w:rsidR="009555DD">
        <w:t xml:space="preserve"> </w:t>
      </w:r>
      <w:r w:rsidRPr="009555DD">
        <w:t>При</w:t>
      </w:r>
      <w:r w:rsidR="009555DD">
        <w:t xml:space="preserve"> </w:t>
      </w:r>
      <w:r w:rsidRPr="009555DD">
        <w:t>необходимости</w:t>
      </w:r>
      <w:r w:rsidR="009555DD">
        <w:t xml:space="preserve"> </w:t>
      </w:r>
      <w:r w:rsidRPr="009555DD">
        <w:t>для</w:t>
      </w:r>
      <w:r w:rsidR="009555DD">
        <w:t xml:space="preserve"> </w:t>
      </w:r>
      <w:r w:rsidRPr="009555DD">
        <w:t>участия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заседаниях</w:t>
      </w:r>
      <w:r w:rsidR="009555DD">
        <w:t xml:space="preserve"> </w:t>
      </w:r>
      <w:r w:rsidRPr="009555DD">
        <w:t>комиссии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решению</w:t>
      </w:r>
      <w:r w:rsidR="009555DD">
        <w:t xml:space="preserve"> </w:t>
      </w:r>
      <w:r w:rsidRPr="009555DD">
        <w:t>её</w:t>
      </w:r>
      <w:r w:rsidR="009555DD">
        <w:t xml:space="preserve"> </w:t>
      </w:r>
      <w:r w:rsidRPr="009555DD">
        <w:t>председателя</w:t>
      </w:r>
      <w:r w:rsidR="009555DD">
        <w:t xml:space="preserve"> </w:t>
      </w:r>
      <w:r w:rsidRPr="009555DD">
        <w:t>могу</w:t>
      </w:r>
      <w:r w:rsidR="009555DD">
        <w:t xml:space="preserve"> </w:t>
      </w:r>
      <w:r w:rsidRPr="009555DD">
        <w:t>приглашаться</w:t>
      </w:r>
      <w:r w:rsidR="009555DD">
        <w:t xml:space="preserve"> </w:t>
      </w:r>
      <w:r w:rsidRPr="009555DD">
        <w:t>представители</w:t>
      </w:r>
      <w:r w:rsidR="009555DD">
        <w:t xml:space="preserve"> </w:t>
      </w:r>
      <w:r w:rsidRPr="009555DD">
        <w:t>органов</w:t>
      </w:r>
      <w:r w:rsidR="009555DD">
        <w:t xml:space="preserve"> </w:t>
      </w:r>
      <w:r w:rsidRPr="009555DD">
        <w:t>местного</w:t>
      </w:r>
      <w:r w:rsidR="009555DD">
        <w:t xml:space="preserve"> </w:t>
      </w:r>
      <w:r w:rsidRPr="009555DD">
        <w:t>самоуправления,</w:t>
      </w:r>
      <w:r w:rsidR="009555DD">
        <w:t xml:space="preserve"> </w:t>
      </w:r>
      <w:r w:rsidRPr="009555DD">
        <w:t>предприятий,</w:t>
      </w:r>
      <w:r w:rsidR="009555DD">
        <w:t xml:space="preserve"> </w:t>
      </w:r>
      <w:r w:rsidRPr="009555DD">
        <w:t>учреждений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организаций</w:t>
      </w:r>
      <w:r w:rsidR="009555DD">
        <w:t xml:space="preserve"> </w:t>
      </w:r>
      <w:r w:rsidRPr="009555DD">
        <w:t>Крапивинского</w:t>
      </w:r>
    </w:p>
    <w:p w:rsidR="002D7747" w:rsidRPr="009555DD" w:rsidRDefault="002D7747" w:rsidP="009555DD">
      <w:r w:rsidRPr="009555DD">
        <w:t>района,</w:t>
      </w:r>
      <w:r w:rsidR="009555DD">
        <w:t xml:space="preserve"> </w:t>
      </w:r>
      <w:r w:rsidRPr="009555DD">
        <w:t>участвующих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соответствии</w:t>
      </w:r>
      <w:r w:rsidR="009555DD">
        <w:t xml:space="preserve"> </w:t>
      </w:r>
      <w:r w:rsidRPr="009555DD">
        <w:t>с</w:t>
      </w:r>
      <w:r w:rsidR="009555DD">
        <w:t xml:space="preserve"> </w:t>
      </w:r>
      <w:r w:rsidRPr="009555DD">
        <w:t>возложенными</w:t>
      </w:r>
      <w:r w:rsidR="009555DD">
        <w:t xml:space="preserve"> </w:t>
      </w:r>
      <w:r w:rsidRPr="009555DD">
        <w:t>на</w:t>
      </w:r>
      <w:r w:rsidR="009555DD">
        <w:t xml:space="preserve"> </w:t>
      </w:r>
      <w:r w:rsidRPr="009555DD">
        <w:t>них</w:t>
      </w:r>
      <w:r w:rsidR="009555DD">
        <w:t xml:space="preserve"> </w:t>
      </w:r>
      <w:r w:rsidRPr="009555DD">
        <w:t>обязанностями</w:t>
      </w:r>
      <w:r w:rsidR="009555DD">
        <w:t xml:space="preserve"> </w:t>
      </w:r>
      <w:r w:rsidRPr="009555DD">
        <w:t>в</w:t>
      </w:r>
      <w:r w:rsidR="009555DD">
        <w:t xml:space="preserve"> </w:t>
      </w:r>
      <w:r w:rsidRPr="009555DD">
        <w:t>ликвидации</w:t>
      </w:r>
      <w:r w:rsidR="009555DD">
        <w:t xml:space="preserve"> </w:t>
      </w:r>
      <w:r w:rsidRPr="009555DD">
        <w:t>чрезвычайных</w:t>
      </w:r>
      <w:r w:rsidR="009555DD">
        <w:t xml:space="preserve"> </w:t>
      </w:r>
      <w:r w:rsidRPr="009555DD">
        <w:t>ситуаций.</w:t>
      </w:r>
    </w:p>
    <w:p w:rsidR="00593CA2" w:rsidRPr="009555DD" w:rsidRDefault="002D7747" w:rsidP="009555DD">
      <w:r w:rsidRPr="009555DD">
        <w:t>7.</w:t>
      </w:r>
      <w:r w:rsidR="009555DD">
        <w:t xml:space="preserve"> </w:t>
      </w:r>
      <w:r w:rsidRPr="009555DD">
        <w:t>Комиссия</w:t>
      </w:r>
      <w:r w:rsidR="009555DD">
        <w:t xml:space="preserve"> </w:t>
      </w:r>
      <w:r w:rsidRPr="009555DD">
        <w:t>может</w:t>
      </w:r>
      <w:r w:rsidR="009555DD">
        <w:t xml:space="preserve"> </w:t>
      </w:r>
      <w:r w:rsidRPr="009555DD">
        <w:t>создавать</w:t>
      </w:r>
      <w:r w:rsidR="009555DD">
        <w:t xml:space="preserve"> </w:t>
      </w:r>
      <w:r w:rsidRPr="009555DD">
        <w:t>рабочие</w:t>
      </w:r>
      <w:r w:rsidR="009555DD">
        <w:t xml:space="preserve"> </w:t>
      </w:r>
      <w:r w:rsidRPr="009555DD">
        <w:t>группы</w:t>
      </w:r>
      <w:r w:rsidR="009555DD">
        <w:t xml:space="preserve"> </w:t>
      </w:r>
      <w:r w:rsidRPr="009555DD">
        <w:t>по</w:t>
      </w:r>
      <w:r w:rsidR="009555DD">
        <w:t xml:space="preserve"> </w:t>
      </w:r>
      <w:r w:rsidRPr="009555DD">
        <w:t>основным</w:t>
      </w:r>
      <w:r w:rsidR="009555DD">
        <w:t xml:space="preserve"> </w:t>
      </w:r>
      <w:r w:rsidRPr="009555DD">
        <w:t>вопросам,</w:t>
      </w:r>
      <w:r w:rsidR="009555DD">
        <w:t xml:space="preserve"> </w:t>
      </w:r>
      <w:r w:rsidRPr="009555DD">
        <w:t>относящимся</w:t>
      </w:r>
      <w:r w:rsidR="009555DD">
        <w:t xml:space="preserve"> </w:t>
      </w:r>
      <w:r w:rsidRPr="009555DD">
        <w:t>к</w:t>
      </w:r>
      <w:r w:rsidR="009555DD">
        <w:t xml:space="preserve"> </w:t>
      </w:r>
      <w:r w:rsidRPr="009555DD">
        <w:t>её</w:t>
      </w:r>
      <w:r w:rsidR="009555DD">
        <w:t xml:space="preserve"> </w:t>
      </w:r>
      <w:r w:rsidRPr="009555DD">
        <w:t>деятельности,</w:t>
      </w:r>
      <w:r w:rsidR="009555DD">
        <w:t xml:space="preserve"> </w:t>
      </w:r>
      <w:r w:rsidRPr="009555DD">
        <w:t>и</w:t>
      </w:r>
      <w:r w:rsidR="009555DD">
        <w:t xml:space="preserve"> </w:t>
      </w:r>
      <w:r w:rsidRPr="009555DD">
        <w:t>определять</w:t>
      </w:r>
      <w:r w:rsidR="009555DD">
        <w:t xml:space="preserve"> </w:t>
      </w:r>
      <w:r w:rsidRPr="009555DD">
        <w:t>порядок</w:t>
      </w:r>
      <w:r w:rsidR="009555DD">
        <w:t xml:space="preserve"> </w:t>
      </w:r>
      <w:r w:rsidRPr="009555DD">
        <w:t>их</w:t>
      </w:r>
      <w:r w:rsidR="009555DD">
        <w:t xml:space="preserve"> </w:t>
      </w:r>
      <w:r w:rsidRPr="009555DD">
        <w:t>работы.</w:t>
      </w:r>
    </w:p>
    <w:sectPr w:rsidR="00593CA2" w:rsidRPr="009555DD" w:rsidSect="002D7747">
      <w:headerReference w:type="even" r:id="rId10"/>
      <w:headerReference w:type="default" r:id="rId11"/>
      <w:pgSz w:w="11909" w:h="16834"/>
      <w:pgMar w:top="1418" w:right="851" w:bottom="1134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CCB" w:rsidRDefault="00F10CCB">
      <w:r>
        <w:separator/>
      </w:r>
    </w:p>
  </w:endnote>
  <w:endnote w:type="continuationSeparator" w:id="0">
    <w:p w:rsidR="00F10CCB" w:rsidRDefault="00F10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CCB" w:rsidRDefault="00F10CCB">
      <w:r>
        <w:separator/>
      </w:r>
    </w:p>
  </w:footnote>
  <w:footnote w:type="continuationSeparator" w:id="0">
    <w:p w:rsidR="00F10CCB" w:rsidRDefault="00F10C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044" w:rsidRDefault="00366044" w:rsidP="002D774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66044" w:rsidRDefault="003660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044" w:rsidRDefault="00366044" w:rsidP="008B2B8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A84DBA"/>
    <w:lvl w:ilvl="0">
      <w:numFmt w:val="bullet"/>
      <w:lvlText w:val="*"/>
      <w:lvlJc w:val="left"/>
    </w:lvl>
  </w:abstractNum>
  <w:abstractNum w:abstractNumId="1">
    <w:nsid w:val="24145EEF"/>
    <w:multiLevelType w:val="singleLevel"/>
    <w:tmpl w:val="91366718"/>
    <w:lvl w:ilvl="0">
      <w:start w:val="3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5DBA66AE"/>
    <w:multiLevelType w:val="singleLevel"/>
    <w:tmpl w:val="BF78E7D8"/>
    <w:lvl w:ilvl="0">
      <w:start w:val="1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CA2"/>
    <w:rsid w:val="00255A87"/>
    <w:rsid w:val="002D7747"/>
    <w:rsid w:val="00301B22"/>
    <w:rsid w:val="00366044"/>
    <w:rsid w:val="003A3F26"/>
    <w:rsid w:val="00536DAC"/>
    <w:rsid w:val="00593CA2"/>
    <w:rsid w:val="008B2B8B"/>
    <w:rsid w:val="009411A8"/>
    <w:rsid w:val="009555DD"/>
    <w:rsid w:val="00960509"/>
    <w:rsid w:val="00B15EBE"/>
    <w:rsid w:val="00B66540"/>
    <w:rsid w:val="00DA6BF0"/>
    <w:rsid w:val="00DF63B0"/>
    <w:rsid w:val="00E80714"/>
    <w:rsid w:val="00F10CCB"/>
    <w:rsid w:val="00F8027A"/>
    <w:rsid w:val="00FF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654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665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665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665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6654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C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3CA2"/>
  </w:style>
  <w:style w:type="character" w:customStyle="1" w:styleId="10">
    <w:name w:val="Заголовок 1 Знак"/>
    <w:aliases w:val="!Части документа Знак"/>
    <w:basedOn w:val="a0"/>
    <w:link w:val="1"/>
    <w:rsid w:val="009555D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555D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555D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555D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665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66540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9555D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665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6540"/>
    <w:rPr>
      <w:color w:val="0000FF"/>
      <w:u w:val="none"/>
    </w:rPr>
  </w:style>
  <w:style w:type="paragraph" w:customStyle="1" w:styleId="Application">
    <w:name w:val="Application!Приложение"/>
    <w:rsid w:val="00B6654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654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654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8B2B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2B8B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B6654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65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66540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B665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B665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B665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B6654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93CA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3CA2"/>
  </w:style>
  <w:style w:type="character" w:customStyle="1" w:styleId="10">
    <w:name w:val="Заголовок 1 Знак"/>
    <w:aliases w:val="!Части документа Знак"/>
    <w:basedOn w:val="a0"/>
    <w:link w:val="1"/>
    <w:rsid w:val="009555DD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9555DD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9555DD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9555DD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basedOn w:val="a0"/>
    <w:rsid w:val="00B665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5">
    <w:name w:val="annotation text"/>
    <w:aliases w:val="!Равноширинный текст документа"/>
    <w:basedOn w:val="a"/>
    <w:link w:val="a6"/>
    <w:rsid w:val="00B66540"/>
    <w:rPr>
      <w:rFonts w:ascii="Courier" w:hAnsi="Courier"/>
      <w:sz w:val="22"/>
      <w:szCs w:val="20"/>
    </w:rPr>
  </w:style>
  <w:style w:type="character" w:customStyle="1" w:styleId="a6">
    <w:name w:val="Текст примечания Знак"/>
    <w:aliases w:val="!Равноширинный текст документа Знак"/>
    <w:basedOn w:val="a0"/>
    <w:link w:val="a5"/>
    <w:rsid w:val="009555DD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B665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basedOn w:val="a0"/>
    <w:rsid w:val="00B66540"/>
    <w:rPr>
      <w:color w:val="0000FF"/>
      <w:u w:val="none"/>
    </w:rPr>
  </w:style>
  <w:style w:type="paragraph" w:customStyle="1" w:styleId="Application">
    <w:name w:val="Application!Приложение"/>
    <w:rsid w:val="00B66540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B66540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B66540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footer"/>
    <w:basedOn w:val="a"/>
    <w:link w:val="a9"/>
    <w:rsid w:val="008B2B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B2B8B"/>
    <w:rPr>
      <w:rFonts w:ascii="Arial" w:hAnsi="Arial"/>
      <w:sz w:val="24"/>
      <w:szCs w:val="24"/>
    </w:rPr>
  </w:style>
  <w:style w:type="paragraph" w:customStyle="1" w:styleId="NumberAndDate">
    <w:name w:val="NumberAndDate"/>
    <w:aliases w:val="!Дата и Номер"/>
    <w:qFormat/>
    <w:rsid w:val="00B66540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B665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index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15d4560c-d530-4955-bf7e-f734337ae80b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3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4655</CharactersWithSpaces>
  <SharedDoc>false</SharedDoc>
  <HLinks>
    <vt:vector size="12" baseType="variant">
      <vt:variant>
        <vt:i4>7077997</vt:i4>
      </vt:variant>
      <vt:variant>
        <vt:i4>3</vt:i4>
      </vt:variant>
      <vt:variant>
        <vt:i4>0</vt:i4>
      </vt:variant>
      <vt:variant>
        <vt:i4>5</vt:i4>
      </vt:variant>
      <vt:variant>
        <vt:lpwstr>/content/act/15d4560c-d530-4955-bf7e-f734337ae80b.html</vt:lpwstr>
      </vt:variant>
      <vt:variant>
        <vt:lpwstr/>
      </vt:variant>
      <vt:variant>
        <vt:i4>6619158</vt:i4>
      </vt:variant>
      <vt:variant>
        <vt:i4>0</vt:i4>
      </vt:variant>
      <vt:variant>
        <vt:i4>0</vt:i4>
      </vt:variant>
      <vt:variant>
        <vt:i4>5</vt:i4>
      </vt:variant>
      <vt:variant>
        <vt:lpwstr>http://zakon.scli.ru/ru/legal_texts/index.php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dcterms:created xsi:type="dcterms:W3CDTF">2018-09-06T08:58:00Z</dcterms:created>
  <dcterms:modified xsi:type="dcterms:W3CDTF">2018-09-06T09:08:00Z</dcterms:modified>
</cp:coreProperties>
</file>