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2F0B" w:rsidRPr="00A9592F" w:rsidRDefault="00342F0B" w:rsidP="00D65B08">
      <w:pPr>
        <w:pStyle w:val="Title"/>
        <w:spacing w:before="0"/>
      </w:pPr>
      <w:bookmarkStart w:id="0" w:name="_GoBack"/>
      <w:bookmarkEnd w:id="0"/>
      <w:r w:rsidRPr="00A9592F">
        <w:t>Кемеровская область</w:t>
      </w:r>
    </w:p>
    <w:p w:rsidR="00342F0B" w:rsidRPr="00A9592F" w:rsidRDefault="00342F0B" w:rsidP="00D65B08">
      <w:pPr>
        <w:pStyle w:val="Title"/>
        <w:spacing w:before="0"/>
      </w:pPr>
      <w:r w:rsidRPr="00A9592F">
        <w:t>Коллегия</w:t>
      </w:r>
      <w:r w:rsidR="00D65B08">
        <w:t xml:space="preserve"> </w:t>
      </w:r>
      <w:r w:rsidRPr="00A9592F">
        <w:t>Администрации муниципального образования«Крапивинский район»</w:t>
      </w:r>
    </w:p>
    <w:p w:rsidR="00D65B08" w:rsidRDefault="00D65B08" w:rsidP="00D65B08">
      <w:pPr>
        <w:pStyle w:val="Title"/>
        <w:spacing w:before="0"/>
      </w:pPr>
    </w:p>
    <w:p w:rsidR="00342F0B" w:rsidRPr="00A9592F" w:rsidRDefault="00342F0B" w:rsidP="00D65B08">
      <w:pPr>
        <w:pStyle w:val="Title"/>
        <w:spacing w:before="0"/>
      </w:pPr>
      <w:r w:rsidRPr="00A9592F">
        <w:t>ПОСТАНОВЛЕНИЕ</w:t>
      </w:r>
    </w:p>
    <w:p w:rsidR="00342F0B" w:rsidRPr="00A9592F" w:rsidRDefault="00342F0B" w:rsidP="00D65B08">
      <w:pPr>
        <w:pStyle w:val="Title"/>
        <w:spacing w:before="0"/>
      </w:pPr>
    </w:p>
    <w:p w:rsidR="00342F0B" w:rsidRPr="00A9592F" w:rsidRDefault="00A9592F" w:rsidP="00D65B08">
      <w:pPr>
        <w:pStyle w:val="Title"/>
        <w:spacing w:before="0"/>
      </w:pPr>
      <w:r>
        <w:t>от 30.04.2009 г. №</w:t>
      </w:r>
      <w:r w:rsidR="00FD1E01" w:rsidRPr="00A9592F">
        <w:t>09</w:t>
      </w:r>
    </w:p>
    <w:p w:rsidR="00342F0B" w:rsidRPr="00A9592F" w:rsidRDefault="00342F0B" w:rsidP="00D65B08">
      <w:pPr>
        <w:pStyle w:val="Title"/>
        <w:spacing w:before="0"/>
      </w:pPr>
      <w:r w:rsidRPr="00A9592F">
        <w:t>пгт. Крапивинский</w:t>
      </w:r>
    </w:p>
    <w:p w:rsidR="00342F0B" w:rsidRPr="00A9592F" w:rsidRDefault="00342F0B" w:rsidP="00D65B08">
      <w:pPr>
        <w:pStyle w:val="Title"/>
        <w:spacing w:before="0"/>
      </w:pPr>
    </w:p>
    <w:p w:rsidR="00342F0B" w:rsidRPr="00A9592F" w:rsidRDefault="00342F0B" w:rsidP="00D65B08">
      <w:pPr>
        <w:pStyle w:val="Title"/>
        <w:spacing w:before="0"/>
      </w:pPr>
      <w:r w:rsidRPr="00A9592F">
        <w:t>Об утверждении районной целевой программы «Молодежь Крапивинского района» на 2009 -2011 годы</w:t>
      </w:r>
    </w:p>
    <w:p w:rsidR="00342F0B" w:rsidRPr="00A9592F" w:rsidRDefault="00342F0B" w:rsidP="00A9592F"/>
    <w:p w:rsidR="00342F0B" w:rsidRPr="00A9592F" w:rsidRDefault="00342F0B" w:rsidP="00A9592F">
      <w:r w:rsidRPr="00A9592F">
        <w:t>Заслушав и обсудив информацию начальника отдела по делам молодежи и спорту администрации МО «Крапивинский район» Тихомирова Е.А. о проблемах молодежной политики и содержании районной  целевой программы «Молодежь Крапивинского района» на 2009-2011 годы, коллегия администрации МО «Крапивинский район» отмечает следующее.</w:t>
      </w:r>
    </w:p>
    <w:p w:rsidR="00342F0B" w:rsidRPr="00A9592F" w:rsidRDefault="00342F0B" w:rsidP="00A9592F">
      <w:r w:rsidRPr="00A9592F">
        <w:t>Реализация национальных проектов в сфере здравоохранения, образования, жилья, сельского хозяйства, регионального проекта «Культура» рассматривается в районе через призму решения проблем молодежи. Для улучшения уровня и качества жизни молодого населения района реализуются региональные целевые программы «Образование Кузбасса», «Жилище», «Здоровье кузбассовцев», «Комплексные меры противодействия злоупотреблению наркотиками и их незаконному обороту» и др. На решение проблем молодежи направлены районные комплексные программы: «Профилактика безнадзорности и правонарушений несовершеннолетних», «Мы – дети твои, Кузбасс!», «Здоровье и образование», «Неотложные меры борьбы с туберкулёзом», «Анти ВИЧ - СПИД» и др.</w:t>
      </w:r>
    </w:p>
    <w:p w:rsidR="00342F0B" w:rsidRPr="00A9592F" w:rsidRDefault="00342F0B" w:rsidP="00A9592F">
      <w:r w:rsidRPr="00A9592F">
        <w:t xml:space="preserve">Действуют комплексные программы и целевые мероприятия по профилактике социально обусловленных заболеваний, наркомании, дорожно-транспортного травматизма, по обеспечению жильем, содействию занятости населения, развитию сети детских дошкольных образовательных учреждений, обеспечению досуга детей, подростков и молодежи в свободное время. </w:t>
      </w:r>
    </w:p>
    <w:p w:rsidR="00342F0B" w:rsidRPr="00A9592F" w:rsidRDefault="00342F0B" w:rsidP="00A9592F">
      <w:r w:rsidRPr="00A9592F">
        <w:t>В районе создана необходимая социальная инфраструктура для реализации молодежной политики. С каждым годом растут финансовые ресурсы на ее содержание и развитие.</w:t>
      </w:r>
    </w:p>
    <w:p w:rsidR="00342F0B" w:rsidRPr="00A9592F" w:rsidRDefault="00342F0B" w:rsidP="00A9592F">
      <w:r w:rsidRPr="00A9592F">
        <w:t>Вместе с тем остаются острыми такие проблемы, как трудовая занятость молодежи, обеспечение жильем молодых семей, организация полноценного досуга и др.</w:t>
      </w:r>
    </w:p>
    <w:p w:rsidR="00342F0B" w:rsidRPr="00A9592F" w:rsidRDefault="00342F0B" w:rsidP="00A9592F">
      <w:r w:rsidRPr="00A9592F">
        <w:t>С целью эффективного осуществления молодежной политики, решения насущных проблем молодежи района, коллегия администрации МО «Крапивинский район»</w:t>
      </w:r>
      <w:r w:rsidR="00A9592F">
        <w:t xml:space="preserve"> </w:t>
      </w:r>
      <w:r w:rsidRPr="00A9592F">
        <w:t>постановляет:</w:t>
      </w:r>
    </w:p>
    <w:p w:rsidR="00342F0B" w:rsidRPr="00A9592F" w:rsidRDefault="00A9592F" w:rsidP="00A9592F">
      <w:r>
        <w:t xml:space="preserve">1. </w:t>
      </w:r>
      <w:r w:rsidR="00342F0B" w:rsidRPr="00A9592F">
        <w:t xml:space="preserve">Утвердить районную целевую программу «Молодежь Крапивинского района» на 2009-2011 годы. </w:t>
      </w:r>
    </w:p>
    <w:p w:rsidR="00342F0B" w:rsidRPr="00A9592F" w:rsidRDefault="00A9592F" w:rsidP="00A9592F">
      <w:r>
        <w:t xml:space="preserve">2. </w:t>
      </w:r>
      <w:r w:rsidR="00342F0B" w:rsidRPr="00A9592F">
        <w:t>Финансирование программы осуществлять за счет общих смет учреждений и управлений – исполнителей программы.</w:t>
      </w:r>
    </w:p>
    <w:p w:rsidR="00342F0B" w:rsidRPr="00A9592F" w:rsidRDefault="00A9592F" w:rsidP="00A9592F">
      <w:r>
        <w:lastRenderedPageBreak/>
        <w:t xml:space="preserve">3. </w:t>
      </w:r>
      <w:r w:rsidR="00342F0B" w:rsidRPr="00A9592F">
        <w:t>О ходе реализации районной целевой программы «Молодежь Крапивинского района» на 2009-2011 годы заслушивать одни раз в полгода руководителей органов и учреждений - исполнителей программы.</w:t>
      </w:r>
    </w:p>
    <w:p w:rsidR="00342F0B" w:rsidRPr="00A9592F" w:rsidRDefault="00A9592F" w:rsidP="00A9592F">
      <w:r>
        <w:t xml:space="preserve">4. </w:t>
      </w:r>
      <w:r w:rsidR="00342F0B" w:rsidRPr="00A9592F">
        <w:t>Контроль за исполнением настоящего постановления возложить на заместителя главы муниципального образования «Крапивинский район» по социальным вопросам С.В. Сабуцкую.</w:t>
      </w:r>
    </w:p>
    <w:p w:rsidR="00342F0B" w:rsidRPr="00A9592F" w:rsidRDefault="00342F0B" w:rsidP="00A9592F"/>
    <w:p w:rsidR="00A9592F" w:rsidRDefault="00342F0B" w:rsidP="00A9592F">
      <w:r w:rsidRPr="00A9592F">
        <w:t>Глава МО «Крапивинский район»</w:t>
      </w:r>
    </w:p>
    <w:p w:rsidR="00342F0B" w:rsidRPr="00A9592F" w:rsidRDefault="00342F0B" w:rsidP="00A9592F">
      <w:r w:rsidRPr="00A9592F">
        <w:t>В.А. Альберт</w:t>
      </w:r>
    </w:p>
    <w:p w:rsidR="000118D0" w:rsidRPr="00A9592F" w:rsidRDefault="000118D0" w:rsidP="00A9592F"/>
    <w:p w:rsidR="000118D0" w:rsidRPr="00A9592F" w:rsidRDefault="000118D0" w:rsidP="00A9592F">
      <w:pPr>
        <w:pStyle w:val="Application"/>
        <w:spacing w:before="0" w:after="0"/>
      </w:pPr>
      <w:r w:rsidRPr="00A9592F">
        <w:t>Утверждаю</w:t>
      </w:r>
    </w:p>
    <w:p w:rsidR="000118D0" w:rsidRPr="00A9592F" w:rsidRDefault="000118D0" w:rsidP="00A9592F">
      <w:pPr>
        <w:pStyle w:val="Application"/>
        <w:spacing w:before="0" w:after="0"/>
      </w:pPr>
      <w:r w:rsidRPr="00A9592F">
        <w:t>Глав</w:t>
      </w:r>
      <w:r w:rsidR="0085763F" w:rsidRPr="00A9592F">
        <w:t>а</w:t>
      </w:r>
      <w:r w:rsidRPr="00A9592F">
        <w:t xml:space="preserve"> МО «Крапивинский район»</w:t>
      </w:r>
    </w:p>
    <w:p w:rsidR="000118D0" w:rsidRPr="00A9592F" w:rsidRDefault="000118D0" w:rsidP="00A9592F">
      <w:pPr>
        <w:pStyle w:val="Application"/>
        <w:spacing w:before="0" w:after="0"/>
      </w:pPr>
      <w:r w:rsidRPr="00A9592F">
        <w:t>_____________ В.А.Альберт</w:t>
      </w:r>
    </w:p>
    <w:p w:rsidR="00A9592F" w:rsidRDefault="00A9592F" w:rsidP="00A9592F"/>
    <w:p w:rsidR="000118D0" w:rsidRPr="00A9592F" w:rsidRDefault="000118D0" w:rsidP="00A9592F">
      <w:pPr>
        <w:pStyle w:val="1"/>
      </w:pPr>
      <w:r w:rsidRPr="00A9592F">
        <w:t>Районная целевая программа</w:t>
      </w:r>
    </w:p>
    <w:p w:rsidR="000118D0" w:rsidRPr="00A9592F" w:rsidRDefault="000118D0" w:rsidP="00A9592F">
      <w:pPr>
        <w:pStyle w:val="1"/>
      </w:pPr>
      <w:r w:rsidRPr="00A9592F">
        <w:t>«Молодежь Крапивинского района»</w:t>
      </w:r>
      <w:r w:rsidR="00A9592F">
        <w:t xml:space="preserve"> </w:t>
      </w:r>
      <w:r w:rsidRPr="00A9592F">
        <w:t>на 200</w:t>
      </w:r>
      <w:r w:rsidR="009A0753" w:rsidRPr="00A9592F">
        <w:t>9</w:t>
      </w:r>
      <w:r w:rsidRPr="00A9592F">
        <w:t>-20</w:t>
      </w:r>
      <w:r w:rsidR="009A0753" w:rsidRPr="00A9592F">
        <w:t>11</w:t>
      </w:r>
      <w:r w:rsidRPr="00A9592F">
        <w:t xml:space="preserve"> годы</w:t>
      </w:r>
    </w:p>
    <w:p w:rsidR="000118D0" w:rsidRPr="00A9592F" w:rsidRDefault="000118D0" w:rsidP="00A9592F">
      <w:pPr>
        <w:pStyle w:val="1"/>
      </w:pPr>
      <w:r w:rsidRPr="00A9592F">
        <w:t>п.Крапивинский</w:t>
      </w:r>
    </w:p>
    <w:p w:rsidR="000118D0" w:rsidRPr="00A9592F" w:rsidRDefault="000118D0" w:rsidP="00A9592F">
      <w:pPr>
        <w:pStyle w:val="1"/>
      </w:pPr>
      <w:r w:rsidRPr="00A9592F">
        <w:t>200</w:t>
      </w:r>
      <w:r w:rsidR="009A0753" w:rsidRPr="00A9592F">
        <w:t>9</w:t>
      </w:r>
      <w:r w:rsidRPr="00A9592F">
        <w:t>г.</w:t>
      </w:r>
    </w:p>
    <w:p w:rsidR="00A9592F" w:rsidRDefault="00A9592F" w:rsidP="00A9592F"/>
    <w:p w:rsidR="0085763F" w:rsidRPr="00A9592F" w:rsidRDefault="0085763F" w:rsidP="00A9592F">
      <w:pPr>
        <w:pStyle w:val="2"/>
      </w:pPr>
      <w:r w:rsidRPr="00A9592F">
        <w:t>I раздел</w:t>
      </w:r>
    </w:p>
    <w:p w:rsidR="000118D0" w:rsidRPr="00A9592F" w:rsidRDefault="000118D0" w:rsidP="00A9592F">
      <w:pPr>
        <w:pStyle w:val="2"/>
      </w:pPr>
      <w:r w:rsidRPr="00A9592F">
        <w:t>Паспорт</w:t>
      </w:r>
    </w:p>
    <w:p w:rsidR="000118D0" w:rsidRPr="00A9592F" w:rsidRDefault="000118D0" w:rsidP="00A9592F">
      <w:pPr>
        <w:pStyle w:val="2"/>
      </w:pPr>
      <w:r w:rsidRPr="00A9592F">
        <w:t>Районной целевой программы</w:t>
      </w:r>
    </w:p>
    <w:p w:rsidR="00D92652" w:rsidRPr="00A9592F" w:rsidRDefault="00D92652" w:rsidP="00A9592F"/>
    <w:tbl>
      <w:tblPr>
        <w:tblStyle w:val="a7"/>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136"/>
        <w:gridCol w:w="1207"/>
        <w:gridCol w:w="889"/>
        <w:gridCol w:w="3494"/>
        <w:gridCol w:w="1203"/>
        <w:gridCol w:w="924"/>
      </w:tblGrid>
      <w:tr w:rsidR="00B819A8" w:rsidRPr="00A9592F">
        <w:tc>
          <w:tcPr>
            <w:tcW w:w="3331" w:type="dxa"/>
          </w:tcPr>
          <w:p w:rsidR="00541168" w:rsidRPr="00A9592F" w:rsidRDefault="00B819A8" w:rsidP="00A9592F">
            <w:pPr>
              <w:pStyle w:val="Table0"/>
              <w:jc w:val="left"/>
              <w:rPr>
                <w:b w:val="0"/>
              </w:rPr>
            </w:pPr>
            <w:r w:rsidRPr="00A9592F">
              <w:rPr>
                <w:b w:val="0"/>
              </w:rPr>
              <w:t>Наименование программы</w:t>
            </w:r>
          </w:p>
        </w:tc>
        <w:tc>
          <w:tcPr>
            <w:tcW w:w="11824" w:type="dxa"/>
            <w:gridSpan w:val="5"/>
          </w:tcPr>
          <w:p w:rsidR="00B819A8" w:rsidRPr="00A9592F" w:rsidRDefault="002A43A6" w:rsidP="00A9592F">
            <w:pPr>
              <w:pStyle w:val="Table0"/>
              <w:jc w:val="left"/>
              <w:rPr>
                <w:b w:val="0"/>
              </w:rPr>
            </w:pPr>
            <w:r w:rsidRPr="00A9592F">
              <w:rPr>
                <w:b w:val="0"/>
              </w:rPr>
              <w:t>Районная целевая программа «Молодежь Крапивинского района» на 2009-2011»</w:t>
            </w:r>
          </w:p>
        </w:tc>
      </w:tr>
      <w:tr w:rsidR="00B819A8" w:rsidRPr="00A9592F">
        <w:tc>
          <w:tcPr>
            <w:tcW w:w="3331" w:type="dxa"/>
          </w:tcPr>
          <w:p w:rsidR="00B819A8" w:rsidRPr="00A9592F" w:rsidRDefault="00B819A8" w:rsidP="00A9592F">
            <w:pPr>
              <w:pStyle w:val="Table0"/>
              <w:jc w:val="left"/>
              <w:rPr>
                <w:b w:val="0"/>
              </w:rPr>
            </w:pPr>
            <w:r w:rsidRPr="00A9592F">
              <w:rPr>
                <w:b w:val="0"/>
              </w:rPr>
              <w:t>Основания для разработки программы</w:t>
            </w:r>
          </w:p>
        </w:tc>
        <w:tc>
          <w:tcPr>
            <w:tcW w:w="11824" w:type="dxa"/>
            <w:gridSpan w:val="5"/>
          </w:tcPr>
          <w:p w:rsidR="00541168" w:rsidRPr="00A9592F" w:rsidRDefault="002A43A6" w:rsidP="00A9592F">
            <w:pPr>
              <w:pStyle w:val="Table"/>
            </w:pPr>
            <w:r w:rsidRPr="00A9592F">
              <w:t xml:space="preserve">Настоящая Программа разработана во исполнении «Концепции Государственной молодежной политики в Российской Федерации», одобренной на заседании правительственной комиссии по </w:t>
            </w:r>
            <w:r w:rsidR="00A9592F">
              <w:t xml:space="preserve">делам молодежи </w:t>
            </w:r>
            <w:hyperlink r:id="rId6" w:history="1">
              <w:r w:rsidR="00A9592F" w:rsidRPr="00D65B08">
                <w:rPr>
                  <w:rStyle w:val="aa"/>
                </w:rPr>
                <w:t>от05.12.2001г. №</w:t>
              </w:r>
              <w:r w:rsidRPr="00D65B08">
                <w:rPr>
                  <w:rStyle w:val="aa"/>
                </w:rPr>
                <w:t>4</w:t>
              </w:r>
            </w:hyperlink>
            <w:r w:rsidRPr="00A9592F">
              <w:t xml:space="preserve">. утвержденной Постановлением правительства Российской Федерации </w:t>
            </w:r>
            <w:hyperlink r:id="rId7" w:history="1">
              <w:r w:rsidRPr="00D65B08">
                <w:rPr>
                  <w:rStyle w:val="aa"/>
                </w:rPr>
                <w:t>от 27.12.2000г. №1015</w:t>
              </w:r>
            </w:hyperlink>
            <w:r w:rsidRPr="00A9592F">
              <w:t xml:space="preserve">,. Федерального закона о государственной поддержке детских и молодежных объединений </w:t>
            </w:r>
            <w:hyperlink r:id="rId8" w:history="1">
              <w:r w:rsidRPr="00D65B08">
                <w:rPr>
                  <w:rStyle w:val="aa"/>
                </w:rPr>
                <w:t>от 28.06.1985г</w:t>
              </w:r>
            </w:hyperlink>
            <w:r w:rsidRPr="00A9592F">
              <w:t xml:space="preserve">., Закона Кемеровской области об общих принципах осуществления Государственной молодежной политики в Кемеровской области. </w:t>
            </w:r>
            <w:hyperlink r:id="rId9" w:history="1">
              <w:r w:rsidRPr="00D65B08">
                <w:rPr>
                  <w:rStyle w:val="aa"/>
                </w:rPr>
                <w:t>от 30.11.2000 года №98-03</w:t>
              </w:r>
            </w:hyperlink>
            <w:r w:rsidRPr="00A9592F">
              <w:t xml:space="preserve">, Закона Кемеровской области </w:t>
            </w:r>
            <w:r w:rsidR="00BF6512" w:rsidRPr="00A9592F">
              <w:t xml:space="preserve">о внесении изменений в приложение закона Кемеровской области </w:t>
            </w:r>
            <w:r w:rsidRPr="00A9592F">
              <w:t xml:space="preserve">«Об утверждении среднесрочной региональной целевой программы «Молодежь Кузбасса» на 2006-2008 годы» </w:t>
            </w:r>
            <w:hyperlink r:id="rId10" w:history="1">
              <w:r w:rsidRPr="00D65B08">
                <w:rPr>
                  <w:rStyle w:val="aa"/>
                </w:rPr>
                <w:t>от 2</w:t>
              </w:r>
              <w:r w:rsidR="00BF6512" w:rsidRPr="00D65B08">
                <w:rPr>
                  <w:rStyle w:val="aa"/>
                </w:rPr>
                <w:t>7</w:t>
              </w:r>
              <w:r w:rsidRPr="00D65B08">
                <w:rPr>
                  <w:rStyle w:val="aa"/>
                </w:rPr>
                <w:t>.12.200</w:t>
              </w:r>
              <w:r w:rsidR="00BF6512" w:rsidRPr="00D65B08">
                <w:rPr>
                  <w:rStyle w:val="aa"/>
                </w:rPr>
                <w:t>7</w:t>
              </w:r>
              <w:r w:rsidRPr="00D65B08">
                <w:rPr>
                  <w:rStyle w:val="aa"/>
                </w:rPr>
                <w:t xml:space="preserve"> года №</w:t>
              </w:r>
              <w:r w:rsidR="00BF6512" w:rsidRPr="00D65B08">
                <w:rPr>
                  <w:rStyle w:val="aa"/>
                </w:rPr>
                <w:t>201</w:t>
              </w:r>
              <w:r w:rsidRPr="00D65B08">
                <w:rPr>
                  <w:rStyle w:val="aa"/>
                </w:rPr>
                <w:t>-03</w:t>
              </w:r>
            </w:hyperlink>
            <w:r w:rsidRPr="00A9592F">
              <w:t>.</w:t>
            </w:r>
          </w:p>
        </w:tc>
      </w:tr>
      <w:tr w:rsidR="00B819A8" w:rsidRPr="00A9592F">
        <w:tc>
          <w:tcPr>
            <w:tcW w:w="3331" w:type="dxa"/>
          </w:tcPr>
          <w:p w:rsidR="00B819A8" w:rsidRPr="00A9592F" w:rsidRDefault="002A43A6" w:rsidP="00A9592F">
            <w:pPr>
              <w:pStyle w:val="Table"/>
            </w:pPr>
            <w:r w:rsidRPr="00A9592F">
              <w:t>Исполнители программы</w:t>
            </w:r>
          </w:p>
        </w:tc>
        <w:tc>
          <w:tcPr>
            <w:tcW w:w="11824" w:type="dxa"/>
            <w:gridSpan w:val="5"/>
          </w:tcPr>
          <w:p w:rsidR="00541168" w:rsidRPr="00A9592F" w:rsidRDefault="002A43A6" w:rsidP="00A9592F">
            <w:pPr>
              <w:pStyle w:val="Table"/>
            </w:pPr>
            <w:r w:rsidRPr="00A9592F">
              <w:t>Отдел по делам молодежи и спорту администрации МО «Крапивинский район», Муниципальное управление образования, Центральная районная больница, Отдел внутренних дел, Управление культуры, Муниципальное учреждение КРКМЦ «ЛИДЕР», Крапивинский районный центр занятости населения, Управление социальной защиты населения, Военный комиссариат Крапивинского района, жилищный отдел администрации МО «Крапивинский район»</w:t>
            </w:r>
          </w:p>
        </w:tc>
      </w:tr>
      <w:tr w:rsidR="00B819A8" w:rsidRPr="00A9592F">
        <w:tc>
          <w:tcPr>
            <w:tcW w:w="3331" w:type="dxa"/>
          </w:tcPr>
          <w:p w:rsidR="00541168" w:rsidRPr="00A9592F" w:rsidRDefault="002A43A6" w:rsidP="00A9592F">
            <w:pPr>
              <w:pStyle w:val="Table"/>
            </w:pPr>
            <w:r w:rsidRPr="00A9592F">
              <w:t xml:space="preserve">Сроки реализации </w:t>
            </w:r>
            <w:r w:rsidR="003A407C" w:rsidRPr="00A9592F">
              <w:lastRenderedPageBreak/>
              <w:t>П</w:t>
            </w:r>
            <w:r w:rsidRPr="00A9592F">
              <w:t>рограммы</w:t>
            </w:r>
          </w:p>
        </w:tc>
        <w:tc>
          <w:tcPr>
            <w:tcW w:w="11824" w:type="dxa"/>
            <w:gridSpan w:val="5"/>
          </w:tcPr>
          <w:p w:rsidR="00B819A8" w:rsidRPr="00A9592F" w:rsidRDefault="002A43A6" w:rsidP="00A9592F">
            <w:pPr>
              <w:pStyle w:val="Table"/>
            </w:pPr>
            <w:r w:rsidRPr="00A9592F">
              <w:lastRenderedPageBreak/>
              <w:t>2009-20011 гг.</w:t>
            </w:r>
          </w:p>
        </w:tc>
      </w:tr>
      <w:tr w:rsidR="00B32786" w:rsidRPr="00A9592F">
        <w:tc>
          <w:tcPr>
            <w:tcW w:w="3331" w:type="dxa"/>
          </w:tcPr>
          <w:p w:rsidR="00B32786" w:rsidRPr="00A9592F" w:rsidRDefault="00B32786" w:rsidP="00A9592F">
            <w:pPr>
              <w:pStyle w:val="Table"/>
            </w:pPr>
            <w:r w:rsidRPr="00A9592F">
              <w:lastRenderedPageBreak/>
              <w:t>Цели программы</w:t>
            </w:r>
          </w:p>
        </w:tc>
        <w:tc>
          <w:tcPr>
            <w:tcW w:w="11824" w:type="dxa"/>
            <w:gridSpan w:val="5"/>
          </w:tcPr>
          <w:p w:rsidR="00541168" w:rsidRPr="00A9592F" w:rsidRDefault="00B32786" w:rsidP="00A9592F">
            <w:pPr>
              <w:pStyle w:val="Table"/>
            </w:pPr>
            <w:r w:rsidRPr="00A9592F">
              <w:t>Создание и развитие социально-экономических условий для самореализации молодежи Крапивинского района, духовно-нравственное воспитание молодежи.</w:t>
            </w:r>
          </w:p>
        </w:tc>
      </w:tr>
      <w:tr w:rsidR="006D5618" w:rsidRPr="00A9592F">
        <w:tc>
          <w:tcPr>
            <w:tcW w:w="3331" w:type="dxa"/>
          </w:tcPr>
          <w:p w:rsidR="006D5618" w:rsidRPr="00A9592F" w:rsidRDefault="006D5618" w:rsidP="00A9592F">
            <w:pPr>
              <w:pStyle w:val="Table"/>
            </w:pPr>
            <w:r w:rsidRPr="00A9592F">
              <w:t>Задачи программы</w:t>
            </w:r>
          </w:p>
        </w:tc>
        <w:tc>
          <w:tcPr>
            <w:tcW w:w="11824" w:type="dxa"/>
            <w:gridSpan w:val="5"/>
          </w:tcPr>
          <w:p w:rsidR="00541168" w:rsidRPr="00A9592F" w:rsidRDefault="006D5618" w:rsidP="00A9592F">
            <w:pPr>
              <w:pStyle w:val="Table"/>
            </w:pPr>
            <w:r w:rsidRPr="00A9592F">
              <w:t>Создание условий для патриотического и духовно-нравственного воспитания, интеллектуального и творческого развития молодежи, реализация ее творческого потенциала, содействие предпринимательской деятельности, трудоустройству молодежи, поддержка деятельности молодежных и детских общественных объединений, формирование у молодежи активной жизненной позиции, готовности к участию в общественно политической жизни Крапивинского района и государственной деятельности. Развитие системы молодежных трудовых и профильных отрядов, Вовлечение максимально возможного числа молодежи в систематические занятия физической культурой и спортом</w:t>
            </w:r>
          </w:p>
        </w:tc>
      </w:tr>
      <w:tr w:rsidR="006D5618" w:rsidRPr="00A9592F">
        <w:tc>
          <w:tcPr>
            <w:tcW w:w="3331" w:type="dxa"/>
          </w:tcPr>
          <w:p w:rsidR="006D5618" w:rsidRPr="00A9592F" w:rsidRDefault="00690C61" w:rsidP="00A9592F">
            <w:pPr>
              <w:pStyle w:val="Table"/>
            </w:pPr>
            <w:r w:rsidRPr="00A9592F">
              <w:t>Ожидаемые, конечные результаты реализации программы</w:t>
            </w:r>
          </w:p>
        </w:tc>
        <w:tc>
          <w:tcPr>
            <w:tcW w:w="11824" w:type="dxa"/>
            <w:gridSpan w:val="5"/>
            <w:tcBorders>
              <w:bottom w:val="single" w:sz="4" w:space="0" w:color="auto"/>
            </w:tcBorders>
          </w:tcPr>
          <w:p w:rsidR="00690C61" w:rsidRPr="00A9592F" w:rsidRDefault="00690C61" w:rsidP="00A9592F">
            <w:pPr>
              <w:pStyle w:val="Table"/>
            </w:pPr>
            <w:r w:rsidRPr="00A9592F">
              <w:t>- снижение безработицы среди молодежи</w:t>
            </w:r>
          </w:p>
          <w:p w:rsidR="006D5618" w:rsidRPr="00A9592F" w:rsidRDefault="00690C61" w:rsidP="00A9592F">
            <w:pPr>
              <w:pStyle w:val="Table"/>
            </w:pPr>
            <w:r w:rsidRPr="00A9592F">
              <w:t>- улучшение жилищных условий молодых семей</w:t>
            </w:r>
          </w:p>
          <w:p w:rsidR="00690C61" w:rsidRPr="00A9592F" w:rsidRDefault="00690C61" w:rsidP="00A9592F">
            <w:pPr>
              <w:pStyle w:val="Table"/>
            </w:pPr>
            <w:r w:rsidRPr="00A9592F">
              <w:t>- создание условий для поддержки талантливой молодежи</w:t>
            </w:r>
          </w:p>
          <w:p w:rsidR="00690C61" w:rsidRPr="00A9592F" w:rsidRDefault="00690C61" w:rsidP="00A9592F">
            <w:pPr>
              <w:pStyle w:val="Table"/>
            </w:pPr>
            <w:r w:rsidRPr="00A9592F">
              <w:t>- организация работы добровольческих, волонтерских отрядов</w:t>
            </w:r>
          </w:p>
          <w:p w:rsidR="00690C61" w:rsidRPr="00A9592F" w:rsidRDefault="00690C61" w:rsidP="00A9592F">
            <w:pPr>
              <w:pStyle w:val="Table"/>
            </w:pPr>
            <w:r w:rsidRPr="00A9592F">
              <w:t>- снижение количества правонарушений среди подростков и молодежи.</w:t>
            </w:r>
          </w:p>
          <w:p w:rsidR="00541168" w:rsidRPr="00A9592F" w:rsidRDefault="00690C61" w:rsidP="00A9592F">
            <w:pPr>
              <w:pStyle w:val="Table"/>
            </w:pPr>
            <w:r w:rsidRPr="00A9592F">
              <w:t>- улучшение материальной базы молодежных центров.</w:t>
            </w:r>
          </w:p>
        </w:tc>
      </w:tr>
      <w:tr w:rsidR="00AF6794" w:rsidRPr="00A9592F">
        <w:trPr>
          <w:trHeight w:val="646"/>
        </w:trPr>
        <w:tc>
          <w:tcPr>
            <w:tcW w:w="3331" w:type="dxa"/>
            <w:vMerge w:val="restart"/>
            <w:tcBorders>
              <w:right w:val="single" w:sz="4" w:space="0" w:color="auto"/>
            </w:tcBorders>
          </w:tcPr>
          <w:p w:rsidR="00AF6794" w:rsidRPr="00A9592F" w:rsidRDefault="00AF6794" w:rsidP="00A9592F">
            <w:pPr>
              <w:pStyle w:val="Table"/>
            </w:pPr>
            <w:r w:rsidRPr="00A9592F">
              <w:t>Объемы и источники финансирования</w:t>
            </w:r>
            <w:r w:rsidR="00A9592F">
              <w:t xml:space="preserve"> </w:t>
            </w:r>
            <w:r w:rsidRPr="00A9592F">
              <w:t>программы</w:t>
            </w:r>
            <w:r w:rsidR="009D0461" w:rsidRPr="00A9592F">
              <w:t xml:space="preserve"> (в тыс. руб.)</w:t>
            </w:r>
          </w:p>
        </w:tc>
        <w:tc>
          <w:tcPr>
            <w:tcW w:w="1817" w:type="dxa"/>
            <w:tcBorders>
              <w:top w:val="single" w:sz="4" w:space="0" w:color="auto"/>
              <w:left w:val="single" w:sz="4" w:space="0" w:color="auto"/>
              <w:bottom w:val="single" w:sz="4" w:space="0" w:color="auto"/>
              <w:right w:val="single" w:sz="4" w:space="0" w:color="auto"/>
            </w:tcBorders>
          </w:tcPr>
          <w:p w:rsidR="00AF6794" w:rsidRPr="00A9592F" w:rsidRDefault="005A113F" w:rsidP="00A9592F">
            <w:pPr>
              <w:pStyle w:val="Table"/>
            </w:pPr>
            <w:r w:rsidRPr="00A9592F">
              <w:t>источники</w:t>
            </w:r>
          </w:p>
        </w:tc>
        <w:tc>
          <w:tcPr>
            <w:tcW w:w="1299" w:type="dxa"/>
            <w:tcBorders>
              <w:top w:val="single" w:sz="4" w:space="0" w:color="auto"/>
              <w:left w:val="single" w:sz="4" w:space="0" w:color="auto"/>
              <w:bottom w:val="single" w:sz="4" w:space="0" w:color="auto"/>
              <w:right w:val="single" w:sz="4" w:space="0" w:color="auto"/>
            </w:tcBorders>
            <w:vAlign w:val="center"/>
          </w:tcPr>
          <w:p w:rsidR="00AF6794" w:rsidRPr="00A9592F" w:rsidRDefault="00AF6794" w:rsidP="00A9592F">
            <w:pPr>
              <w:pStyle w:val="Table"/>
            </w:pPr>
            <w:r w:rsidRPr="00A9592F">
              <w:t>ОБ</w:t>
            </w:r>
          </w:p>
        </w:tc>
        <w:tc>
          <w:tcPr>
            <w:tcW w:w="5541" w:type="dxa"/>
            <w:tcBorders>
              <w:top w:val="single" w:sz="4" w:space="0" w:color="auto"/>
              <w:left w:val="single" w:sz="4" w:space="0" w:color="auto"/>
              <w:bottom w:val="single" w:sz="4" w:space="0" w:color="auto"/>
              <w:right w:val="single" w:sz="4" w:space="0" w:color="auto"/>
            </w:tcBorders>
            <w:vAlign w:val="center"/>
          </w:tcPr>
          <w:p w:rsidR="00AF6794" w:rsidRPr="00A9592F" w:rsidRDefault="00AF6794" w:rsidP="00A9592F">
            <w:pPr>
              <w:pStyle w:val="Table"/>
            </w:pPr>
            <w:r w:rsidRPr="00A9592F">
              <w:t>МБ</w:t>
            </w:r>
          </w:p>
        </w:tc>
        <w:tc>
          <w:tcPr>
            <w:tcW w:w="1811" w:type="dxa"/>
            <w:tcBorders>
              <w:top w:val="single" w:sz="4" w:space="0" w:color="auto"/>
              <w:left w:val="single" w:sz="4" w:space="0" w:color="auto"/>
              <w:bottom w:val="single" w:sz="4" w:space="0" w:color="auto"/>
              <w:right w:val="single" w:sz="4" w:space="0" w:color="auto"/>
            </w:tcBorders>
            <w:vAlign w:val="center"/>
          </w:tcPr>
          <w:p w:rsidR="00AF6794" w:rsidRPr="00A9592F" w:rsidRDefault="00AF6794" w:rsidP="00A9592F">
            <w:pPr>
              <w:pStyle w:val="Table"/>
            </w:pPr>
            <w:r w:rsidRPr="00A9592F">
              <w:t>привлеченные средства</w:t>
            </w:r>
          </w:p>
        </w:tc>
        <w:tc>
          <w:tcPr>
            <w:tcW w:w="1356" w:type="dxa"/>
            <w:tcBorders>
              <w:top w:val="single" w:sz="4" w:space="0" w:color="auto"/>
              <w:left w:val="single" w:sz="4" w:space="0" w:color="auto"/>
              <w:bottom w:val="single" w:sz="4" w:space="0" w:color="auto"/>
              <w:right w:val="single" w:sz="4" w:space="0" w:color="auto"/>
            </w:tcBorders>
            <w:vAlign w:val="center"/>
          </w:tcPr>
          <w:p w:rsidR="00AF6794" w:rsidRPr="00A9592F" w:rsidRDefault="00AF6794" w:rsidP="00A9592F">
            <w:pPr>
              <w:pStyle w:val="Table"/>
            </w:pPr>
            <w:r w:rsidRPr="00A9592F">
              <w:t>ВСЕГО:</w:t>
            </w:r>
          </w:p>
        </w:tc>
      </w:tr>
      <w:tr w:rsidR="00AF6794" w:rsidRPr="00A9592F">
        <w:trPr>
          <w:trHeight w:val="305"/>
        </w:trPr>
        <w:tc>
          <w:tcPr>
            <w:tcW w:w="3331" w:type="dxa"/>
            <w:vMerge/>
            <w:tcBorders>
              <w:top w:val="single" w:sz="4" w:space="0" w:color="auto"/>
              <w:right w:val="single" w:sz="4" w:space="0" w:color="auto"/>
            </w:tcBorders>
          </w:tcPr>
          <w:p w:rsidR="00AF6794" w:rsidRPr="00A9592F" w:rsidRDefault="00AF6794" w:rsidP="00A9592F">
            <w:pPr>
              <w:pStyle w:val="Table"/>
            </w:pPr>
          </w:p>
        </w:tc>
        <w:tc>
          <w:tcPr>
            <w:tcW w:w="1817" w:type="dxa"/>
            <w:tcBorders>
              <w:top w:val="single" w:sz="4" w:space="0" w:color="auto"/>
              <w:left w:val="single" w:sz="4" w:space="0" w:color="auto"/>
              <w:bottom w:val="single" w:sz="4" w:space="0" w:color="auto"/>
              <w:right w:val="single" w:sz="4" w:space="0" w:color="auto"/>
            </w:tcBorders>
          </w:tcPr>
          <w:p w:rsidR="00AF6794" w:rsidRPr="00A9592F" w:rsidRDefault="005A113F" w:rsidP="00A9592F">
            <w:pPr>
              <w:pStyle w:val="Table"/>
            </w:pPr>
            <w:r w:rsidRPr="00A9592F">
              <w:t>сумма</w:t>
            </w:r>
          </w:p>
        </w:tc>
        <w:tc>
          <w:tcPr>
            <w:tcW w:w="1299" w:type="dxa"/>
            <w:tcBorders>
              <w:top w:val="single" w:sz="4" w:space="0" w:color="auto"/>
              <w:left w:val="single" w:sz="4" w:space="0" w:color="auto"/>
              <w:bottom w:val="single" w:sz="4" w:space="0" w:color="auto"/>
              <w:right w:val="single" w:sz="4" w:space="0" w:color="auto"/>
            </w:tcBorders>
            <w:vAlign w:val="center"/>
          </w:tcPr>
          <w:p w:rsidR="00AF6794" w:rsidRPr="00A9592F" w:rsidRDefault="00AF6794" w:rsidP="00A9592F">
            <w:pPr>
              <w:pStyle w:val="Table"/>
            </w:pPr>
            <w:r w:rsidRPr="00A9592F">
              <w:t>1770,748</w:t>
            </w:r>
          </w:p>
        </w:tc>
        <w:tc>
          <w:tcPr>
            <w:tcW w:w="5541" w:type="dxa"/>
            <w:tcBorders>
              <w:top w:val="single" w:sz="4" w:space="0" w:color="auto"/>
              <w:left w:val="single" w:sz="4" w:space="0" w:color="auto"/>
              <w:bottom w:val="single" w:sz="4" w:space="0" w:color="auto"/>
              <w:right w:val="single" w:sz="4" w:space="0" w:color="auto"/>
            </w:tcBorders>
            <w:vAlign w:val="center"/>
          </w:tcPr>
          <w:p w:rsidR="00AF6794" w:rsidRPr="00A9592F" w:rsidRDefault="00AF6794" w:rsidP="00A9592F">
            <w:pPr>
              <w:pStyle w:val="Table"/>
            </w:pPr>
            <w:r w:rsidRPr="00A9592F">
              <w:t>3860,5</w:t>
            </w:r>
          </w:p>
        </w:tc>
        <w:tc>
          <w:tcPr>
            <w:tcW w:w="1811" w:type="dxa"/>
            <w:tcBorders>
              <w:top w:val="single" w:sz="4" w:space="0" w:color="auto"/>
              <w:left w:val="single" w:sz="4" w:space="0" w:color="auto"/>
              <w:bottom w:val="single" w:sz="4" w:space="0" w:color="auto"/>
              <w:right w:val="single" w:sz="4" w:space="0" w:color="auto"/>
            </w:tcBorders>
            <w:vAlign w:val="center"/>
          </w:tcPr>
          <w:p w:rsidR="00AF6794" w:rsidRPr="00A9592F" w:rsidRDefault="00AF6794" w:rsidP="00A9592F">
            <w:pPr>
              <w:pStyle w:val="Table"/>
            </w:pPr>
            <w:r w:rsidRPr="00A9592F">
              <w:t>322,0</w:t>
            </w:r>
          </w:p>
        </w:tc>
        <w:tc>
          <w:tcPr>
            <w:tcW w:w="1356" w:type="dxa"/>
            <w:tcBorders>
              <w:top w:val="single" w:sz="4" w:space="0" w:color="auto"/>
              <w:left w:val="single" w:sz="4" w:space="0" w:color="auto"/>
              <w:bottom w:val="single" w:sz="4" w:space="0" w:color="auto"/>
              <w:right w:val="single" w:sz="4" w:space="0" w:color="auto"/>
            </w:tcBorders>
            <w:vAlign w:val="center"/>
          </w:tcPr>
          <w:p w:rsidR="00AF6794" w:rsidRPr="00A9592F" w:rsidRDefault="00AF6794" w:rsidP="00A9592F">
            <w:pPr>
              <w:pStyle w:val="Table"/>
            </w:pPr>
            <w:r w:rsidRPr="00A9592F">
              <w:t>5953,248</w:t>
            </w:r>
          </w:p>
        </w:tc>
      </w:tr>
      <w:tr w:rsidR="00AF6794" w:rsidRPr="00A9592F">
        <w:trPr>
          <w:trHeight w:val="646"/>
        </w:trPr>
        <w:tc>
          <w:tcPr>
            <w:tcW w:w="3331" w:type="dxa"/>
            <w:vMerge/>
            <w:tcBorders>
              <w:top w:val="single" w:sz="4" w:space="0" w:color="auto"/>
              <w:right w:val="single" w:sz="4" w:space="0" w:color="auto"/>
            </w:tcBorders>
          </w:tcPr>
          <w:p w:rsidR="00AF6794" w:rsidRPr="00A9592F" w:rsidRDefault="00AF6794" w:rsidP="00A9592F">
            <w:pPr>
              <w:pStyle w:val="Table"/>
            </w:pPr>
          </w:p>
        </w:tc>
        <w:tc>
          <w:tcPr>
            <w:tcW w:w="1817" w:type="dxa"/>
            <w:tcBorders>
              <w:top w:val="single" w:sz="4" w:space="0" w:color="auto"/>
              <w:left w:val="single" w:sz="4" w:space="0" w:color="auto"/>
              <w:bottom w:val="single" w:sz="4" w:space="0" w:color="auto"/>
              <w:right w:val="single" w:sz="4" w:space="0" w:color="auto"/>
            </w:tcBorders>
            <w:vAlign w:val="center"/>
          </w:tcPr>
          <w:p w:rsidR="00AF6794" w:rsidRPr="00A9592F" w:rsidRDefault="00AF6794" w:rsidP="00A9592F">
            <w:pPr>
              <w:pStyle w:val="Table"/>
            </w:pPr>
            <w:r w:rsidRPr="00A9592F">
              <w:t>В том числе</w:t>
            </w:r>
            <w:r w:rsidR="00DA783B" w:rsidRPr="00A9592F">
              <w:t>:</w:t>
            </w:r>
          </w:p>
        </w:tc>
        <w:tc>
          <w:tcPr>
            <w:tcW w:w="1299" w:type="dxa"/>
            <w:tcBorders>
              <w:top w:val="single" w:sz="4" w:space="0" w:color="auto"/>
              <w:left w:val="single" w:sz="4" w:space="0" w:color="auto"/>
              <w:bottom w:val="single" w:sz="4" w:space="0" w:color="auto"/>
              <w:right w:val="single" w:sz="4" w:space="0" w:color="auto"/>
            </w:tcBorders>
          </w:tcPr>
          <w:p w:rsidR="00AF6794" w:rsidRPr="00A9592F" w:rsidRDefault="00C741EB" w:rsidP="00A9592F">
            <w:pPr>
              <w:pStyle w:val="Table"/>
            </w:pPr>
            <w:r w:rsidRPr="00A9592F">
              <w:t>Финансирование из центра занятости.</w:t>
            </w:r>
          </w:p>
        </w:tc>
        <w:tc>
          <w:tcPr>
            <w:tcW w:w="5541" w:type="dxa"/>
            <w:tcBorders>
              <w:top w:val="single" w:sz="4" w:space="0" w:color="auto"/>
              <w:left w:val="single" w:sz="4" w:space="0" w:color="auto"/>
              <w:bottom w:val="single" w:sz="4" w:space="0" w:color="auto"/>
              <w:right w:val="single" w:sz="4" w:space="0" w:color="auto"/>
            </w:tcBorders>
          </w:tcPr>
          <w:p w:rsidR="00796127" w:rsidRPr="00A9592F" w:rsidRDefault="00AF6794" w:rsidP="00A9592F">
            <w:pPr>
              <w:pStyle w:val="Table"/>
            </w:pPr>
            <w:r w:rsidRPr="00A9592F">
              <w:t>360,0 бюджет муниципальных управлений; 190,0 бюджет принятой программы «Профилактика безнадзорности и правонарушений….»</w:t>
            </w:r>
            <w:r w:rsidR="00796127" w:rsidRPr="00A9592F">
              <w:t>;</w:t>
            </w:r>
          </w:p>
          <w:p w:rsidR="00AF6794" w:rsidRPr="00A9592F" w:rsidRDefault="00AF6794" w:rsidP="00A9592F">
            <w:pPr>
              <w:pStyle w:val="Table"/>
            </w:pPr>
            <w:r w:rsidRPr="00A9592F">
              <w:t>1620,0 бюджет отдела по делам молодежи и спорту, 180,0 – бюджет МУ КРКМЦ «ЛИДЕР», 349 бюджет</w:t>
            </w:r>
            <w:r w:rsidR="00C741EB" w:rsidRPr="00A9592F">
              <w:t xml:space="preserve"> сельских и городских поселений.</w:t>
            </w:r>
          </w:p>
        </w:tc>
        <w:tc>
          <w:tcPr>
            <w:tcW w:w="1811" w:type="dxa"/>
            <w:tcBorders>
              <w:top w:val="single" w:sz="4" w:space="0" w:color="auto"/>
              <w:left w:val="single" w:sz="4" w:space="0" w:color="auto"/>
              <w:bottom w:val="single" w:sz="4" w:space="0" w:color="auto"/>
              <w:right w:val="single" w:sz="4" w:space="0" w:color="auto"/>
            </w:tcBorders>
          </w:tcPr>
          <w:p w:rsidR="00AF6794" w:rsidRPr="00A9592F" w:rsidRDefault="00AF6794" w:rsidP="00A9592F">
            <w:pPr>
              <w:pStyle w:val="Table"/>
            </w:pPr>
          </w:p>
        </w:tc>
        <w:tc>
          <w:tcPr>
            <w:tcW w:w="1356" w:type="dxa"/>
            <w:tcBorders>
              <w:top w:val="single" w:sz="4" w:space="0" w:color="auto"/>
              <w:left w:val="single" w:sz="4" w:space="0" w:color="auto"/>
              <w:bottom w:val="single" w:sz="4" w:space="0" w:color="auto"/>
              <w:right w:val="single" w:sz="4" w:space="0" w:color="auto"/>
            </w:tcBorders>
          </w:tcPr>
          <w:p w:rsidR="00AF6794" w:rsidRPr="00A9592F" w:rsidRDefault="00AF6794" w:rsidP="00A9592F">
            <w:pPr>
              <w:pStyle w:val="Table"/>
            </w:pPr>
          </w:p>
        </w:tc>
      </w:tr>
    </w:tbl>
    <w:p w:rsidR="000F0CBA" w:rsidRPr="00A9592F" w:rsidRDefault="000F0CBA" w:rsidP="00A9592F"/>
    <w:p w:rsidR="00A10B44" w:rsidRPr="00A9592F" w:rsidRDefault="00A10B44" w:rsidP="00A9592F">
      <w:pPr>
        <w:pStyle w:val="2"/>
      </w:pPr>
      <w:r w:rsidRPr="00A9592F">
        <w:t>II раздел</w:t>
      </w:r>
    </w:p>
    <w:p w:rsidR="00A10B44" w:rsidRPr="00A9592F" w:rsidRDefault="00A10B44" w:rsidP="00A9592F">
      <w:pPr>
        <w:pStyle w:val="2"/>
      </w:pPr>
      <w:r w:rsidRPr="00A9592F">
        <w:t>Анализ исходного состояния проблемы</w:t>
      </w:r>
    </w:p>
    <w:p w:rsidR="00A10B44" w:rsidRPr="00A9592F" w:rsidRDefault="00A10B44" w:rsidP="00A9592F"/>
    <w:p w:rsidR="009330E0" w:rsidRPr="00A9592F" w:rsidRDefault="00D31C34" w:rsidP="00A9592F">
      <w:r w:rsidRPr="00A9592F">
        <w:t xml:space="preserve">Молодежь от 14 до 30 лет – </w:t>
      </w:r>
      <w:r w:rsidR="00DF5BF9" w:rsidRPr="00A9592F">
        <w:t>7034</w:t>
      </w:r>
      <w:r w:rsidRPr="00A9592F">
        <w:t xml:space="preserve"> человек</w:t>
      </w:r>
      <w:r w:rsidR="000E0038" w:rsidRPr="00A9592F">
        <w:t>а,</w:t>
      </w:r>
      <w:r w:rsidRPr="00A9592F">
        <w:t xml:space="preserve"> что составляет </w:t>
      </w:r>
      <w:r w:rsidR="00DF5BF9" w:rsidRPr="00A9592F">
        <w:t>27,1%</w:t>
      </w:r>
      <w:r w:rsidRPr="00A9592F">
        <w:t xml:space="preserve"> от населения Крапивинского района.</w:t>
      </w:r>
    </w:p>
    <w:p w:rsidR="00A10B44" w:rsidRPr="00A9592F" w:rsidRDefault="00D31C34" w:rsidP="00A9592F">
      <w:r w:rsidRPr="00A9592F">
        <w:t xml:space="preserve">В том числе </w:t>
      </w:r>
      <w:r w:rsidR="009330E0" w:rsidRPr="00A9592F">
        <w:t xml:space="preserve">учащихся </w:t>
      </w:r>
      <w:r w:rsidR="000E0038" w:rsidRPr="00A9592F">
        <w:t>–</w:t>
      </w:r>
      <w:r w:rsidR="009330E0" w:rsidRPr="00A9592F">
        <w:t xml:space="preserve"> </w:t>
      </w:r>
      <w:r w:rsidR="00B85DA0" w:rsidRPr="00A9592F">
        <w:t>1</w:t>
      </w:r>
      <w:r w:rsidR="00CE65A5" w:rsidRPr="00A9592F">
        <w:t>165</w:t>
      </w:r>
      <w:r w:rsidR="00F3095D" w:rsidRPr="00A9592F">
        <w:t xml:space="preserve"> человек; студенты – 1549 человек</w:t>
      </w:r>
      <w:r w:rsidR="00333674" w:rsidRPr="00A9592F">
        <w:t xml:space="preserve">; работающей молодежи - </w:t>
      </w:r>
      <w:r w:rsidR="002826F8" w:rsidRPr="00A9592F">
        <w:t>2589</w:t>
      </w:r>
      <w:r w:rsidR="00333674" w:rsidRPr="00A9592F">
        <w:t>,</w:t>
      </w:r>
      <w:r w:rsidR="00460093">
        <w:t xml:space="preserve"> </w:t>
      </w:r>
      <w:r w:rsidR="0009033F" w:rsidRPr="00A9592F">
        <w:t xml:space="preserve">в том числе: </w:t>
      </w:r>
      <w:r w:rsidR="009330E0" w:rsidRPr="00A9592F">
        <w:t xml:space="preserve">сельское хозяйство - </w:t>
      </w:r>
      <w:r w:rsidR="00673B09" w:rsidRPr="00A9592F">
        <w:t>229</w:t>
      </w:r>
      <w:r w:rsidR="009330E0" w:rsidRPr="00A9592F">
        <w:t>,</w:t>
      </w:r>
      <w:r w:rsidR="00390DA4" w:rsidRPr="00A9592F">
        <w:t xml:space="preserve"> </w:t>
      </w:r>
      <w:r w:rsidR="0009033F" w:rsidRPr="00A9592F">
        <w:t>промышленное производство</w:t>
      </w:r>
      <w:r w:rsidR="009330E0" w:rsidRPr="00A9592F">
        <w:t xml:space="preserve"> </w:t>
      </w:r>
      <w:r w:rsidR="009175D4" w:rsidRPr="00A9592F">
        <w:t>–</w:t>
      </w:r>
      <w:r w:rsidR="009330E0" w:rsidRPr="00A9592F">
        <w:t xml:space="preserve"> </w:t>
      </w:r>
      <w:r w:rsidR="0023295D" w:rsidRPr="00A9592F">
        <w:t>186</w:t>
      </w:r>
      <w:r w:rsidR="009175D4" w:rsidRPr="00A9592F">
        <w:t>,</w:t>
      </w:r>
      <w:r w:rsidR="00390DA4" w:rsidRPr="00A9592F">
        <w:t xml:space="preserve"> </w:t>
      </w:r>
      <w:r w:rsidR="009330E0" w:rsidRPr="00A9592F">
        <w:t xml:space="preserve">бюджетная сфера- </w:t>
      </w:r>
      <w:r w:rsidR="0023295D" w:rsidRPr="00A9592F">
        <w:t>2174</w:t>
      </w:r>
    </w:p>
    <w:p w:rsidR="00A10B44" w:rsidRPr="00A9592F" w:rsidRDefault="009330E0" w:rsidP="00A9592F">
      <w:r w:rsidRPr="00A9592F">
        <w:t>Профессиональное обучение: ПУ-77 -</w:t>
      </w:r>
      <w:r w:rsidR="000F26F7" w:rsidRPr="00A9592F">
        <w:t xml:space="preserve"> </w:t>
      </w:r>
      <w:r w:rsidR="00C7024B" w:rsidRPr="00A9592F">
        <w:t>9</w:t>
      </w:r>
      <w:r w:rsidR="003563DF" w:rsidRPr="00A9592F">
        <w:t>5</w:t>
      </w:r>
      <w:r w:rsidR="00000E58" w:rsidRPr="00A9592F">
        <w:t xml:space="preserve"> человек, ЦЗН - </w:t>
      </w:r>
      <w:r w:rsidR="00E84657" w:rsidRPr="00A9592F">
        <w:t>212</w:t>
      </w:r>
      <w:r w:rsidR="000F26F7" w:rsidRPr="00A9592F">
        <w:t xml:space="preserve"> человек</w:t>
      </w:r>
    </w:p>
    <w:p w:rsidR="000F26F7" w:rsidRPr="00A9592F" w:rsidRDefault="000F26F7" w:rsidP="00A9592F">
      <w:r w:rsidRPr="00A9592F">
        <w:t xml:space="preserve">Безработных </w:t>
      </w:r>
      <w:r w:rsidR="00B30654" w:rsidRPr="00A9592F">
        <w:t>–</w:t>
      </w:r>
      <w:r w:rsidRPr="00A9592F">
        <w:t xml:space="preserve"> </w:t>
      </w:r>
      <w:r w:rsidR="00E84657" w:rsidRPr="00A9592F">
        <w:t>8</w:t>
      </w:r>
      <w:r w:rsidR="00B30654" w:rsidRPr="00A9592F">
        <w:t>,9% к уровню трудоспособного населения</w:t>
      </w:r>
      <w:r w:rsidRPr="00A9592F">
        <w:t xml:space="preserve">, в том числе состоят на учете в ЦЗН </w:t>
      </w:r>
      <w:r w:rsidR="00E34B62" w:rsidRPr="00A9592F">
        <w:t>–</w:t>
      </w:r>
      <w:r w:rsidRPr="00A9592F">
        <w:t xml:space="preserve"> </w:t>
      </w:r>
      <w:r w:rsidR="00E34B62" w:rsidRPr="00A9592F">
        <w:t>4</w:t>
      </w:r>
      <w:r w:rsidR="00E84657" w:rsidRPr="00A9592F">
        <w:t>55</w:t>
      </w:r>
      <w:r w:rsidR="005047D6" w:rsidRPr="00A9592F">
        <w:t>человек</w:t>
      </w:r>
    </w:p>
    <w:p w:rsidR="00C47308" w:rsidRPr="00A9592F" w:rsidRDefault="00C47308" w:rsidP="00A9592F">
      <w:r w:rsidRPr="00A9592F">
        <w:lastRenderedPageBreak/>
        <w:t xml:space="preserve">Временная занятость - </w:t>
      </w:r>
      <w:r w:rsidR="00CE09E7" w:rsidRPr="00A9592F">
        <w:t>2</w:t>
      </w:r>
      <w:r w:rsidR="00771CDC" w:rsidRPr="00A9592F">
        <w:t>60</w:t>
      </w:r>
    </w:p>
    <w:p w:rsidR="00C47308" w:rsidRPr="00A9592F" w:rsidRDefault="00C47308" w:rsidP="00A9592F">
      <w:r w:rsidRPr="00A9592F">
        <w:t xml:space="preserve">Количество молодых семей </w:t>
      </w:r>
      <w:r w:rsidR="00A656DC" w:rsidRPr="00A9592F">
        <w:t>–</w:t>
      </w:r>
      <w:r w:rsidRPr="00A9592F">
        <w:t xml:space="preserve"> </w:t>
      </w:r>
      <w:r w:rsidR="00D8266B" w:rsidRPr="00A9592F">
        <w:t>2334</w:t>
      </w:r>
      <w:r w:rsidR="00F90E99" w:rsidRPr="00A9592F">
        <w:t>; и</w:t>
      </w:r>
      <w:r w:rsidRPr="00A9592F">
        <w:t xml:space="preserve">з них имеет постоянное жилье </w:t>
      </w:r>
      <w:r w:rsidR="00F90E99" w:rsidRPr="00A9592F">
        <w:t>–</w:t>
      </w:r>
      <w:r w:rsidRPr="00A9592F">
        <w:t xml:space="preserve"> </w:t>
      </w:r>
      <w:r w:rsidR="00D8266B" w:rsidRPr="00A9592F">
        <w:t>113</w:t>
      </w:r>
      <w:r w:rsidR="008D2AF2" w:rsidRPr="00A9592F">
        <w:t>3</w:t>
      </w:r>
      <w:r w:rsidR="00F90E99" w:rsidRPr="00A9592F">
        <w:t xml:space="preserve"> семей</w:t>
      </w:r>
      <w:r w:rsidRPr="00A9592F">
        <w:t xml:space="preserve">, не имеют </w:t>
      </w:r>
      <w:r w:rsidR="009409B7" w:rsidRPr="00A9592F">
        <w:t xml:space="preserve">- </w:t>
      </w:r>
      <w:r w:rsidR="00D8266B" w:rsidRPr="00A9592F">
        <w:t>12</w:t>
      </w:r>
      <w:r w:rsidR="008D2AF2" w:rsidRPr="00A9592F">
        <w:t>01</w:t>
      </w:r>
      <w:r w:rsidR="00F90E99" w:rsidRPr="00A9592F">
        <w:t xml:space="preserve"> семей</w:t>
      </w:r>
    </w:p>
    <w:p w:rsidR="00A10B44" w:rsidRPr="00A9592F" w:rsidRDefault="00C47308" w:rsidP="00A9592F">
      <w:r w:rsidRPr="00A9592F">
        <w:t xml:space="preserve">Получили </w:t>
      </w:r>
      <w:r w:rsidR="00B56C86" w:rsidRPr="00A9592F">
        <w:t>займ</w:t>
      </w:r>
      <w:r w:rsidRPr="00A9592F">
        <w:t xml:space="preserve">ы на жилье </w:t>
      </w:r>
      <w:r w:rsidR="008D2961" w:rsidRPr="00A9592F">
        <w:t>–</w:t>
      </w:r>
      <w:r w:rsidRPr="00A9592F">
        <w:t xml:space="preserve"> </w:t>
      </w:r>
      <w:r w:rsidR="00AE5EF2" w:rsidRPr="00A9592F">
        <w:t>2</w:t>
      </w:r>
      <w:r w:rsidR="00B56C86" w:rsidRPr="00A9592F">
        <w:t>2</w:t>
      </w:r>
      <w:r w:rsidR="008D2961" w:rsidRPr="00A9592F">
        <w:t xml:space="preserve"> </w:t>
      </w:r>
      <w:r w:rsidR="00AE5EF2" w:rsidRPr="00A9592F">
        <w:t xml:space="preserve">молодых </w:t>
      </w:r>
      <w:r w:rsidR="008D2961" w:rsidRPr="00A9592F">
        <w:t>сем</w:t>
      </w:r>
      <w:r w:rsidR="00FB4899" w:rsidRPr="00A9592F">
        <w:t>ь</w:t>
      </w:r>
      <w:r w:rsidR="00B56C86" w:rsidRPr="00A9592F">
        <w:t>и</w:t>
      </w:r>
      <w:r w:rsidR="00F0696C" w:rsidRPr="00A9592F">
        <w:t>.</w:t>
      </w:r>
    </w:p>
    <w:p w:rsidR="00C47308" w:rsidRPr="00A9592F" w:rsidRDefault="00C47308" w:rsidP="00A9592F">
      <w:r w:rsidRPr="00A9592F">
        <w:t xml:space="preserve">Желающие получить </w:t>
      </w:r>
      <w:r w:rsidR="00B56C86" w:rsidRPr="00A9592F">
        <w:t xml:space="preserve">субсидии и </w:t>
      </w:r>
      <w:r w:rsidRPr="00A9592F">
        <w:t xml:space="preserve">ссуду </w:t>
      </w:r>
      <w:r w:rsidR="00F0696C" w:rsidRPr="00A9592F">
        <w:t>–</w:t>
      </w:r>
      <w:r w:rsidRPr="00A9592F">
        <w:t xml:space="preserve"> </w:t>
      </w:r>
      <w:r w:rsidR="00B56C86" w:rsidRPr="00A9592F">
        <w:t>50</w:t>
      </w:r>
      <w:r w:rsidR="00F0696C" w:rsidRPr="00A9592F">
        <w:t xml:space="preserve"> семей.</w:t>
      </w:r>
    </w:p>
    <w:p w:rsidR="00427785" w:rsidRPr="00A9592F" w:rsidRDefault="00427785" w:rsidP="00A9592F">
      <w:r w:rsidRPr="00A9592F">
        <w:t>Количество браков в 200</w:t>
      </w:r>
      <w:r w:rsidR="004B4818" w:rsidRPr="00A9592F">
        <w:t>7</w:t>
      </w:r>
      <w:r w:rsidR="008D2AF2" w:rsidRPr="00A9592F">
        <w:t>/</w:t>
      </w:r>
      <w:r w:rsidRPr="00A9592F">
        <w:t>200</w:t>
      </w:r>
      <w:r w:rsidR="004B4818" w:rsidRPr="00A9592F">
        <w:t>8</w:t>
      </w:r>
      <w:r w:rsidR="005047D6" w:rsidRPr="00A9592F">
        <w:t>г.г.</w:t>
      </w:r>
      <w:r w:rsidRPr="00A9592F">
        <w:t xml:space="preserve"> </w:t>
      </w:r>
      <w:r w:rsidR="008D2AF2" w:rsidRPr="00A9592F">
        <w:t>–</w:t>
      </w:r>
      <w:r w:rsidR="00CC2E95" w:rsidRPr="00A9592F">
        <w:t xml:space="preserve"> </w:t>
      </w:r>
      <w:r w:rsidR="00B47C0A" w:rsidRPr="00A9592F">
        <w:t>171</w:t>
      </w:r>
      <w:r w:rsidR="008D2AF2" w:rsidRPr="00A9592F">
        <w:t>/</w:t>
      </w:r>
      <w:r w:rsidR="00B47C0A" w:rsidRPr="00A9592F">
        <w:t>166</w:t>
      </w:r>
      <w:r w:rsidR="00F0696C" w:rsidRPr="00A9592F">
        <w:t>.</w:t>
      </w:r>
      <w:r w:rsidR="006C3581" w:rsidRPr="00A9592F">
        <w:t xml:space="preserve"> </w:t>
      </w:r>
      <w:r w:rsidR="008D2AF2" w:rsidRPr="00A9592F">
        <w:t xml:space="preserve">в том числе </w:t>
      </w:r>
      <w:r w:rsidR="006C3581" w:rsidRPr="00A9592F">
        <w:t>молодых</w:t>
      </w:r>
      <w:r w:rsidR="003F414E" w:rsidRPr="00A9592F">
        <w:t xml:space="preserve"> – 1</w:t>
      </w:r>
      <w:r w:rsidR="00C7024B" w:rsidRPr="00A9592F">
        <w:t>41</w:t>
      </w:r>
      <w:r w:rsidR="008D2AF2" w:rsidRPr="00A9592F">
        <w:t>/</w:t>
      </w:r>
      <w:r w:rsidR="003F414E" w:rsidRPr="00A9592F">
        <w:t>13</w:t>
      </w:r>
      <w:r w:rsidR="00C7024B" w:rsidRPr="00A9592F">
        <w:t>6 соответственно</w:t>
      </w:r>
    </w:p>
    <w:p w:rsidR="00C47308" w:rsidRPr="00A9592F" w:rsidRDefault="00C47308" w:rsidP="00A9592F">
      <w:r w:rsidRPr="00A9592F">
        <w:t>Количество разводов</w:t>
      </w:r>
      <w:r w:rsidR="00427785" w:rsidRPr="00A9592F">
        <w:t xml:space="preserve"> в 200</w:t>
      </w:r>
      <w:r w:rsidR="004B4818" w:rsidRPr="00A9592F">
        <w:t>7</w:t>
      </w:r>
      <w:r w:rsidR="008D2AF2" w:rsidRPr="00A9592F">
        <w:t>/</w:t>
      </w:r>
      <w:r w:rsidR="00427785" w:rsidRPr="00A9592F">
        <w:t>200</w:t>
      </w:r>
      <w:r w:rsidR="004B4818" w:rsidRPr="00A9592F">
        <w:t>8</w:t>
      </w:r>
      <w:r w:rsidR="005047D6" w:rsidRPr="00A9592F">
        <w:t>г.г.</w:t>
      </w:r>
      <w:r w:rsidR="00427785" w:rsidRPr="00A9592F">
        <w:t xml:space="preserve"> </w:t>
      </w:r>
      <w:r w:rsidR="00F0696C" w:rsidRPr="00A9592F">
        <w:t>–</w:t>
      </w:r>
      <w:r w:rsidR="00427785" w:rsidRPr="00A9592F">
        <w:t xml:space="preserve"> </w:t>
      </w:r>
      <w:r w:rsidR="00582A07" w:rsidRPr="00A9592F">
        <w:t>114</w:t>
      </w:r>
      <w:r w:rsidR="008D2AF2" w:rsidRPr="00A9592F">
        <w:t>/</w:t>
      </w:r>
      <w:r w:rsidR="00EF3F96" w:rsidRPr="00A9592F">
        <w:t>1</w:t>
      </w:r>
      <w:r w:rsidR="00582A07" w:rsidRPr="00A9592F">
        <w:t>53</w:t>
      </w:r>
      <w:r w:rsidR="006C3581" w:rsidRPr="00A9592F">
        <w:t xml:space="preserve"> молодых</w:t>
      </w:r>
      <w:r w:rsidR="003F414E" w:rsidRPr="00A9592F">
        <w:t xml:space="preserve"> – 6</w:t>
      </w:r>
      <w:r w:rsidR="00582A07" w:rsidRPr="00A9592F">
        <w:t>5</w:t>
      </w:r>
      <w:r w:rsidR="008D2AF2" w:rsidRPr="00A9592F">
        <w:t>/</w:t>
      </w:r>
      <w:r w:rsidR="00582A07" w:rsidRPr="00A9592F">
        <w:t>96</w:t>
      </w:r>
    </w:p>
    <w:p w:rsidR="00427785" w:rsidRPr="00A9592F" w:rsidRDefault="00427785" w:rsidP="00A9592F">
      <w:r w:rsidRPr="00A9592F">
        <w:t>Рождаемость</w:t>
      </w:r>
      <w:r w:rsidR="00B71A04" w:rsidRPr="00A9592F">
        <w:t xml:space="preserve"> в 200</w:t>
      </w:r>
      <w:r w:rsidR="004B4818" w:rsidRPr="00A9592F">
        <w:t>7</w:t>
      </w:r>
      <w:r w:rsidR="00423874" w:rsidRPr="00A9592F">
        <w:t>/</w:t>
      </w:r>
      <w:r w:rsidR="00B71A04" w:rsidRPr="00A9592F">
        <w:t>200</w:t>
      </w:r>
      <w:r w:rsidR="004B4818" w:rsidRPr="00A9592F">
        <w:t>8</w:t>
      </w:r>
      <w:r w:rsidR="00330BF8" w:rsidRPr="00A9592F">
        <w:t>г.г.</w:t>
      </w:r>
      <w:r w:rsidR="00B71A04" w:rsidRPr="00A9592F">
        <w:t xml:space="preserve"> </w:t>
      </w:r>
      <w:r w:rsidR="00EF3F96" w:rsidRPr="00A9592F">
        <w:t>–</w:t>
      </w:r>
      <w:r w:rsidR="00B71A04" w:rsidRPr="00A9592F">
        <w:t xml:space="preserve"> </w:t>
      </w:r>
      <w:r w:rsidR="00582A07" w:rsidRPr="00A9592F">
        <w:t>310</w:t>
      </w:r>
      <w:r w:rsidR="00423874" w:rsidRPr="00A9592F">
        <w:t>/</w:t>
      </w:r>
      <w:r w:rsidR="00582A07" w:rsidRPr="00A9592F">
        <w:t>322</w:t>
      </w:r>
      <w:r w:rsidR="00EF3F96" w:rsidRPr="00A9592F">
        <w:t>.</w:t>
      </w:r>
      <w:r w:rsidR="006C3581" w:rsidRPr="00A9592F">
        <w:t xml:space="preserve"> </w:t>
      </w:r>
    </w:p>
    <w:p w:rsidR="00623CD3" w:rsidRPr="00A9592F" w:rsidRDefault="00623CD3" w:rsidP="00A9592F">
      <w:r w:rsidRPr="00A9592F">
        <w:t>Смертность в 200</w:t>
      </w:r>
      <w:r w:rsidR="004B4818" w:rsidRPr="00A9592F">
        <w:t>7</w:t>
      </w:r>
      <w:r w:rsidR="00423874" w:rsidRPr="00A9592F">
        <w:t>/</w:t>
      </w:r>
      <w:r w:rsidRPr="00A9592F">
        <w:t>200</w:t>
      </w:r>
      <w:r w:rsidR="004B4818" w:rsidRPr="00A9592F">
        <w:t>8</w:t>
      </w:r>
      <w:r w:rsidR="00330BF8" w:rsidRPr="00A9592F">
        <w:t>г.г.</w:t>
      </w:r>
      <w:r w:rsidRPr="00A9592F">
        <w:t xml:space="preserve"> – </w:t>
      </w:r>
      <w:r w:rsidR="003F414E" w:rsidRPr="00A9592F">
        <w:t>45</w:t>
      </w:r>
      <w:r w:rsidR="00582A07" w:rsidRPr="00A9592F">
        <w:t>3</w:t>
      </w:r>
      <w:r w:rsidR="00423874" w:rsidRPr="00A9592F">
        <w:t>/</w:t>
      </w:r>
      <w:r w:rsidR="003F414E" w:rsidRPr="00A9592F">
        <w:t>4</w:t>
      </w:r>
      <w:r w:rsidR="00582A07" w:rsidRPr="00A9592F">
        <w:t>89</w:t>
      </w:r>
    </w:p>
    <w:p w:rsidR="00B71A04" w:rsidRPr="00A9592F" w:rsidRDefault="00B71A04" w:rsidP="00A9592F">
      <w:r w:rsidRPr="00A9592F">
        <w:t>Кадровый состав молодежных учреждений:</w:t>
      </w:r>
      <w:r w:rsidR="00A074A0" w:rsidRPr="00A9592F">
        <w:t xml:space="preserve"> </w:t>
      </w:r>
      <w:r w:rsidRPr="00A9592F">
        <w:t xml:space="preserve">Отдел по делам молодежи </w:t>
      </w:r>
      <w:r w:rsidR="00E53B43" w:rsidRPr="00A9592F">
        <w:t xml:space="preserve">и спорту </w:t>
      </w:r>
      <w:r w:rsidRPr="00A9592F">
        <w:t>– 2</w:t>
      </w:r>
      <w:r w:rsidR="00A97DC4" w:rsidRPr="00A9592F">
        <w:t xml:space="preserve"> человека</w:t>
      </w:r>
      <w:r w:rsidR="00A074A0" w:rsidRPr="00A9592F">
        <w:t xml:space="preserve">, </w:t>
      </w:r>
      <w:r w:rsidRPr="00A9592F">
        <w:t xml:space="preserve">МУ КРКМЦ «Лидер» - </w:t>
      </w:r>
      <w:r w:rsidR="000E08AD" w:rsidRPr="00A9592F">
        <w:t>7</w:t>
      </w:r>
      <w:r w:rsidR="00A97DC4" w:rsidRPr="00A9592F">
        <w:t xml:space="preserve"> человек</w:t>
      </w:r>
      <w:r w:rsidR="00F563ED" w:rsidRPr="00A9592F">
        <w:t>,</w:t>
      </w:r>
      <w:r w:rsidR="000E08AD" w:rsidRPr="00A9592F">
        <w:t xml:space="preserve"> </w:t>
      </w:r>
      <w:r w:rsidRPr="00A9592F">
        <w:t xml:space="preserve">Инструкторы по работе с молодежью и спорту – </w:t>
      </w:r>
      <w:r w:rsidR="000E08AD" w:rsidRPr="00A9592F">
        <w:t>12</w:t>
      </w:r>
      <w:r w:rsidRPr="00A9592F">
        <w:t xml:space="preserve"> человек</w:t>
      </w:r>
    </w:p>
    <w:p w:rsidR="00AC7103" w:rsidRPr="00A9592F" w:rsidRDefault="00AC7103" w:rsidP="00A9592F">
      <w:r w:rsidRPr="00A9592F">
        <w:t xml:space="preserve">Анализ показывает следующее: Положение молодежи </w:t>
      </w:r>
      <w:r w:rsidR="00DA1386" w:rsidRPr="00A9592F">
        <w:t xml:space="preserve">на рынке труда вызывает тревогу. Острой остается жилищная проблема для молодых семей. </w:t>
      </w:r>
      <w:r w:rsidR="00842636" w:rsidRPr="00A9592F">
        <w:t>Не достаточное у</w:t>
      </w:r>
      <w:r w:rsidR="00513CB8" w:rsidRPr="00A9592F">
        <w:t>частие молодежи в общественных формированиях общественной социальной жизни района</w:t>
      </w:r>
      <w:r w:rsidR="00842636" w:rsidRPr="00A9592F">
        <w:t xml:space="preserve">. </w:t>
      </w:r>
      <w:r w:rsidR="00743DBC" w:rsidRPr="00A9592F">
        <w:t>Демографическое положение не в пользу омоложения населения Крапивинского района</w:t>
      </w:r>
      <w:r w:rsidR="00250C24" w:rsidRPr="00A9592F">
        <w:t xml:space="preserve">, смертность превышает рождаемость, количество разводов увеличивается. Одна из основных функций молодежи </w:t>
      </w:r>
      <w:r w:rsidR="00792718" w:rsidRPr="00A9592F">
        <w:t>воспроизводственная не исполняется на основании вышесказанных причин.</w:t>
      </w:r>
      <w:r w:rsidR="001C26CF" w:rsidRPr="00A9592F">
        <w:t xml:space="preserve"> </w:t>
      </w:r>
      <w:r w:rsidR="00E47A20" w:rsidRPr="00A9592F">
        <w:t xml:space="preserve">Значительная </w:t>
      </w:r>
      <w:r w:rsidR="001C26CF" w:rsidRPr="00A9592F">
        <w:t xml:space="preserve">миграция </w:t>
      </w:r>
      <w:r w:rsidR="00E47A20" w:rsidRPr="00A9592F">
        <w:t xml:space="preserve">сельской молодежи </w:t>
      </w:r>
      <w:r w:rsidR="001C26CF" w:rsidRPr="00A9592F">
        <w:t>в город.</w:t>
      </w:r>
    </w:p>
    <w:p w:rsidR="00C2619D" w:rsidRPr="00A9592F" w:rsidRDefault="000009D4" w:rsidP="00A9592F">
      <w:r w:rsidRPr="00A9592F">
        <w:t xml:space="preserve">Одним из ведущих факторов, влияющих на духовно-нравственное воспитание, формирование активной жизненной позиции является создание и развитие социально экономических и организационных условий для самореализации молодежи. С этой целью и создана целевая программа «Молодежь Крапивинского района», согласно которой </w:t>
      </w:r>
      <w:r w:rsidR="00F430E1" w:rsidRPr="00A9592F">
        <w:t>реализация молодежной политики на территории Крапивинского района приобретет конкретный и последовательный характер.</w:t>
      </w:r>
    </w:p>
    <w:p w:rsidR="00B71A04" w:rsidRPr="00A9592F" w:rsidRDefault="00B71A04" w:rsidP="00A9592F"/>
    <w:p w:rsidR="00CB137B" w:rsidRPr="00A9592F" w:rsidRDefault="00CB137B" w:rsidP="00460093">
      <w:pPr>
        <w:pStyle w:val="2"/>
      </w:pPr>
      <w:r w:rsidRPr="00A9592F">
        <w:t>I</w:t>
      </w:r>
      <w:r w:rsidR="00F90E99" w:rsidRPr="00A9592F">
        <w:t>I</w:t>
      </w:r>
      <w:r w:rsidRPr="00A9592F">
        <w:t>I раздел</w:t>
      </w:r>
    </w:p>
    <w:p w:rsidR="00CB137B" w:rsidRPr="00A9592F" w:rsidRDefault="00CB137B" w:rsidP="00460093">
      <w:pPr>
        <w:pStyle w:val="2"/>
      </w:pPr>
      <w:r w:rsidRPr="00A9592F">
        <w:t>Перечень мероприятий и работ по реализации молодежной политики и ресурсное обеспечение программы на 200</w:t>
      </w:r>
      <w:r w:rsidR="00703822" w:rsidRPr="00A9592F">
        <w:t>9</w:t>
      </w:r>
      <w:r w:rsidRPr="00A9592F">
        <w:t xml:space="preserve"> – 20</w:t>
      </w:r>
      <w:r w:rsidR="00703822" w:rsidRPr="00A9592F">
        <w:t>11</w:t>
      </w:r>
      <w:r w:rsidRPr="00A9592F">
        <w:t xml:space="preserve"> годы.</w:t>
      </w:r>
    </w:p>
    <w:p w:rsidR="00CB137B" w:rsidRPr="00A9592F" w:rsidRDefault="00CB137B" w:rsidP="00A9592F"/>
    <w:tbl>
      <w:tblPr>
        <w:tblW w:w="493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710"/>
        <w:gridCol w:w="753"/>
        <w:gridCol w:w="890"/>
        <w:gridCol w:w="836"/>
        <w:gridCol w:w="836"/>
        <w:gridCol w:w="836"/>
        <w:gridCol w:w="1047"/>
        <w:gridCol w:w="1102"/>
      </w:tblGrid>
      <w:tr w:rsidR="000118D0" w:rsidRPr="00A9592F">
        <w:tblPrEx>
          <w:tblCellMar>
            <w:top w:w="0" w:type="dxa"/>
            <w:bottom w:w="0" w:type="dxa"/>
          </w:tblCellMar>
        </w:tblPrEx>
        <w:trPr>
          <w:cantSplit/>
          <w:trHeight w:val="188"/>
        </w:trPr>
        <w:tc>
          <w:tcPr>
            <w:tcW w:w="709" w:type="dxa"/>
            <w:vMerge w:val="restart"/>
            <w:vAlign w:val="center"/>
          </w:tcPr>
          <w:p w:rsidR="000118D0" w:rsidRPr="00A9592F" w:rsidRDefault="000118D0" w:rsidP="00460093">
            <w:pPr>
              <w:pStyle w:val="Table0"/>
            </w:pPr>
            <w:r w:rsidRPr="00A9592F">
              <w:t>№ п/п</w:t>
            </w:r>
          </w:p>
        </w:tc>
        <w:tc>
          <w:tcPr>
            <w:tcW w:w="2710" w:type="dxa"/>
            <w:vMerge w:val="restart"/>
            <w:vAlign w:val="center"/>
          </w:tcPr>
          <w:p w:rsidR="000118D0" w:rsidRPr="00A9592F" w:rsidRDefault="000118D0" w:rsidP="00460093">
            <w:pPr>
              <w:pStyle w:val="Table0"/>
            </w:pPr>
            <w:r w:rsidRPr="00A9592F">
              <w:t>Перечень мероприятий</w:t>
            </w:r>
          </w:p>
        </w:tc>
        <w:tc>
          <w:tcPr>
            <w:tcW w:w="753" w:type="dxa"/>
            <w:vMerge w:val="restart"/>
            <w:vAlign w:val="center"/>
          </w:tcPr>
          <w:p w:rsidR="000118D0" w:rsidRPr="00A9592F" w:rsidRDefault="000118D0" w:rsidP="00460093">
            <w:pPr>
              <w:pStyle w:val="Table0"/>
            </w:pPr>
            <w:r w:rsidRPr="00A9592F">
              <w:t>Источники финансирования</w:t>
            </w:r>
          </w:p>
        </w:tc>
        <w:tc>
          <w:tcPr>
            <w:tcW w:w="3398" w:type="dxa"/>
            <w:gridSpan w:val="4"/>
            <w:vAlign w:val="center"/>
          </w:tcPr>
          <w:p w:rsidR="000118D0" w:rsidRPr="00A9592F" w:rsidRDefault="000118D0" w:rsidP="00460093">
            <w:pPr>
              <w:pStyle w:val="Table0"/>
            </w:pPr>
            <w:r w:rsidRPr="00A9592F">
              <w:t>Финансовые затраты на реализацию в тыс. руб.</w:t>
            </w:r>
          </w:p>
        </w:tc>
        <w:tc>
          <w:tcPr>
            <w:tcW w:w="1047" w:type="dxa"/>
            <w:vMerge w:val="restart"/>
            <w:vAlign w:val="center"/>
          </w:tcPr>
          <w:p w:rsidR="000118D0" w:rsidRPr="00A9592F" w:rsidRDefault="000118D0" w:rsidP="00460093">
            <w:pPr>
              <w:pStyle w:val="Table0"/>
            </w:pPr>
            <w:r w:rsidRPr="00A9592F">
              <w:t>Срок выполнения</w:t>
            </w:r>
          </w:p>
        </w:tc>
        <w:tc>
          <w:tcPr>
            <w:tcW w:w="1102" w:type="dxa"/>
            <w:vMerge w:val="restart"/>
            <w:vAlign w:val="center"/>
          </w:tcPr>
          <w:p w:rsidR="000118D0" w:rsidRPr="00A9592F" w:rsidRDefault="000118D0" w:rsidP="00460093">
            <w:pPr>
              <w:pStyle w:val="Table0"/>
            </w:pPr>
            <w:r w:rsidRPr="00A9592F">
              <w:t>Исполнители</w:t>
            </w:r>
          </w:p>
        </w:tc>
      </w:tr>
      <w:tr w:rsidR="000118D0" w:rsidRPr="00A9592F">
        <w:tblPrEx>
          <w:tblCellMar>
            <w:top w:w="0" w:type="dxa"/>
            <w:bottom w:w="0" w:type="dxa"/>
          </w:tblCellMar>
        </w:tblPrEx>
        <w:trPr>
          <w:cantSplit/>
          <w:trHeight w:val="186"/>
        </w:trPr>
        <w:tc>
          <w:tcPr>
            <w:tcW w:w="709" w:type="dxa"/>
            <w:vMerge/>
            <w:vAlign w:val="center"/>
          </w:tcPr>
          <w:p w:rsidR="000118D0" w:rsidRPr="00A9592F" w:rsidRDefault="000118D0" w:rsidP="00460093">
            <w:pPr>
              <w:pStyle w:val="Table0"/>
            </w:pPr>
          </w:p>
        </w:tc>
        <w:tc>
          <w:tcPr>
            <w:tcW w:w="2710" w:type="dxa"/>
            <w:vMerge/>
            <w:vAlign w:val="center"/>
          </w:tcPr>
          <w:p w:rsidR="000118D0" w:rsidRPr="00A9592F" w:rsidRDefault="000118D0" w:rsidP="00460093">
            <w:pPr>
              <w:pStyle w:val="Table"/>
            </w:pPr>
          </w:p>
        </w:tc>
        <w:tc>
          <w:tcPr>
            <w:tcW w:w="753" w:type="dxa"/>
            <w:vMerge/>
            <w:vAlign w:val="center"/>
          </w:tcPr>
          <w:p w:rsidR="000118D0" w:rsidRPr="00A9592F" w:rsidRDefault="000118D0" w:rsidP="00460093">
            <w:pPr>
              <w:pStyle w:val="Table"/>
            </w:pPr>
          </w:p>
        </w:tc>
        <w:tc>
          <w:tcPr>
            <w:tcW w:w="890" w:type="dxa"/>
            <w:vMerge w:val="restart"/>
            <w:vAlign w:val="center"/>
          </w:tcPr>
          <w:p w:rsidR="000118D0" w:rsidRPr="00A9592F" w:rsidRDefault="000118D0" w:rsidP="00460093">
            <w:pPr>
              <w:pStyle w:val="Table0"/>
            </w:pPr>
            <w:r w:rsidRPr="00A9592F">
              <w:t>всего</w:t>
            </w:r>
          </w:p>
        </w:tc>
        <w:tc>
          <w:tcPr>
            <w:tcW w:w="2508" w:type="dxa"/>
            <w:gridSpan w:val="3"/>
            <w:vAlign w:val="center"/>
          </w:tcPr>
          <w:p w:rsidR="000118D0" w:rsidRPr="00A9592F" w:rsidRDefault="000118D0" w:rsidP="00460093">
            <w:pPr>
              <w:pStyle w:val="Table0"/>
            </w:pPr>
            <w:r w:rsidRPr="00A9592F">
              <w:t>В том числе</w:t>
            </w:r>
          </w:p>
        </w:tc>
        <w:tc>
          <w:tcPr>
            <w:tcW w:w="1047" w:type="dxa"/>
            <w:vMerge/>
            <w:vAlign w:val="center"/>
          </w:tcPr>
          <w:p w:rsidR="000118D0" w:rsidRPr="00A9592F" w:rsidRDefault="000118D0" w:rsidP="00460093">
            <w:pPr>
              <w:pStyle w:val="Table"/>
            </w:pPr>
          </w:p>
        </w:tc>
        <w:tc>
          <w:tcPr>
            <w:tcW w:w="1102" w:type="dxa"/>
            <w:vMerge/>
            <w:vAlign w:val="center"/>
          </w:tcPr>
          <w:p w:rsidR="000118D0" w:rsidRPr="00A9592F" w:rsidRDefault="000118D0" w:rsidP="00460093">
            <w:pPr>
              <w:pStyle w:val="Table"/>
            </w:pPr>
          </w:p>
        </w:tc>
      </w:tr>
      <w:tr w:rsidR="009A0753" w:rsidRPr="00A9592F">
        <w:tblPrEx>
          <w:tblCellMar>
            <w:top w:w="0" w:type="dxa"/>
            <w:bottom w:w="0" w:type="dxa"/>
          </w:tblCellMar>
        </w:tblPrEx>
        <w:trPr>
          <w:cantSplit/>
          <w:trHeight w:val="186"/>
        </w:trPr>
        <w:tc>
          <w:tcPr>
            <w:tcW w:w="709" w:type="dxa"/>
            <w:vMerge/>
            <w:vAlign w:val="center"/>
          </w:tcPr>
          <w:p w:rsidR="009A0753" w:rsidRPr="00A9592F" w:rsidRDefault="009A0753" w:rsidP="00460093">
            <w:pPr>
              <w:pStyle w:val="Table"/>
            </w:pPr>
          </w:p>
        </w:tc>
        <w:tc>
          <w:tcPr>
            <w:tcW w:w="2710" w:type="dxa"/>
            <w:vMerge/>
            <w:vAlign w:val="center"/>
          </w:tcPr>
          <w:p w:rsidR="009A0753" w:rsidRPr="00A9592F" w:rsidRDefault="009A0753" w:rsidP="00460093">
            <w:pPr>
              <w:pStyle w:val="Table"/>
            </w:pPr>
          </w:p>
        </w:tc>
        <w:tc>
          <w:tcPr>
            <w:tcW w:w="753" w:type="dxa"/>
            <w:vMerge/>
            <w:vAlign w:val="center"/>
          </w:tcPr>
          <w:p w:rsidR="009A0753" w:rsidRPr="00A9592F" w:rsidRDefault="009A0753" w:rsidP="00460093">
            <w:pPr>
              <w:pStyle w:val="Table"/>
            </w:pPr>
          </w:p>
        </w:tc>
        <w:tc>
          <w:tcPr>
            <w:tcW w:w="890" w:type="dxa"/>
            <w:vMerge/>
            <w:vAlign w:val="center"/>
          </w:tcPr>
          <w:p w:rsidR="009A0753" w:rsidRPr="00A9592F" w:rsidRDefault="009A0753" w:rsidP="00460093">
            <w:pPr>
              <w:pStyle w:val="Table0"/>
            </w:pPr>
          </w:p>
        </w:tc>
        <w:tc>
          <w:tcPr>
            <w:tcW w:w="836" w:type="dxa"/>
            <w:vAlign w:val="center"/>
          </w:tcPr>
          <w:p w:rsidR="009A0753" w:rsidRPr="00A9592F" w:rsidRDefault="009A0753" w:rsidP="00460093">
            <w:pPr>
              <w:pStyle w:val="Table0"/>
            </w:pPr>
            <w:r w:rsidRPr="00A9592F">
              <w:t>2009г.</w:t>
            </w:r>
          </w:p>
        </w:tc>
        <w:tc>
          <w:tcPr>
            <w:tcW w:w="836" w:type="dxa"/>
            <w:vAlign w:val="center"/>
          </w:tcPr>
          <w:p w:rsidR="009A0753" w:rsidRPr="00A9592F" w:rsidRDefault="009A0753" w:rsidP="00460093">
            <w:pPr>
              <w:pStyle w:val="Table0"/>
            </w:pPr>
            <w:r w:rsidRPr="00A9592F">
              <w:t>2010г.</w:t>
            </w:r>
          </w:p>
        </w:tc>
        <w:tc>
          <w:tcPr>
            <w:tcW w:w="836" w:type="dxa"/>
            <w:vAlign w:val="center"/>
          </w:tcPr>
          <w:p w:rsidR="009A0753" w:rsidRPr="00A9592F" w:rsidRDefault="009A0753" w:rsidP="00460093">
            <w:pPr>
              <w:pStyle w:val="Table0"/>
            </w:pPr>
            <w:r w:rsidRPr="00A9592F">
              <w:t>2011г.</w:t>
            </w:r>
          </w:p>
        </w:tc>
        <w:tc>
          <w:tcPr>
            <w:tcW w:w="1047" w:type="dxa"/>
            <w:vAlign w:val="center"/>
          </w:tcPr>
          <w:p w:rsidR="009A0753" w:rsidRPr="00A9592F" w:rsidRDefault="009A0753" w:rsidP="00460093">
            <w:pPr>
              <w:pStyle w:val="Table0"/>
            </w:pPr>
          </w:p>
        </w:tc>
        <w:tc>
          <w:tcPr>
            <w:tcW w:w="1102" w:type="dxa"/>
            <w:vAlign w:val="center"/>
          </w:tcPr>
          <w:p w:rsidR="009A0753" w:rsidRPr="00A9592F" w:rsidRDefault="009A0753" w:rsidP="00460093">
            <w:pPr>
              <w:pStyle w:val="Table0"/>
            </w:pPr>
          </w:p>
        </w:tc>
      </w:tr>
      <w:tr w:rsidR="009A0753" w:rsidRPr="00A9592F">
        <w:tblPrEx>
          <w:tblCellMar>
            <w:top w:w="0" w:type="dxa"/>
            <w:bottom w:w="0" w:type="dxa"/>
          </w:tblCellMar>
        </w:tblPrEx>
        <w:trPr>
          <w:cantSplit/>
        </w:trPr>
        <w:tc>
          <w:tcPr>
            <w:tcW w:w="709" w:type="dxa"/>
          </w:tcPr>
          <w:p w:rsidR="009A0753" w:rsidRPr="00A9592F" w:rsidRDefault="009A0753" w:rsidP="00460093">
            <w:pPr>
              <w:pStyle w:val="Table0"/>
            </w:pPr>
            <w:r w:rsidRPr="00A9592F">
              <w:t>1</w:t>
            </w:r>
          </w:p>
        </w:tc>
        <w:tc>
          <w:tcPr>
            <w:tcW w:w="2710" w:type="dxa"/>
          </w:tcPr>
          <w:p w:rsidR="009A0753" w:rsidRPr="00A9592F" w:rsidRDefault="009A0753" w:rsidP="00460093">
            <w:pPr>
              <w:pStyle w:val="Table0"/>
            </w:pPr>
            <w:r w:rsidRPr="00A9592F">
              <w:t>2</w:t>
            </w:r>
          </w:p>
        </w:tc>
        <w:tc>
          <w:tcPr>
            <w:tcW w:w="753" w:type="dxa"/>
          </w:tcPr>
          <w:p w:rsidR="009A0753" w:rsidRPr="00A9592F" w:rsidRDefault="009A0753" w:rsidP="00460093">
            <w:pPr>
              <w:pStyle w:val="Table0"/>
            </w:pPr>
            <w:r w:rsidRPr="00A9592F">
              <w:t>3</w:t>
            </w:r>
          </w:p>
        </w:tc>
        <w:tc>
          <w:tcPr>
            <w:tcW w:w="890" w:type="dxa"/>
          </w:tcPr>
          <w:p w:rsidR="009A0753" w:rsidRPr="00A9592F" w:rsidRDefault="009A0753" w:rsidP="00460093">
            <w:pPr>
              <w:pStyle w:val="Table0"/>
            </w:pPr>
            <w:r w:rsidRPr="00A9592F">
              <w:t>4</w:t>
            </w:r>
          </w:p>
        </w:tc>
        <w:tc>
          <w:tcPr>
            <w:tcW w:w="836" w:type="dxa"/>
          </w:tcPr>
          <w:p w:rsidR="009A0753" w:rsidRPr="00A9592F" w:rsidRDefault="009A0753" w:rsidP="00460093">
            <w:pPr>
              <w:pStyle w:val="Table0"/>
            </w:pPr>
            <w:r w:rsidRPr="00A9592F">
              <w:t>5</w:t>
            </w:r>
          </w:p>
        </w:tc>
        <w:tc>
          <w:tcPr>
            <w:tcW w:w="836" w:type="dxa"/>
          </w:tcPr>
          <w:p w:rsidR="009A0753" w:rsidRPr="00A9592F" w:rsidRDefault="009A0753" w:rsidP="00460093">
            <w:pPr>
              <w:pStyle w:val="Table0"/>
            </w:pPr>
            <w:r w:rsidRPr="00A9592F">
              <w:t>6</w:t>
            </w:r>
          </w:p>
        </w:tc>
        <w:tc>
          <w:tcPr>
            <w:tcW w:w="836" w:type="dxa"/>
          </w:tcPr>
          <w:p w:rsidR="009A0753" w:rsidRPr="00A9592F" w:rsidRDefault="009A0753" w:rsidP="00460093">
            <w:pPr>
              <w:pStyle w:val="Table0"/>
            </w:pPr>
            <w:r w:rsidRPr="00A9592F">
              <w:t>7</w:t>
            </w:r>
          </w:p>
        </w:tc>
        <w:tc>
          <w:tcPr>
            <w:tcW w:w="1047" w:type="dxa"/>
          </w:tcPr>
          <w:p w:rsidR="009A0753" w:rsidRPr="00A9592F" w:rsidRDefault="009A0753" w:rsidP="00460093">
            <w:pPr>
              <w:pStyle w:val="Table0"/>
            </w:pPr>
            <w:r w:rsidRPr="00A9592F">
              <w:t>8</w:t>
            </w:r>
          </w:p>
        </w:tc>
        <w:tc>
          <w:tcPr>
            <w:tcW w:w="1102" w:type="dxa"/>
          </w:tcPr>
          <w:p w:rsidR="009A0753" w:rsidRPr="00A9592F" w:rsidRDefault="009A0753" w:rsidP="00460093">
            <w:pPr>
              <w:pStyle w:val="Table0"/>
            </w:pPr>
            <w:r w:rsidRPr="00A9592F">
              <w:t>9</w:t>
            </w:r>
          </w:p>
        </w:tc>
      </w:tr>
      <w:tr w:rsidR="000118D0" w:rsidRPr="00A9592F">
        <w:tblPrEx>
          <w:tblCellMar>
            <w:top w:w="0" w:type="dxa"/>
            <w:bottom w:w="0" w:type="dxa"/>
          </w:tblCellMar>
        </w:tblPrEx>
        <w:trPr>
          <w:cantSplit/>
        </w:trPr>
        <w:tc>
          <w:tcPr>
            <w:tcW w:w="9719" w:type="dxa"/>
            <w:gridSpan w:val="9"/>
          </w:tcPr>
          <w:p w:rsidR="000118D0" w:rsidRPr="00A9592F" w:rsidRDefault="000118D0" w:rsidP="00460093">
            <w:pPr>
              <w:pStyle w:val="Table"/>
            </w:pPr>
            <w:r w:rsidRPr="00A9592F">
              <w:t>1. Создание системы информационного обеспечения молодежи</w:t>
            </w:r>
          </w:p>
        </w:tc>
      </w:tr>
      <w:tr w:rsidR="009A0753" w:rsidRPr="00A9592F">
        <w:tblPrEx>
          <w:tblCellMar>
            <w:top w:w="0" w:type="dxa"/>
            <w:bottom w:w="0" w:type="dxa"/>
          </w:tblCellMar>
        </w:tblPrEx>
        <w:trPr>
          <w:cantSplit/>
        </w:trPr>
        <w:tc>
          <w:tcPr>
            <w:tcW w:w="709" w:type="dxa"/>
          </w:tcPr>
          <w:p w:rsidR="009A0753" w:rsidRPr="00A9592F" w:rsidRDefault="009A0753" w:rsidP="00460093">
            <w:pPr>
              <w:pStyle w:val="Table"/>
            </w:pPr>
            <w:r w:rsidRPr="00A9592F">
              <w:t>1.1</w:t>
            </w:r>
          </w:p>
        </w:tc>
        <w:tc>
          <w:tcPr>
            <w:tcW w:w="2710" w:type="dxa"/>
          </w:tcPr>
          <w:p w:rsidR="009A0753" w:rsidRPr="00A9592F" w:rsidRDefault="009A0753" w:rsidP="00460093">
            <w:pPr>
              <w:pStyle w:val="Table"/>
            </w:pPr>
            <w:r w:rsidRPr="00A9592F">
              <w:t xml:space="preserve">Создать единый информационно-аналитический центр, задачи которого: </w:t>
            </w:r>
          </w:p>
        </w:tc>
        <w:tc>
          <w:tcPr>
            <w:tcW w:w="753" w:type="dxa"/>
          </w:tcPr>
          <w:p w:rsidR="009A0753" w:rsidRPr="00A9592F" w:rsidRDefault="009A0753" w:rsidP="00460093">
            <w:pPr>
              <w:pStyle w:val="Table"/>
            </w:pPr>
          </w:p>
        </w:tc>
        <w:tc>
          <w:tcPr>
            <w:tcW w:w="890" w:type="dxa"/>
          </w:tcPr>
          <w:p w:rsidR="009A0753" w:rsidRPr="00A9592F" w:rsidRDefault="009A0753" w:rsidP="00460093">
            <w:pPr>
              <w:pStyle w:val="Table"/>
            </w:pPr>
          </w:p>
        </w:tc>
        <w:tc>
          <w:tcPr>
            <w:tcW w:w="836" w:type="dxa"/>
          </w:tcPr>
          <w:p w:rsidR="009A0753" w:rsidRPr="00A9592F" w:rsidRDefault="009A0753" w:rsidP="00460093">
            <w:pPr>
              <w:pStyle w:val="Table"/>
            </w:pPr>
          </w:p>
        </w:tc>
        <w:tc>
          <w:tcPr>
            <w:tcW w:w="836" w:type="dxa"/>
          </w:tcPr>
          <w:p w:rsidR="009A0753" w:rsidRPr="00A9592F" w:rsidRDefault="009A0753" w:rsidP="00460093">
            <w:pPr>
              <w:pStyle w:val="Table"/>
            </w:pPr>
          </w:p>
        </w:tc>
        <w:tc>
          <w:tcPr>
            <w:tcW w:w="836" w:type="dxa"/>
          </w:tcPr>
          <w:p w:rsidR="009A0753" w:rsidRPr="00A9592F" w:rsidRDefault="009A0753" w:rsidP="00460093">
            <w:pPr>
              <w:pStyle w:val="Table"/>
            </w:pPr>
          </w:p>
        </w:tc>
        <w:tc>
          <w:tcPr>
            <w:tcW w:w="1047" w:type="dxa"/>
          </w:tcPr>
          <w:p w:rsidR="009A0753" w:rsidRPr="00A9592F" w:rsidRDefault="009A0753" w:rsidP="00460093">
            <w:pPr>
              <w:pStyle w:val="Table"/>
            </w:pPr>
          </w:p>
        </w:tc>
        <w:tc>
          <w:tcPr>
            <w:tcW w:w="1102" w:type="dxa"/>
          </w:tcPr>
          <w:p w:rsidR="009A0753" w:rsidRPr="00A9592F" w:rsidRDefault="009A0753" w:rsidP="00460093">
            <w:pPr>
              <w:pStyle w:val="Table"/>
            </w:pPr>
          </w:p>
        </w:tc>
      </w:tr>
      <w:tr w:rsidR="009A0753" w:rsidRPr="00A9592F">
        <w:tblPrEx>
          <w:tblCellMar>
            <w:top w:w="0" w:type="dxa"/>
            <w:bottom w:w="0" w:type="dxa"/>
          </w:tblCellMar>
        </w:tblPrEx>
        <w:trPr>
          <w:cantSplit/>
        </w:trPr>
        <w:tc>
          <w:tcPr>
            <w:tcW w:w="709" w:type="dxa"/>
          </w:tcPr>
          <w:p w:rsidR="009A0753" w:rsidRPr="00A9592F" w:rsidRDefault="009A0753" w:rsidP="00460093">
            <w:pPr>
              <w:pStyle w:val="Table"/>
            </w:pPr>
            <w:r w:rsidRPr="00A9592F">
              <w:lastRenderedPageBreak/>
              <w:t>1.1.1</w:t>
            </w:r>
          </w:p>
        </w:tc>
        <w:tc>
          <w:tcPr>
            <w:tcW w:w="2710" w:type="dxa"/>
          </w:tcPr>
          <w:p w:rsidR="009A0753" w:rsidRPr="00A9592F" w:rsidRDefault="009A0753" w:rsidP="00460093">
            <w:pPr>
              <w:pStyle w:val="Table"/>
            </w:pPr>
            <w:r w:rsidRPr="00A9592F">
              <w:t>Подготовка рекламных материалов о трудоустройстве, о социальных услугах, о жилищных и юридических вопросах</w:t>
            </w:r>
          </w:p>
        </w:tc>
        <w:tc>
          <w:tcPr>
            <w:tcW w:w="753" w:type="dxa"/>
          </w:tcPr>
          <w:p w:rsidR="009A0753" w:rsidRPr="00A9592F" w:rsidRDefault="009A0753" w:rsidP="00460093">
            <w:pPr>
              <w:pStyle w:val="Table"/>
            </w:pPr>
            <w:r w:rsidRPr="00A9592F">
              <w:t>МБ</w:t>
            </w:r>
          </w:p>
        </w:tc>
        <w:tc>
          <w:tcPr>
            <w:tcW w:w="890" w:type="dxa"/>
          </w:tcPr>
          <w:p w:rsidR="009A0753" w:rsidRPr="00A9592F" w:rsidRDefault="000A132A" w:rsidP="00460093">
            <w:pPr>
              <w:pStyle w:val="Table"/>
            </w:pPr>
            <w:r w:rsidRPr="00A9592F">
              <w:t>9,0</w:t>
            </w:r>
          </w:p>
        </w:tc>
        <w:tc>
          <w:tcPr>
            <w:tcW w:w="836" w:type="dxa"/>
          </w:tcPr>
          <w:p w:rsidR="009A0753" w:rsidRPr="00A9592F" w:rsidRDefault="000A132A" w:rsidP="00460093">
            <w:pPr>
              <w:pStyle w:val="Table"/>
            </w:pPr>
            <w:r w:rsidRPr="00A9592F">
              <w:t>3,0</w:t>
            </w:r>
          </w:p>
        </w:tc>
        <w:tc>
          <w:tcPr>
            <w:tcW w:w="836" w:type="dxa"/>
          </w:tcPr>
          <w:p w:rsidR="009A0753" w:rsidRPr="00A9592F" w:rsidRDefault="000A132A" w:rsidP="00460093">
            <w:pPr>
              <w:pStyle w:val="Table"/>
            </w:pPr>
            <w:r w:rsidRPr="00A9592F">
              <w:t>3,0</w:t>
            </w:r>
          </w:p>
        </w:tc>
        <w:tc>
          <w:tcPr>
            <w:tcW w:w="836" w:type="dxa"/>
          </w:tcPr>
          <w:p w:rsidR="009A0753" w:rsidRPr="00A9592F" w:rsidRDefault="000A132A" w:rsidP="00460093">
            <w:pPr>
              <w:pStyle w:val="Table"/>
            </w:pPr>
            <w:r w:rsidRPr="00A9592F">
              <w:t>3,0</w:t>
            </w:r>
          </w:p>
        </w:tc>
        <w:tc>
          <w:tcPr>
            <w:tcW w:w="1047" w:type="dxa"/>
          </w:tcPr>
          <w:p w:rsidR="009A0753" w:rsidRPr="00A9592F" w:rsidRDefault="009A0753" w:rsidP="00460093">
            <w:pPr>
              <w:pStyle w:val="Table"/>
            </w:pPr>
            <w:r w:rsidRPr="00A9592F">
              <w:t>В течение года</w:t>
            </w:r>
          </w:p>
        </w:tc>
        <w:tc>
          <w:tcPr>
            <w:tcW w:w="1102" w:type="dxa"/>
          </w:tcPr>
          <w:p w:rsidR="009A0753" w:rsidRPr="00A9592F" w:rsidRDefault="009A0753" w:rsidP="00460093">
            <w:pPr>
              <w:pStyle w:val="Table"/>
            </w:pPr>
            <w:r w:rsidRPr="00A9592F">
              <w:t>ОДМиС, МЦ, ЦЗН, УСЗН, МУО, Жил.отдел. Районная газета.</w:t>
            </w:r>
          </w:p>
        </w:tc>
      </w:tr>
      <w:tr w:rsidR="009A0753" w:rsidRPr="00A9592F">
        <w:tblPrEx>
          <w:tblCellMar>
            <w:top w:w="0" w:type="dxa"/>
            <w:bottom w:w="0" w:type="dxa"/>
          </w:tblCellMar>
        </w:tblPrEx>
        <w:trPr>
          <w:cantSplit/>
        </w:trPr>
        <w:tc>
          <w:tcPr>
            <w:tcW w:w="709" w:type="dxa"/>
          </w:tcPr>
          <w:p w:rsidR="009A0753" w:rsidRPr="00A9592F" w:rsidRDefault="009A0753" w:rsidP="00460093">
            <w:pPr>
              <w:pStyle w:val="Table"/>
            </w:pPr>
            <w:r w:rsidRPr="00A9592F">
              <w:t>1.1.2</w:t>
            </w:r>
          </w:p>
        </w:tc>
        <w:tc>
          <w:tcPr>
            <w:tcW w:w="2710" w:type="dxa"/>
          </w:tcPr>
          <w:p w:rsidR="009A0753" w:rsidRPr="00A9592F" w:rsidRDefault="009A0753" w:rsidP="00460093">
            <w:pPr>
              <w:pStyle w:val="Table"/>
            </w:pPr>
            <w:r w:rsidRPr="00A9592F">
              <w:t>Работа по созданию банка данных о молодежи</w:t>
            </w:r>
          </w:p>
        </w:tc>
        <w:tc>
          <w:tcPr>
            <w:tcW w:w="753" w:type="dxa"/>
          </w:tcPr>
          <w:p w:rsidR="009A0753" w:rsidRPr="00A9592F" w:rsidRDefault="009A0753" w:rsidP="00460093">
            <w:pPr>
              <w:pStyle w:val="Table"/>
            </w:pPr>
            <w:r w:rsidRPr="00A9592F">
              <w:t>МБ</w:t>
            </w:r>
          </w:p>
        </w:tc>
        <w:tc>
          <w:tcPr>
            <w:tcW w:w="890" w:type="dxa"/>
          </w:tcPr>
          <w:p w:rsidR="009A0753" w:rsidRPr="00A9592F" w:rsidRDefault="009A0753" w:rsidP="00460093">
            <w:pPr>
              <w:pStyle w:val="Table"/>
            </w:pPr>
            <w:r w:rsidRPr="00A9592F">
              <w:t>1,</w:t>
            </w:r>
            <w:r w:rsidR="00711878" w:rsidRPr="00A9592F">
              <w:t>5</w:t>
            </w:r>
          </w:p>
        </w:tc>
        <w:tc>
          <w:tcPr>
            <w:tcW w:w="836" w:type="dxa"/>
          </w:tcPr>
          <w:p w:rsidR="009A0753" w:rsidRPr="00A9592F" w:rsidRDefault="009A0753" w:rsidP="00460093">
            <w:pPr>
              <w:pStyle w:val="Table"/>
            </w:pPr>
            <w:r w:rsidRPr="00A9592F">
              <w:t>0,5</w:t>
            </w:r>
          </w:p>
        </w:tc>
        <w:tc>
          <w:tcPr>
            <w:tcW w:w="836" w:type="dxa"/>
          </w:tcPr>
          <w:p w:rsidR="009A0753" w:rsidRPr="00A9592F" w:rsidRDefault="00711878" w:rsidP="00460093">
            <w:pPr>
              <w:pStyle w:val="Table"/>
            </w:pPr>
            <w:r w:rsidRPr="00A9592F">
              <w:t>0,5</w:t>
            </w:r>
          </w:p>
        </w:tc>
        <w:tc>
          <w:tcPr>
            <w:tcW w:w="836" w:type="dxa"/>
          </w:tcPr>
          <w:p w:rsidR="009A0753" w:rsidRPr="00A9592F" w:rsidRDefault="009A0753" w:rsidP="00460093">
            <w:pPr>
              <w:pStyle w:val="Table"/>
            </w:pPr>
            <w:r w:rsidRPr="00A9592F">
              <w:t>0,5</w:t>
            </w:r>
          </w:p>
        </w:tc>
        <w:tc>
          <w:tcPr>
            <w:tcW w:w="1047" w:type="dxa"/>
          </w:tcPr>
          <w:p w:rsidR="009A0753" w:rsidRPr="00A9592F" w:rsidRDefault="009A0753" w:rsidP="00460093">
            <w:pPr>
              <w:pStyle w:val="Table"/>
            </w:pPr>
            <w:r w:rsidRPr="00A9592F">
              <w:t>В течение года</w:t>
            </w:r>
          </w:p>
        </w:tc>
        <w:tc>
          <w:tcPr>
            <w:tcW w:w="1102" w:type="dxa"/>
          </w:tcPr>
          <w:p w:rsidR="009A0753" w:rsidRPr="00A9592F" w:rsidRDefault="009A0753" w:rsidP="00460093">
            <w:pPr>
              <w:pStyle w:val="Table"/>
            </w:pPr>
            <w:r w:rsidRPr="00A9592F">
              <w:t>ОДМиС, МЦ</w:t>
            </w:r>
          </w:p>
        </w:tc>
      </w:tr>
      <w:tr w:rsidR="009A0753" w:rsidRPr="00A9592F">
        <w:tblPrEx>
          <w:tblCellMar>
            <w:top w:w="0" w:type="dxa"/>
            <w:bottom w:w="0" w:type="dxa"/>
          </w:tblCellMar>
        </w:tblPrEx>
        <w:trPr>
          <w:cantSplit/>
        </w:trPr>
        <w:tc>
          <w:tcPr>
            <w:tcW w:w="709" w:type="dxa"/>
          </w:tcPr>
          <w:p w:rsidR="009A0753" w:rsidRPr="00A9592F" w:rsidRDefault="009A0753" w:rsidP="00460093">
            <w:pPr>
              <w:pStyle w:val="Table"/>
            </w:pPr>
            <w:r w:rsidRPr="00A9592F">
              <w:t>1.1.3</w:t>
            </w:r>
          </w:p>
        </w:tc>
        <w:tc>
          <w:tcPr>
            <w:tcW w:w="2710" w:type="dxa"/>
          </w:tcPr>
          <w:p w:rsidR="009A0753" w:rsidRPr="00A9592F" w:rsidRDefault="009A0753" w:rsidP="00460093">
            <w:pPr>
              <w:pStyle w:val="Table"/>
            </w:pPr>
            <w:r w:rsidRPr="00A9592F">
              <w:t>Проведение анкетирования среди молодежи.</w:t>
            </w:r>
          </w:p>
        </w:tc>
        <w:tc>
          <w:tcPr>
            <w:tcW w:w="753" w:type="dxa"/>
          </w:tcPr>
          <w:p w:rsidR="009A0753" w:rsidRPr="00A9592F" w:rsidRDefault="009A0753" w:rsidP="00460093">
            <w:pPr>
              <w:pStyle w:val="Table"/>
            </w:pPr>
          </w:p>
        </w:tc>
        <w:tc>
          <w:tcPr>
            <w:tcW w:w="890" w:type="dxa"/>
          </w:tcPr>
          <w:p w:rsidR="009A0753" w:rsidRPr="00A9592F" w:rsidRDefault="009A0753" w:rsidP="00460093">
            <w:pPr>
              <w:pStyle w:val="Table"/>
            </w:pPr>
          </w:p>
        </w:tc>
        <w:tc>
          <w:tcPr>
            <w:tcW w:w="836" w:type="dxa"/>
          </w:tcPr>
          <w:p w:rsidR="009A0753" w:rsidRPr="00A9592F" w:rsidRDefault="009A0753" w:rsidP="00460093">
            <w:pPr>
              <w:pStyle w:val="Table"/>
            </w:pPr>
          </w:p>
        </w:tc>
        <w:tc>
          <w:tcPr>
            <w:tcW w:w="836" w:type="dxa"/>
          </w:tcPr>
          <w:p w:rsidR="009A0753" w:rsidRPr="00A9592F" w:rsidRDefault="009A0753" w:rsidP="00460093">
            <w:pPr>
              <w:pStyle w:val="Table"/>
            </w:pPr>
          </w:p>
        </w:tc>
        <w:tc>
          <w:tcPr>
            <w:tcW w:w="836" w:type="dxa"/>
          </w:tcPr>
          <w:p w:rsidR="009A0753" w:rsidRPr="00A9592F" w:rsidRDefault="009A0753" w:rsidP="00460093">
            <w:pPr>
              <w:pStyle w:val="Table"/>
            </w:pPr>
          </w:p>
        </w:tc>
        <w:tc>
          <w:tcPr>
            <w:tcW w:w="1047" w:type="dxa"/>
          </w:tcPr>
          <w:p w:rsidR="009A0753" w:rsidRPr="00A9592F" w:rsidRDefault="009A0753" w:rsidP="00460093">
            <w:pPr>
              <w:pStyle w:val="Table"/>
            </w:pPr>
            <w:r w:rsidRPr="00A9592F">
              <w:t>В течение года</w:t>
            </w:r>
          </w:p>
        </w:tc>
        <w:tc>
          <w:tcPr>
            <w:tcW w:w="1102" w:type="dxa"/>
          </w:tcPr>
          <w:p w:rsidR="009A0753" w:rsidRPr="00A9592F" w:rsidRDefault="009A0753" w:rsidP="00460093">
            <w:pPr>
              <w:pStyle w:val="Table"/>
            </w:pPr>
            <w:r w:rsidRPr="00A9592F">
              <w:t>ОДМиС, МЦ</w:t>
            </w:r>
          </w:p>
        </w:tc>
      </w:tr>
      <w:tr w:rsidR="009A0753" w:rsidRPr="00A9592F">
        <w:tblPrEx>
          <w:tblCellMar>
            <w:top w:w="0" w:type="dxa"/>
            <w:bottom w:w="0" w:type="dxa"/>
          </w:tblCellMar>
        </w:tblPrEx>
        <w:trPr>
          <w:cantSplit/>
        </w:trPr>
        <w:tc>
          <w:tcPr>
            <w:tcW w:w="709" w:type="dxa"/>
          </w:tcPr>
          <w:p w:rsidR="009A0753" w:rsidRPr="00A9592F" w:rsidRDefault="009A0753" w:rsidP="00460093">
            <w:pPr>
              <w:pStyle w:val="Table"/>
            </w:pPr>
            <w:r w:rsidRPr="00A9592F">
              <w:t>1.1.4</w:t>
            </w:r>
          </w:p>
        </w:tc>
        <w:tc>
          <w:tcPr>
            <w:tcW w:w="2710" w:type="dxa"/>
          </w:tcPr>
          <w:p w:rsidR="009A0753" w:rsidRPr="00A9592F" w:rsidRDefault="009A0753" w:rsidP="00460093">
            <w:pPr>
              <w:pStyle w:val="Table"/>
            </w:pPr>
            <w:r w:rsidRPr="00A9592F">
              <w:t>Подготовка печатной продукции по программе «Профилактика наркозависимости и табакокурения»</w:t>
            </w:r>
          </w:p>
        </w:tc>
        <w:tc>
          <w:tcPr>
            <w:tcW w:w="753" w:type="dxa"/>
          </w:tcPr>
          <w:p w:rsidR="009A0753" w:rsidRPr="00A9592F" w:rsidRDefault="009A0753" w:rsidP="00460093">
            <w:pPr>
              <w:pStyle w:val="Table"/>
            </w:pPr>
            <w:r w:rsidRPr="00A9592F">
              <w:t>МБ</w:t>
            </w:r>
          </w:p>
        </w:tc>
        <w:tc>
          <w:tcPr>
            <w:tcW w:w="890" w:type="dxa"/>
          </w:tcPr>
          <w:p w:rsidR="009A0753" w:rsidRPr="00A9592F" w:rsidRDefault="006E1255" w:rsidP="00460093">
            <w:pPr>
              <w:pStyle w:val="Table"/>
            </w:pPr>
            <w:r w:rsidRPr="00A9592F">
              <w:t>9,0</w:t>
            </w:r>
          </w:p>
        </w:tc>
        <w:tc>
          <w:tcPr>
            <w:tcW w:w="836" w:type="dxa"/>
          </w:tcPr>
          <w:p w:rsidR="009A0753" w:rsidRPr="00A9592F" w:rsidRDefault="006E1255" w:rsidP="00460093">
            <w:pPr>
              <w:pStyle w:val="Table"/>
            </w:pPr>
            <w:r w:rsidRPr="00A9592F">
              <w:t>3,0</w:t>
            </w:r>
          </w:p>
        </w:tc>
        <w:tc>
          <w:tcPr>
            <w:tcW w:w="836" w:type="dxa"/>
          </w:tcPr>
          <w:p w:rsidR="009A0753" w:rsidRPr="00A9592F" w:rsidRDefault="006E1255" w:rsidP="00460093">
            <w:pPr>
              <w:pStyle w:val="Table"/>
            </w:pPr>
            <w:r w:rsidRPr="00A9592F">
              <w:t>3,0</w:t>
            </w:r>
          </w:p>
        </w:tc>
        <w:tc>
          <w:tcPr>
            <w:tcW w:w="836" w:type="dxa"/>
          </w:tcPr>
          <w:p w:rsidR="009A0753" w:rsidRPr="00A9592F" w:rsidRDefault="006E1255" w:rsidP="00460093">
            <w:pPr>
              <w:pStyle w:val="Table"/>
            </w:pPr>
            <w:r w:rsidRPr="00A9592F">
              <w:t>3,0</w:t>
            </w:r>
          </w:p>
        </w:tc>
        <w:tc>
          <w:tcPr>
            <w:tcW w:w="1047" w:type="dxa"/>
          </w:tcPr>
          <w:p w:rsidR="009A0753" w:rsidRPr="00A9592F" w:rsidRDefault="009A0753" w:rsidP="00460093">
            <w:pPr>
              <w:pStyle w:val="Table"/>
            </w:pPr>
            <w:r w:rsidRPr="00A9592F">
              <w:t>В течение года</w:t>
            </w:r>
          </w:p>
        </w:tc>
        <w:tc>
          <w:tcPr>
            <w:tcW w:w="1102" w:type="dxa"/>
          </w:tcPr>
          <w:p w:rsidR="009A0753" w:rsidRPr="00A9592F" w:rsidRDefault="009A0753" w:rsidP="00460093">
            <w:pPr>
              <w:pStyle w:val="Table"/>
            </w:pPr>
            <w:r w:rsidRPr="00A9592F">
              <w:t>ОДМиС, МЦ, ЦРБ, УСЗН</w:t>
            </w:r>
            <w:r w:rsidR="008F3D1B" w:rsidRPr="00A9592F">
              <w:t>, МУО ДДТ</w:t>
            </w:r>
          </w:p>
        </w:tc>
      </w:tr>
      <w:tr w:rsidR="009A0753" w:rsidRPr="00A9592F">
        <w:tblPrEx>
          <w:tblCellMar>
            <w:top w:w="0" w:type="dxa"/>
            <w:bottom w:w="0" w:type="dxa"/>
          </w:tblCellMar>
        </w:tblPrEx>
        <w:trPr>
          <w:cantSplit/>
        </w:trPr>
        <w:tc>
          <w:tcPr>
            <w:tcW w:w="709" w:type="dxa"/>
          </w:tcPr>
          <w:p w:rsidR="009A0753" w:rsidRPr="00A9592F" w:rsidRDefault="009A0753" w:rsidP="00460093">
            <w:pPr>
              <w:pStyle w:val="Table"/>
            </w:pPr>
            <w:r w:rsidRPr="00A9592F">
              <w:t>1.2</w:t>
            </w:r>
          </w:p>
        </w:tc>
        <w:tc>
          <w:tcPr>
            <w:tcW w:w="2710" w:type="dxa"/>
          </w:tcPr>
          <w:p w:rsidR="009A0753" w:rsidRPr="00A9592F" w:rsidRDefault="009A0753" w:rsidP="00460093">
            <w:pPr>
              <w:pStyle w:val="Table"/>
            </w:pPr>
            <w:r w:rsidRPr="00A9592F">
              <w:t>Организовать выпуск молодежной страницы в районной газете, самостоятельного издания «</w:t>
            </w:r>
            <w:r w:rsidR="007C09DA" w:rsidRPr="00A9592F">
              <w:t>М</w:t>
            </w:r>
            <w:r w:rsidRPr="00A9592F">
              <w:t>олодежный вестник»</w:t>
            </w:r>
          </w:p>
        </w:tc>
        <w:tc>
          <w:tcPr>
            <w:tcW w:w="753" w:type="dxa"/>
          </w:tcPr>
          <w:p w:rsidR="009A0753" w:rsidRPr="00A9592F" w:rsidRDefault="00711878" w:rsidP="00460093">
            <w:pPr>
              <w:pStyle w:val="Table"/>
            </w:pPr>
            <w:r w:rsidRPr="00A9592F">
              <w:t>МБ</w:t>
            </w:r>
          </w:p>
        </w:tc>
        <w:tc>
          <w:tcPr>
            <w:tcW w:w="890" w:type="dxa"/>
          </w:tcPr>
          <w:p w:rsidR="009A0753" w:rsidRPr="00A9592F" w:rsidRDefault="00711878" w:rsidP="00460093">
            <w:pPr>
              <w:pStyle w:val="Table"/>
            </w:pPr>
            <w:r w:rsidRPr="00A9592F">
              <w:t>4,5</w:t>
            </w:r>
          </w:p>
        </w:tc>
        <w:tc>
          <w:tcPr>
            <w:tcW w:w="836" w:type="dxa"/>
          </w:tcPr>
          <w:p w:rsidR="009A0753" w:rsidRPr="00A9592F" w:rsidRDefault="00CC445E" w:rsidP="00460093">
            <w:pPr>
              <w:pStyle w:val="Table"/>
            </w:pPr>
            <w:r w:rsidRPr="00A9592F">
              <w:t>1,5</w:t>
            </w:r>
          </w:p>
        </w:tc>
        <w:tc>
          <w:tcPr>
            <w:tcW w:w="836" w:type="dxa"/>
          </w:tcPr>
          <w:p w:rsidR="009A0753" w:rsidRPr="00A9592F" w:rsidRDefault="00CC445E" w:rsidP="00460093">
            <w:pPr>
              <w:pStyle w:val="Table"/>
            </w:pPr>
            <w:r w:rsidRPr="00A9592F">
              <w:t>1,5</w:t>
            </w:r>
          </w:p>
        </w:tc>
        <w:tc>
          <w:tcPr>
            <w:tcW w:w="836" w:type="dxa"/>
          </w:tcPr>
          <w:p w:rsidR="009A0753" w:rsidRPr="00A9592F" w:rsidRDefault="00CC445E" w:rsidP="00460093">
            <w:pPr>
              <w:pStyle w:val="Table"/>
            </w:pPr>
            <w:r w:rsidRPr="00A9592F">
              <w:t>1,5</w:t>
            </w:r>
          </w:p>
        </w:tc>
        <w:tc>
          <w:tcPr>
            <w:tcW w:w="1047" w:type="dxa"/>
          </w:tcPr>
          <w:p w:rsidR="009A0753" w:rsidRPr="00A9592F" w:rsidRDefault="009A0753" w:rsidP="00460093">
            <w:pPr>
              <w:pStyle w:val="Table"/>
            </w:pPr>
            <w:r w:rsidRPr="00A9592F">
              <w:t>В течение года</w:t>
            </w:r>
            <w:r w:rsidR="00CC445E" w:rsidRPr="00A9592F">
              <w:t>, 1 раз в квартал</w:t>
            </w:r>
          </w:p>
        </w:tc>
        <w:tc>
          <w:tcPr>
            <w:tcW w:w="1102" w:type="dxa"/>
          </w:tcPr>
          <w:p w:rsidR="009A0753" w:rsidRPr="00A9592F" w:rsidRDefault="009A0753" w:rsidP="00460093">
            <w:pPr>
              <w:pStyle w:val="Table"/>
            </w:pPr>
            <w:r w:rsidRPr="00A9592F">
              <w:t>ОДМиС, МЦ, Районная газета.</w:t>
            </w:r>
          </w:p>
        </w:tc>
      </w:tr>
      <w:tr w:rsidR="000118D0" w:rsidRPr="00A9592F">
        <w:tblPrEx>
          <w:tblCellMar>
            <w:top w:w="0" w:type="dxa"/>
            <w:bottom w:w="0" w:type="dxa"/>
          </w:tblCellMar>
        </w:tblPrEx>
        <w:trPr>
          <w:cantSplit/>
        </w:trPr>
        <w:tc>
          <w:tcPr>
            <w:tcW w:w="9719" w:type="dxa"/>
            <w:gridSpan w:val="9"/>
          </w:tcPr>
          <w:p w:rsidR="000118D0" w:rsidRPr="00A9592F" w:rsidRDefault="000118D0" w:rsidP="00460093">
            <w:pPr>
              <w:pStyle w:val="Table"/>
            </w:pPr>
            <w:r w:rsidRPr="00A9592F">
              <w:t>2 Решение проблем занятости молодежи.</w:t>
            </w:r>
          </w:p>
        </w:tc>
      </w:tr>
      <w:tr w:rsidR="009A0753" w:rsidRPr="00A9592F">
        <w:tblPrEx>
          <w:tblCellMar>
            <w:top w:w="0" w:type="dxa"/>
            <w:bottom w:w="0" w:type="dxa"/>
          </w:tblCellMar>
        </w:tblPrEx>
        <w:trPr>
          <w:cantSplit/>
        </w:trPr>
        <w:tc>
          <w:tcPr>
            <w:tcW w:w="709" w:type="dxa"/>
          </w:tcPr>
          <w:p w:rsidR="009A0753" w:rsidRPr="00A9592F" w:rsidRDefault="009A0753" w:rsidP="00460093">
            <w:pPr>
              <w:pStyle w:val="Table"/>
            </w:pPr>
            <w:r w:rsidRPr="00A9592F">
              <w:t>2.</w:t>
            </w:r>
            <w:r w:rsidR="00BE350A" w:rsidRPr="00A9592F">
              <w:t>1</w:t>
            </w:r>
          </w:p>
        </w:tc>
        <w:tc>
          <w:tcPr>
            <w:tcW w:w="2710" w:type="dxa"/>
          </w:tcPr>
          <w:p w:rsidR="009A0753" w:rsidRPr="00A9592F" w:rsidRDefault="009A0753" w:rsidP="00460093">
            <w:pPr>
              <w:pStyle w:val="Table"/>
            </w:pPr>
            <w:r w:rsidRPr="00A9592F">
              <w:t>Организация трудовых бригад подростков, временная занятость</w:t>
            </w:r>
          </w:p>
        </w:tc>
        <w:tc>
          <w:tcPr>
            <w:tcW w:w="753" w:type="dxa"/>
          </w:tcPr>
          <w:p w:rsidR="009A0753" w:rsidRPr="00A9592F" w:rsidRDefault="009A0753" w:rsidP="00460093">
            <w:pPr>
              <w:pStyle w:val="Table"/>
            </w:pPr>
            <w:r w:rsidRPr="00A9592F">
              <w:t>ОБ</w:t>
            </w:r>
          </w:p>
          <w:p w:rsidR="009A0753" w:rsidRPr="00A9592F" w:rsidRDefault="009A0753" w:rsidP="00460093">
            <w:pPr>
              <w:pStyle w:val="Table"/>
            </w:pPr>
            <w:r w:rsidRPr="00A9592F">
              <w:t>МБ</w:t>
            </w:r>
          </w:p>
        </w:tc>
        <w:tc>
          <w:tcPr>
            <w:tcW w:w="890" w:type="dxa"/>
          </w:tcPr>
          <w:p w:rsidR="009A0753" w:rsidRPr="00A9592F" w:rsidRDefault="007C09DA" w:rsidP="00460093">
            <w:pPr>
              <w:pStyle w:val="Table"/>
            </w:pPr>
            <w:r w:rsidRPr="00A9592F">
              <w:t>1160,748</w:t>
            </w:r>
          </w:p>
          <w:p w:rsidR="007C09DA" w:rsidRPr="00A9592F" w:rsidRDefault="007C09DA" w:rsidP="00460093">
            <w:pPr>
              <w:pStyle w:val="Table"/>
            </w:pPr>
            <w:r w:rsidRPr="00A9592F">
              <w:t>450,00</w:t>
            </w:r>
          </w:p>
        </w:tc>
        <w:tc>
          <w:tcPr>
            <w:tcW w:w="836" w:type="dxa"/>
          </w:tcPr>
          <w:p w:rsidR="009A0753" w:rsidRPr="00A9592F" w:rsidRDefault="00CC445E" w:rsidP="00460093">
            <w:pPr>
              <w:pStyle w:val="Table"/>
            </w:pPr>
            <w:r w:rsidRPr="00A9592F">
              <w:t>386,916</w:t>
            </w:r>
          </w:p>
          <w:p w:rsidR="00CC445E" w:rsidRPr="00A9592F" w:rsidRDefault="007C09DA" w:rsidP="00460093">
            <w:pPr>
              <w:pStyle w:val="Table"/>
            </w:pPr>
            <w:r w:rsidRPr="00A9592F">
              <w:t>150,00</w:t>
            </w:r>
          </w:p>
        </w:tc>
        <w:tc>
          <w:tcPr>
            <w:tcW w:w="836" w:type="dxa"/>
          </w:tcPr>
          <w:p w:rsidR="00CC445E" w:rsidRPr="00A9592F" w:rsidRDefault="00CC445E" w:rsidP="00460093">
            <w:pPr>
              <w:pStyle w:val="Table"/>
            </w:pPr>
            <w:r w:rsidRPr="00A9592F">
              <w:t>386,916</w:t>
            </w:r>
          </w:p>
          <w:p w:rsidR="009A0753" w:rsidRPr="00A9592F" w:rsidRDefault="007C09DA" w:rsidP="00460093">
            <w:pPr>
              <w:pStyle w:val="Table"/>
            </w:pPr>
            <w:r w:rsidRPr="00A9592F">
              <w:t>150,00</w:t>
            </w:r>
          </w:p>
        </w:tc>
        <w:tc>
          <w:tcPr>
            <w:tcW w:w="836" w:type="dxa"/>
          </w:tcPr>
          <w:p w:rsidR="00CC445E" w:rsidRPr="00A9592F" w:rsidRDefault="00CC445E" w:rsidP="00460093">
            <w:pPr>
              <w:pStyle w:val="Table"/>
            </w:pPr>
            <w:r w:rsidRPr="00A9592F">
              <w:t>386,916</w:t>
            </w:r>
          </w:p>
          <w:p w:rsidR="009A0753" w:rsidRPr="00A9592F" w:rsidRDefault="007C09DA" w:rsidP="00460093">
            <w:pPr>
              <w:pStyle w:val="Table"/>
            </w:pPr>
            <w:r w:rsidRPr="00A9592F">
              <w:t>150,00</w:t>
            </w:r>
          </w:p>
        </w:tc>
        <w:tc>
          <w:tcPr>
            <w:tcW w:w="1047" w:type="dxa"/>
          </w:tcPr>
          <w:p w:rsidR="009A0753" w:rsidRPr="00A9592F" w:rsidRDefault="009A0753" w:rsidP="00460093">
            <w:pPr>
              <w:pStyle w:val="Table"/>
            </w:pPr>
            <w:r w:rsidRPr="00A9592F">
              <w:t>В течение года</w:t>
            </w:r>
          </w:p>
        </w:tc>
        <w:tc>
          <w:tcPr>
            <w:tcW w:w="1102" w:type="dxa"/>
          </w:tcPr>
          <w:p w:rsidR="009A0753" w:rsidRPr="00A9592F" w:rsidRDefault="009A0753" w:rsidP="00460093">
            <w:pPr>
              <w:pStyle w:val="Table"/>
            </w:pPr>
            <w:r w:rsidRPr="00A9592F">
              <w:t>ОДМиС, ЦЗН, МЦ</w:t>
            </w:r>
          </w:p>
        </w:tc>
      </w:tr>
      <w:tr w:rsidR="009A0753" w:rsidRPr="00A9592F">
        <w:tblPrEx>
          <w:tblCellMar>
            <w:top w:w="0" w:type="dxa"/>
            <w:bottom w:w="0" w:type="dxa"/>
          </w:tblCellMar>
        </w:tblPrEx>
        <w:trPr>
          <w:cantSplit/>
        </w:trPr>
        <w:tc>
          <w:tcPr>
            <w:tcW w:w="709" w:type="dxa"/>
          </w:tcPr>
          <w:p w:rsidR="009A0753" w:rsidRPr="00A9592F" w:rsidRDefault="009A0753" w:rsidP="00460093">
            <w:pPr>
              <w:pStyle w:val="Table"/>
            </w:pPr>
            <w:r w:rsidRPr="00A9592F">
              <w:t>2.</w:t>
            </w:r>
            <w:r w:rsidR="00BE350A" w:rsidRPr="00A9592F">
              <w:t>2</w:t>
            </w:r>
          </w:p>
        </w:tc>
        <w:tc>
          <w:tcPr>
            <w:tcW w:w="2710" w:type="dxa"/>
          </w:tcPr>
          <w:p w:rsidR="009A0753" w:rsidRPr="00A9592F" w:rsidRDefault="008F3D1B" w:rsidP="00460093">
            <w:pPr>
              <w:pStyle w:val="Table"/>
            </w:pPr>
            <w:r w:rsidRPr="00A9592F">
              <w:t>Организация</w:t>
            </w:r>
            <w:r w:rsidR="00CC445E" w:rsidRPr="00A9592F">
              <w:t xml:space="preserve"> работ</w:t>
            </w:r>
            <w:r w:rsidRPr="00A9592F">
              <w:t>ы</w:t>
            </w:r>
            <w:r w:rsidR="00CC445E" w:rsidRPr="00A9592F">
              <w:t xml:space="preserve"> школы «Молодого предпринимателя»</w:t>
            </w:r>
          </w:p>
        </w:tc>
        <w:tc>
          <w:tcPr>
            <w:tcW w:w="753" w:type="dxa"/>
          </w:tcPr>
          <w:p w:rsidR="009A0753" w:rsidRPr="00A9592F" w:rsidRDefault="008F3D1B" w:rsidP="00460093">
            <w:pPr>
              <w:pStyle w:val="Table"/>
            </w:pPr>
            <w:r w:rsidRPr="00A9592F">
              <w:t>МБ</w:t>
            </w:r>
          </w:p>
        </w:tc>
        <w:tc>
          <w:tcPr>
            <w:tcW w:w="890" w:type="dxa"/>
          </w:tcPr>
          <w:p w:rsidR="009A0753" w:rsidRPr="00A9592F" w:rsidRDefault="008F3D1B" w:rsidP="00460093">
            <w:pPr>
              <w:pStyle w:val="Table"/>
            </w:pPr>
            <w:r w:rsidRPr="00A9592F">
              <w:t>9,0</w:t>
            </w:r>
          </w:p>
        </w:tc>
        <w:tc>
          <w:tcPr>
            <w:tcW w:w="836" w:type="dxa"/>
          </w:tcPr>
          <w:p w:rsidR="009A0753" w:rsidRPr="00A9592F" w:rsidRDefault="008F3D1B" w:rsidP="00460093">
            <w:pPr>
              <w:pStyle w:val="Table"/>
            </w:pPr>
            <w:r w:rsidRPr="00A9592F">
              <w:t>3,0</w:t>
            </w:r>
          </w:p>
        </w:tc>
        <w:tc>
          <w:tcPr>
            <w:tcW w:w="836" w:type="dxa"/>
          </w:tcPr>
          <w:p w:rsidR="009A0753" w:rsidRPr="00A9592F" w:rsidRDefault="008F3D1B" w:rsidP="00460093">
            <w:pPr>
              <w:pStyle w:val="Table"/>
            </w:pPr>
            <w:r w:rsidRPr="00A9592F">
              <w:t>3,0</w:t>
            </w:r>
          </w:p>
        </w:tc>
        <w:tc>
          <w:tcPr>
            <w:tcW w:w="836" w:type="dxa"/>
          </w:tcPr>
          <w:p w:rsidR="009A0753" w:rsidRPr="00A9592F" w:rsidRDefault="008F3D1B" w:rsidP="00460093">
            <w:pPr>
              <w:pStyle w:val="Table"/>
            </w:pPr>
            <w:r w:rsidRPr="00A9592F">
              <w:t>3,0</w:t>
            </w:r>
          </w:p>
        </w:tc>
        <w:tc>
          <w:tcPr>
            <w:tcW w:w="1047" w:type="dxa"/>
          </w:tcPr>
          <w:p w:rsidR="009A0753" w:rsidRPr="00A9592F" w:rsidRDefault="009A0753" w:rsidP="00460093">
            <w:pPr>
              <w:pStyle w:val="Table"/>
            </w:pPr>
            <w:r w:rsidRPr="00A9592F">
              <w:t>В течение года</w:t>
            </w:r>
          </w:p>
        </w:tc>
        <w:tc>
          <w:tcPr>
            <w:tcW w:w="1102" w:type="dxa"/>
          </w:tcPr>
          <w:p w:rsidR="009A0753" w:rsidRPr="00A9592F" w:rsidRDefault="009A0753" w:rsidP="00460093">
            <w:pPr>
              <w:pStyle w:val="Table"/>
            </w:pPr>
            <w:r w:rsidRPr="00A9592F">
              <w:t>ОДМиС, ЦЗН, МЦ</w:t>
            </w:r>
          </w:p>
        </w:tc>
      </w:tr>
      <w:tr w:rsidR="009A0753" w:rsidRPr="00A9592F">
        <w:tblPrEx>
          <w:tblCellMar>
            <w:top w:w="0" w:type="dxa"/>
            <w:bottom w:w="0" w:type="dxa"/>
          </w:tblCellMar>
        </w:tblPrEx>
        <w:trPr>
          <w:cantSplit/>
        </w:trPr>
        <w:tc>
          <w:tcPr>
            <w:tcW w:w="709" w:type="dxa"/>
          </w:tcPr>
          <w:p w:rsidR="009A0753" w:rsidRPr="00A9592F" w:rsidRDefault="009A0753" w:rsidP="00460093">
            <w:pPr>
              <w:pStyle w:val="Table"/>
            </w:pPr>
            <w:r w:rsidRPr="00A9592F">
              <w:t>2.</w:t>
            </w:r>
            <w:r w:rsidR="00BE350A" w:rsidRPr="00A9592F">
              <w:t>3</w:t>
            </w:r>
          </w:p>
        </w:tc>
        <w:tc>
          <w:tcPr>
            <w:tcW w:w="2710" w:type="dxa"/>
          </w:tcPr>
          <w:p w:rsidR="009A0753" w:rsidRPr="00A9592F" w:rsidRDefault="009A0753" w:rsidP="00460093">
            <w:pPr>
              <w:pStyle w:val="Table"/>
            </w:pPr>
            <w:r w:rsidRPr="00A9592F">
              <w:t>.Организация проведения ярмарки учебных заведений Кузбасса</w:t>
            </w:r>
          </w:p>
        </w:tc>
        <w:tc>
          <w:tcPr>
            <w:tcW w:w="753" w:type="dxa"/>
          </w:tcPr>
          <w:p w:rsidR="009A0753" w:rsidRPr="00A9592F" w:rsidRDefault="000B585D" w:rsidP="00460093">
            <w:pPr>
              <w:pStyle w:val="Table"/>
            </w:pPr>
            <w:r w:rsidRPr="00A9592F">
              <w:t>МБ</w:t>
            </w:r>
          </w:p>
        </w:tc>
        <w:tc>
          <w:tcPr>
            <w:tcW w:w="890" w:type="dxa"/>
          </w:tcPr>
          <w:p w:rsidR="009A0753" w:rsidRPr="00A9592F" w:rsidRDefault="000B585D" w:rsidP="00460093">
            <w:pPr>
              <w:pStyle w:val="Table"/>
            </w:pPr>
            <w:r w:rsidRPr="00A9592F">
              <w:t>23,0</w:t>
            </w:r>
          </w:p>
        </w:tc>
        <w:tc>
          <w:tcPr>
            <w:tcW w:w="836" w:type="dxa"/>
          </w:tcPr>
          <w:p w:rsidR="009A0753" w:rsidRPr="00A9592F" w:rsidRDefault="000B585D" w:rsidP="00460093">
            <w:pPr>
              <w:pStyle w:val="Table"/>
            </w:pPr>
            <w:r w:rsidRPr="00A9592F">
              <w:t>5,0</w:t>
            </w:r>
          </w:p>
        </w:tc>
        <w:tc>
          <w:tcPr>
            <w:tcW w:w="836" w:type="dxa"/>
          </w:tcPr>
          <w:p w:rsidR="009A0753" w:rsidRPr="00A9592F" w:rsidRDefault="000B585D" w:rsidP="00460093">
            <w:pPr>
              <w:pStyle w:val="Table"/>
            </w:pPr>
            <w:r w:rsidRPr="00A9592F">
              <w:t>8,0</w:t>
            </w:r>
          </w:p>
        </w:tc>
        <w:tc>
          <w:tcPr>
            <w:tcW w:w="836" w:type="dxa"/>
          </w:tcPr>
          <w:p w:rsidR="009A0753" w:rsidRPr="00A9592F" w:rsidRDefault="000B585D" w:rsidP="00460093">
            <w:pPr>
              <w:pStyle w:val="Table"/>
            </w:pPr>
            <w:r w:rsidRPr="00A9592F">
              <w:t>10,0</w:t>
            </w:r>
          </w:p>
        </w:tc>
        <w:tc>
          <w:tcPr>
            <w:tcW w:w="1047" w:type="dxa"/>
          </w:tcPr>
          <w:p w:rsidR="009A0753" w:rsidRPr="00A9592F" w:rsidRDefault="009A0753" w:rsidP="00460093">
            <w:pPr>
              <w:pStyle w:val="Table"/>
            </w:pPr>
            <w:r w:rsidRPr="00A9592F">
              <w:t>Март</w:t>
            </w:r>
          </w:p>
        </w:tc>
        <w:tc>
          <w:tcPr>
            <w:tcW w:w="1102" w:type="dxa"/>
          </w:tcPr>
          <w:p w:rsidR="009A0753" w:rsidRPr="00A9592F" w:rsidRDefault="009A0753" w:rsidP="00460093">
            <w:pPr>
              <w:pStyle w:val="Table"/>
            </w:pPr>
            <w:r w:rsidRPr="00A9592F">
              <w:t>МУО ЦЗН</w:t>
            </w:r>
          </w:p>
        </w:tc>
      </w:tr>
      <w:tr w:rsidR="00DB76DF" w:rsidRPr="00A9592F">
        <w:tblPrEx>
          <w:tblCellMar>
            <w:top w:w="0" w:type="dxa"/>
            <w:bottom w:w="0" w:type="dxa"/>
          </w:tblCellMar>
        </w:tblPrEx>
        <w:trPr>
          <w:cantSplit/>
        </w:trPr>
        <w:tc>
          <w:tcPr>
            <w:tcW w:w="709" w:type="dxa"/>
          </w:tcPr>
          <w:p w:rsidR="00DB76DF" w:rsidRPr="00A9592F" w:rsidRDefault="00DB76DF" w:rsidP="00460093">
            <w:pPr>
              <w:pStyle w:val="Table"/>
            </w:pPr>
            <w:r w:rsidRPr="00A9592F">
              <w:t>2.</w:t>
            </w:r>
            <w:r w:rsidR="00BE350A" w:rsidRPr="00A9592F">
              <w:t>4</w:t>
            </w:r>
          </w:p>
        </w:tc>
        <w:tc>
          <w:tcPr>
            <w:tcW w:w="2710" w:type="dxa"/>
          </w:tcPr>
          <w:p w:rsidR="00DB76DF" w:rsidRPr="00A9592F" w:rsidRDefault="00DB76DF" w:rsidP="00460093">
            <w:pPr>
              <w:pStyle w:val="Table"/>
            </w:pPr>
            <w:r w:rsidRPr="00A9592F">
              <w:t xml:space="preserve">Содействие в трудоустройстве выпускников </w:t>
            </w:r>
            <w:r w:rsidR="000B585D" w:rsidRPr="00A9592F">
              <w:t>КПТК (филиал)</w:t>
            </w:r>
          </w:p>
        </w:tc>
        <w:tc>
          <w:tcPr>
            <w:tcW w:w="753" w:type="dxa"/>
          </w:tcPr>
          <w:p w:rsidR="00DB76DF" w:rsidRPr="00A9592F" w:rsidRDefault="00DB76DF" w:rsidP="00460093">
            <w:pPr>
              <w:pStyle w:val="Table"/>
            </w:pPr>
          </w:p>
        </w:tc>
        <w:tc>
          <w:tcPr>
            <w:tcW w:w="890" w:type="dxa"/>
          </w:tcPr>
          <w:p w:rsidR="00DB76DF" w:rsidRPr="00A9592F" w:rsidRDefault="00DB76DF" w:rsidP="00460093">
            <w:pPr>
              <w:pStyle w:val="Table"/>
            </w:pPr>
          </w:p>
        </w:tc>
        <w:tc>
          <w:tcPr>
            <w:tcW w:w="836" w:type="dxa"/>
          </w:tcPr>
          <w:p w:rsidR="00DB76DF" w:rsidRPr="00A9592F" w:rsidRDefault="00DB76DF" w:rsidP="00460093">
            <w:pPr>
              <w:pStyle w:val="Table"/>
            </w:pPr>
          </w:p>
        </w:tc>
        <w:tc>
          <w:tcPr>
            <w:tcW w:w="836" w:type="dxa"/>
          </w:tcPr>
          <w:p w:rsidR="00DB76DF" w:rsidRPr="00A9592F" w:rsidRDefault="00DB76DF" w:rsidP="00460093">
            <w:pPr>
              <w:pStyle w:val="Table"/>
            </w:pPr>
          </w:p>
        </w:tc>
        <w:tc>
          <w:tcPr>
            <w:tcW w:w="836" w:type="dxa"/>
          </w:tcPr>
          <w:p w:rsidR="00DB76DF" w:rsidRPr="00A9592F" w:rsidRDefault="00DB76DF" w:rsidP="00460093">
            <w:pPr>
              <w:pStyle w:val="Table"/>
            </w:pPr>
          </w:p>
        </w:tc>
        <w:tc>
          <w:tcPr>
            <w:tcW w:w="1047" w:type="dxa"/>
          </w:tcPr>
          <w:p w:rsidR="00DB76DF" w:rsidRPr="00A9592F" w:rsidRDefault="00DB76DF" w:rsidP="00460093">
            <w:pPr>
              <w:pStyle w:val="Table"/>
            </w:pPr>
            <w:r w:rsidRPr="00A9592F">
              <w:t>В течение года</w:t>
            </w:r>
          </w:p>
        </w:tc>
        <w:tc>
          <w:tcPr>
            <w:tcW w:w="1102" w:type="dxa"/>
          </w:tcPr>
          <w:p w:rsidR="00DB76DF" w:rsidRPr="00A9592F" w:rsidRDefault="00DB76DF" w:rsidP="00460093">
            <w:pPr>
              <w:pStyle w:val="Table"/>
            </w:pPr>
            <w:r w:rsidRPr="00A9592F">
              <w:t>ЦЗН, МЦ, УСХ</w:t>
            </w:r>
          </w:p>
        </w:tc>
      </w:tr>
      <w:tr w:rsidR="009A0753" w:rsidRPr="00A9592F">
        <w:tblPrEx>
          <w:tblCellMar>
            <w:top w:w="0" w:type="dxa"/>
            <w:bottom w:w="0" w:type="dxa"/>
          </w:tblCellMar>
        </w:tblPrEx>
        <w:trPr>
          <w:cantSplit/>
        </w:trPr>
        <w:tc>
          <w:tcPr>
            <w:tcW w:w="709" w:type="dxa"/>
          </w:tcPr>
          <w:p w:rsidR="009A0753" w:rsidRPr="00A9592F" w:rsidRDefault="009A0753" w:rsidP="00460093">
            <w:pPr>
              <w:pStyle w:val="Table"/>
            </w:pPr>
            <w:r w:rsidRPr="00A9592F">
              <w:lastRenderedPageBreak/>
              <w:t>2.</w:t>
            </w:r>
            <w:r w:rsidR="00BE350A" w:rsidRPr="00A9592F">
              <w:t>5</w:t>
            </w:r>
          </w:p>
        </w:tc>
        <w:tc>
          <w:tcPr>
            <w:tcW w:w="2710" w:type="dxa"/>
          </w:tcPr>
          <w:p w:rsidR="009A0753" w:rsidRPr="00A9592F" w:rsidRDefault="009A0753" w:rsidP="00460093">
            <w:pPr>
              <w:pStyle w:val="Table"/>
            </w:pPr>
            <w:r w:rsidRPr="00A9592F">
              <w:t>Организаторская, юридическая помощь молодежи в получении ссуд на создание и развитие ЛПХ, предпринимательскую деятельность</w:t>
            </w:r>
          </w:p>
        </w:tc>
        <w:tc>
          <w:tcPr>
            <w:tcW w:w="753" w:type="dxa"/>
          </w:tcPr>
          <w:p w:rsidR="009A0753" w:rsidRPr="00A9592F" w:rsidRDefault="009A0753" w:rsidP="00460093">
            <w:pPr>
              <w:pStyle w:val="Table"/>
            </w:pPr>
          </w:p>
        </w:tc>
        <w:tc>
          <w:tcPr>
            <w:tcW w:w="890" w:type="dxa"/>
          </w:tcPr>
          <w:p w:rsidR="009A0753" w:rsidRPr="00A9592F" w:rsidRDefault="009A0753" w:rsidP="00460093">
            <w:pPr>
              <w:pStyle w:val="Table"/>
            </w:pPr>
          </w:p>
        </w:tc>
        <w:tc>
          <w:tcPr>
            <w:tcW w:w="836" w:type="dxa"/>
          </w:tcPr>
          <w:p w:rsidR="009A0753" w:rsidRPr="00A9592F" w:rsidRDefault="009A0753" w:rsidP="00460093">
            <w:pPr>
              <w:pStyle w:val="Table"/>
            </w:pPr>
          </w:p>
        </w:tc>
        <w:tc>
          <w:tcPr>
            <w:tcW w:w="836" w:type="dxa"/>
          </w:tcPr>
          <w:p w:rsidR="009A0753" w:rsidRPr="00A9592F" w:rsidRDefault="009A0753" w:rsidP="00460093">
            <w:pPr>
              <w:pStyle w:val="Table"/>
            </w:pPr>
          </w:p>
        </w:tc>
        <w:tc>
          <w:tcPr>
            <w:tcW w:w="836" w:type="dxa"/>
          </w:tcPr>
          <w:p w:rsidR="009A0753" w:rsidRPr="00A9592F" w:rsidRDefault="009A0753" w:rsidP="00460093">
            <w:pPr>
              <w:pStyle w:val="Table"/>
            </w:pPr>
          </w:p>
        </w:tc>
        <w:tc>
          <w:tcPr>
            <w:tcW w:w="1047" w:type="dxa"/>
          </w:tcPr>
          <w:p w:rsidR="009A0753" w:rsidRPr="00A9592F" w:rsidRDefault="009A0753" w:rsidP="00460093">
            <w:pPr>
              <w:pStyle w:val="Table"/>
            </w:pPr>
            <w:r w:rsidRPr="00A9592F">
              <w:t>В течение года</w:t>
            </w:r>
          </w:p>
        </w:tc>
        <w:tc>
          <w:tcPr>
            <w:tcW w:w="1102" w:type="dxa"/>
          </w:tcPr>
          <w:p w:rsidR="009A0753" w:rsidRPr="00A9592F" w:rsidRDefault="009A0753" w:rsidP="00460093">
            <w:pPr>
              <w:pStyle w:val="Table"/>
            </w:pPr>
            <w:r w:rsidRPr="00A9592F">
              <w:t>ОДМиС, Жил Отдел</w:t>
            </w:r>
          </w:p>
        </w:tc>
      </w:tr>
      <w:tr w:rsidR="000118D0" w:rsidRPr="00A9592F">
        <w:tblPrEx>
          <w:tblCellMar>
            <w:top w:w="0" w:type="dxa"/>
            <w:bottom w:w="0" w:type="dxa"/>
          </w:tblCellMar>
        </w:tblPrEx>
        <w:trPr>
          <w:cantSplit/>
        </w:trPr>
        <w:tc>
          <w:tcPr>
            <w:tcW w:w="9719" w:type="dxa"/>
            <w:gridSpan w:val="9"/>
          </w:tcPr>
          <w:p w:rsidR="000118D0" w:rsidRPr="00A9592F" w:rsidRDefault="000118D0" w:rsidP="00460093">
            <w:pPr>
              <w:pStyle w:val="Table"/>
            </w:pPr>
            <w:r w:rsidRPr="00A9592F">
              <w:t>3 Сберечь Россию для себя – себя для России</w:t>
            </w:r>
          </w:p>
        </w:tc>
      </w:tr>
      <w:tr w:rsidR="009A0753" w:rsidRPr="00A9592F">
        <w:tblPrEx>
          <w:tblCellMar>
            <w:top w:w="0" w:type="dxa"/>
            <w:bottom w:w="0" w:type="dxa"/>
          </w:tblCellMar>
        </w:tblPrEx>
        <w:trPr>
          <w:cantSplit/>
        </w:trPr>
        <w:tc>
          <w:tcPr>
            <w:tcW w:w="709" w:type="dxa"/>
          </w:tcPr>
          <w:p w:rsidR="009A0753" w:rsidRPr="00A9592F" w:rsidRDefault="009A0753" w:rsidP="00460093">
            <w:pPr>
              <w:pStyle w:val="Table"/>
            </w:pPr>
            <w:r w:rsidRPr="00A9592F">
              <w:t>3.1</w:t>
            </w:r>
          </w:p>
        </w:tc>
        <w:tc>
          <w:tcPr>
            <w:tcW w:w="2710" w:type="dxa"/>
          </w:tcPr>
          <w:p w:rsidR="009A0753" w:rsidRPr="00A9592F" w:rsidRDefault="009A0753" w:rsidP="00460093">
            <w:pPr>
              <w:pStyle w:val="Table"/>
            </w:pPr>
            <w:r w:rsidRPr="00A9592F">
              <w:t>Организация и поддержка патриотических клубов</w:t>
            </w:r>
          </w:p>
        </w:tc>
        <w:tc>
          <w:tcPr>
            <w:tcW w:w="753" w:type="dxa"/>
          </w:tcPr>
          <w:p w:rsidR="009A0753" w:rsidRPr="00A9592F" w:rsidRDefault="009A0753" w:rsidP="00460093">
            <w:pPr>
              <w:pStyle w:val="Table"/>
            </w:pPr>
            <w:r w:rsidRPr="00A9592F">
              <w:t>ОБ</w:t>
            </w:r>
          </w:p>
        </w:tc>
        <w:tc>
          <w:tcPr>
            <w:tcW w:w="890" w:type="dxa"/>
          </w:tcPr>
          <w:p w:rsidR="009A0753" w:rsidRPr="00A9592F" w:rsidRDefault="00711878" w:rsidP="00460093">
            <w:pPr>
              <w:pStyle w:val="Table"/>
            </w:pPr>
            <w:r w:rsidRPr="00A9592F">
              <w:t>120,0</w:t>
            </w:r>
          </w:p>
        </w:tc>
        <w:tc>
          <w:tcPr>
            <w:tcW w:w="836" w:type="dxa"/>
          </w:tcPr>
          <w:p w:rsidR="009A0753" w:rsidRPr="00A9592F" w:rsidRDefault="00CC445E" w:rsidP="00460093">
            <w:pPr>
              <w:pStyle w:val="Table"/>
            </w:pPr>
            <w:r w:rsidRPr="00A9592F">
              <w:t>35</w:t>
            </w:r>
            <w:r w:rsidR="00711878" w:rsidRPr="00A9592F">
              <w:t>,0</w:t>
            </w:r>
          </w:p>
        </w:tc>
        <w:tc>
          <w:tcPr>
            <w:tcW w:w="836" w:type="dxa"/>
          </w:tcPr>
          <w:p w:rsidR="009A0753" w:rsidRPr="00A9592F" w:rsidRDefault="00CC445E" w:rsidP="00460093">
            <w:pPr>
              <w:pStyle w:val="Table"/>
            </w:pPr>
            <w:r w:rsidRPr="00A9592F">
              <w:t>40</w:t>
            </w:r>
            <w:r w:rsidR="00711878" w:rsidRPr="00A9592F">
              <w:t>,0</w:t>
            </w:r>
          </w:p>
        </w:tc>
        <w:tc>
          <w:tcPr>
            <w:tcW w:w="836" w:type="dxa"/>
          </w:tcPr>
          <w:p w:rsidR="009A0753" w:rsidRPr="00A9592F" w:rsidRDefault="00CC445E" w:rsidP="00460093">
            <w:pPr>
              <w:pStyle w:val="Table"/>
            </w:pPr>
            <w:r w:rsidRPr="00A9592F">
              <w:t>45</w:t>
            </w:r>
            <w:r w:rsidR="00711878" w:rsidRPr="00A9592F">
              <w:t>,0</w:t>
            </w:r>
          </w:p>
        </w:tc>
        <w:tc>
          <w:tcPr>
            <w:tcW w:w="1047" w:type="dxa"/>
          </w:tcPr>
          <w:p w:rsidR="009A0753" w:rsidRPr="00A9592F" w:rsidRDefault="009A0753" w:rsidP="00460093">
            <w:pPr>
              <w:pStyle w:val="Table"/>
            </w:pPr>
            <w:r w:rsidRPr="00A9592F">
              <w:t>В течение года</w:t>
            </w:r>
          </w:p>
        </w:tc>
        <w:tc>
          <w:tcPr>
            <w:tcW w:w="1102" w:type="dxa"/>
          </w:tcPr>
          <w:p w:rsidR="009A0753" w:rsidRPr="00A9592F" w:rsidRDefault="009A0753" w:rsidP="00460093">
            <w:pPr>
              <w:pStyle w:val="Table"/>
            </w:pPr>
            <w:r w:rsidRPr="00A9592F">
              <w:t>ОДМиС, МЦ, УСЗН, МУО</w:t>
            </w:r>
          </w:p>
        </w:tc>
      </w:tr>
      <w:tr w:rsidR="009A0753" w:rsidRPr="00A9592F">
        <w:tblPrEx>
          <w:tblCellMar>
            <w:top w:w="0" w:type="dxa"/>
            <w:bottom w:w="0" w:type="dxa"/>
          </w:tblCellMar>
        </w:tblPrEx>
        <w:trPr>
          <w:cantSplit/>
        </w:trPr>
        <w:tc>
          <w:tcPr>
            <w:tcW w:w="709" w:type="dxa"/>
          </w:tcPr>
          <w:p w:rsidR="009A0753" w:rsidRPr="00A9592F" w:rsidRDefault="009A0753" w:rsidP="00460093">
            <w:pPr>
              <w:pStyle w:val="Table"/>
            </w:pPr>
            <w:r w:rsidRPr="00A9592F">
              <w:t>3.2</w:t>
            </w:r>
          </w:p>
        </w:tc>
        <w:tc>
          <w:tcPr>
            <w:tcW w:w="2710" w:type="dxa"/>
          </w:tcPr>
          <w:p w:rsidR="009A0753" w:rsidRPr="00A9592F" w:rsidRDefault="009A0753" w:rsidP="00460093">
            <w:pPr>
              <w:pStyle w:val="Table"/>
            </w:pPr>
            <w:r w:rsidRPr="00A9592F">
              <w:t>Районная акция «Восстанови памятник»</w:t>
            </w:r>
          </w:p>
        </w:tc>
        <w:tc>
          <w:tcPr>
            <w:tcW w:w="753" w:type="dxa"/>
          </w:tcPr>
          <w:p w:rsidR="009A0753" w:rsidRPr="00A9592F" w:rsidRDefault="009A0753" w:rsidP="00460093">
            <w:pPr>
              <w:pStyle w:val="Table"/>
            </w:pPr>
          </w:p>
        </w:tc>
        <w:tc>
          <w:tcPr>
            <w:tcW w:w="890" w:type="dxa"/>
          </w:tcPr>
          <w:p w:rsidR="009A0753" w:rsidRPr="00A9592F" w:rsidRDefault="009A0753" w:rsidP="00460093">
            <w:pPr>
              <w:pStyle w:val="Table"/>
            </w:pPr>
          </w:p>
        </w:tc>
        <w:tc>
          <w:tcPr>
            <w:tcW w:w="836" w:type="dxa"/>
          </w:tcPr>
          <w:p w:rsidR="009A0753" w:rsidRPr="00A9592F" w:rsidRDefault="009A0753" w:rsidP="00460093">
            <w:pPr>
              <w:pStyle w:val="Table"/>
            </w:pPr>
          </w:p>
        </w:tc>
        <w:tc>
          <w:tcPr>
            <w:tcW w:w="836" w:type="dxa"/>
          </w:tcPr>
          <w:p w:rsidR="009A0753" w:rsidRPr="00A9592F" w:rsidRDefault="009A0753" w:rsidP="00460093">
            <w:pPr>
              <w:pStyle w:val="Table"/>
            </w:pPr>
          </w:p>
        </w:tc>
        <w:tc>
          <w:tcPr>
            <w:tcW w:w="836" w:type="dxa"/>
          </w:tcPr>
          <w:p w:rsidR="009A0753" w:rsidRPr="00A9592F" w:rsidRDefault="009A0753" w:rsidP="00460093">
            <w:pPr>
              <w:pStyle w:val="Table"/>
            </w:pPr>
          </w:p>
        </w:tc>
        <w:tc>
          <w:tcPr>
            <w:tcW w:w="1047" w:type="dxa"/>
          </w:tcPr>
          <w:p w:rsidR="009A0753" w:rsidRPr="00A9592F" w:rsidRDefault="009A0753" w:rsidP="00460093">
            <w:pPr>
              <w:pStyle w:val="Table"/>
            </w:pPr>
            <w:r w:rsidRPr="00A9592F">
              <w:t>Май-июнь</w:t>
            </w:r>
          </w:p>
        </w:tc>
        <w:tc>
          <w:tcPr>
            <w:tcW w:w="1102" w:type="dxa"/>
          </w:tcPr>
          <w:p w:rsidR="009A0753" w:rsidRPr="00A9592F" w:rsidRDefault="009A0753" w:rsidP="00460093">
            <w:pPr>
              <w:pStyle w:val="Table"/>
            </w:pPr>
            <w:r w:rsidRPr="00A9592F">
              <w:t>ОДМиС, РВК, МУО, МЦ</w:t>
            </w:r>
          </w:p>
        </w:tc>
      </w:tr>
      <w:tr w:rsidR="009A0753" w:rsidRPr="00A9592F">
        <w:tblPrEx>
          <w:tblCellMar>
            <w:top w:w="0" w:type="dxa"/>
            <w:bottom w:w="0" w:type="dxa"/>
          </w:tblCellMar>
        </w:tblPrEx>
        <w:trPr>
          <w:cantSplit/>
        </w:trPr>
        <w:tc>
          <w:tcPr>
            <w:tcW w:w="709" w:type="dxa"/>
          </w:tcPr>
          <w:p w:rsidR="009A0753" w:rsidRPr="00A9592F" w:rsidRDefault="009A0753" w:rsidP="00460093">
            <w:pPr>
              <w:pStyle w:val="Table"/>
            </w:pPr>
            <w:r w:rsidRPr="00A9592F">
              <w:t>3.3</w:t>
            </w:r>
          </w:p>
        </w:tc>
        <w:tc>
          <w:tcPr>
            <w:tcW w:w="2710" w:type="dxa"/>
          </w:tcPr>
          <w:p w:rsidR="009A0753" w:rsidRPr="00A9592F" w:rsidRDefault="009A0753" w:rsidP="00460093">
            <w:pPr>
              <w:pStyle w:val="Table"/>
            </w:pPr>
            <w:r w:rsidRPr="00A9592F">
              <w:t>Акция «Я гражданин России!»</w:t>
            </w:r>
          </w:p>
        </w:tc>
        <w:tc>
          <w:tcPr>
            <w:tcW w:w="753" w:type="dxa"/>
          </w:tcPr>
          <w:p w:rsidR="009A0753" w:rsidRPr="00A9592F" w:rsidRDefault="009A0753" w:rsidP="00460093">
            <w:pPr>
              <w:pStyle w:val="Table"/>
            </w:pPr>
            <w:r w:rsidRPr="00A9592F">
              <w:t>МБ</w:t>
            </w:r>
          </w:p>
        </w:tc>
        <w:tc>
          <w:tcPr>
            <w:tcW w:w="890" w:type="dxa"/>
          </w:tcPr>
          <w:p w:rsidR="009A0753" w:rsidRPr="00A9592F" w:rsidRDefault="009A4D45" w:rsidP="00460093">
            <w:pPr>
              <w:pStyle w:val="Table"/>
            </w:pPr>
            <w:r w:rsidRPr="00A9592F">
              <w:t>36</w:t>
            </w:r>
            <w:r w:rsidR="00711878" w:rsidRPr="00A9592F">
              <w:t>,0</w:t>
            </w:r>
          </w:p>
        </w:tc>
        <w:tc>
          <w:tcPr>
            <w:tcW w:w="836" w:type="dxa"/>
          </w:tcPr>
          <w:p w:rsidR="009A0753" w:rsidRPr="00A9592F" w:rsidRDefault="000D7B2E" w:rsidP="00460093">
            <w:pPr>
              <w:pStyle w:val="Table"/>
            </w:pPr>
            <w:r w:rsidRPr="00A9592F">
              <w:t>6</w:t>
            </w:r>
            <w:r w:rsidR="00711878" w:rsidRPr="00A9592F">
              <w:t>,0</w:t>
            </w:r>
          </w:p>
        </w:tc>
        <w:tc>
          <w:tcPr>
            <w:tcW w:w="836" w:type="dxa"/>
          </w:tcPr>
          <w:p w:rsidR="009A0753" w:rsidRPr="00A9592F" w:rsidRDefault="00CC445E" w:rsidP="00460093">
            <w:pPr>
              <w:pStyle w:val="Table"/>
            </w:pPr>
            <w:r w:rsidRPr="00A9592F">
              <w:t>15</w:t>
            </w:r>
            <w:r w:rsidR="00711878" w:rsidRPr="00A9592F">
              <w:t>,0</w:t>
            </w:r>
          </w:p>
        </w:tc>
        <w:tc>
          <w:tcPr>
            <w:tcW w:w="836" w:type="dxa"/>
          </w:tcPr>
          <w:p w:rsidR="009A0753" w:rsidRPr="00A9592F" w:rsidRDefault="00CC445E" w:rsidP="00460093">
            <w:pPr>
              <w:pStyle w:val="Table"/>
            </w:pPr>
            <w:r w:rsidRPr="00A9592F">
              <w:t>15</w:t>
            </w:r>
            <w:r w:rsidR="00711878" w:rsidRPr="00A9592F">
              <w:t>,0</w:t>
            </w:r>
          </w:p>
        </w:tc>
        <w:tc>
          <w:tcPr>
            <w:tcW w:w="1047" w:type="dxa"/>
          </w:tcPr>
          <w:p w:rsidR="009A0753" w:rsidRPr="00A9592F" w:rsidRDefault="009A0753" w:rsidP="00460093">
            <w:pPr>
              <w:pStyle w:val="Table"/>
            </w:pPr>
            <w:r w:rsidRPr="00A9592F">
              <w:t>Декабрь</w:t>
            </w:r>
          </w:p>
        </w:tc>
        <w:tc>
          <w:tcPr>
            <w:tcW w:w="1102" w:type="dxa"/>
          </w:tcPr>
          <w:p w:rsidR="009A0753" w:rsidRPr="00A9592F" w:rsidRDefault="009A0753" w:rsidP="00460093">
            <w:pPr>
              <w:pStyle w:val="Table"/>
            </w:pPr>
            <w:r w:rsidRPr="00A9592F">
              <w:t>ОДМиС МЦ РОВД МУО</w:t>
            </w:r>
          </w:p>
        </w:tc>
      </w:tr>
      <w:tr w:rsidR="009A0753" w:rsidRPr="00A9592F">
        <w:tblPrEx>
          <w:tblCellMar>
            <w:top w:w="0" w:type="dxa"/>
            <w:bottom w:w="0" w:type="dxa"/>
          </w:tblCellMar>
        </w:tblPrEx>
        <w:trPr>
          <w:cantSplit/>
        </w:trPr>
        <w:tc>
          <w:tcPr>
            <w:tcW w:w="709" w:type="dxa"/>
          </w:tcPr>
          <w:p w:rsidR="009A0753" w:rsidRPr="00A9592F" w:rsidRDefault="009A0753" w:rsidP="00460093">
            <w:pPr>
              <w:pStyle w:val="Table"/>
            </w:pPr>
            <w:r w:rsidRPr="00A9592F">
              <w:t>3.4</w:t>
            </w:r>
          </w:p>
        </w:tc>
        <w:tc>
          <w:tcPr>
            <w:tcW w:w="2710" w:type="dxa"/>
          </w:tcPr>
          <w:p w:rsidR="009A0753" w:rsidRPr="00A9592F" w:rsidRDefault="009A0753" w:rsidP="00460093">
            <w:pPr>
              <w:pStyle w:val="Table"/>
            </w:pPr>
            <w:r w:rsidRPr="00A9592F">
              <w:t>Проведение Районного праздника «День призывника»</w:t>
            </w:r>
          </w:p>
        </w:tc>
        <w:tc>
          <w:tcPr>
            <w:tcW w:w="753" w:type="dxa"/>
          </w:tcPr>
          <w:p w:rsidR="009A0753" w:rsidRPr="00A9592F" w:rsidRDefault="009A0753" w:rsidP="00460093">
            <w:pPr>
              <w:pStyle w:val="Table"/>
            </w:pPr>
            <w:r w:rsidRPr="00A9592F">
              <w:t>МБ</w:t>
            </w:r>
          </w:p>
        </w:tc>
        <w:tc>
          <w:tcPr>
            <w:tcW w:w="890" w:type="dxa"/>
          </w:tcPr>
          <w:p w:rsidR="009A0753" w:rsidRPr="00A9592F" w:rsidRDefault="00711878" w:rsidP="00460093">
            <w:pPr>
              <w:pStyle w:val="Table"/>
            </w:pPr>
            <w:r w:rsidRPr="00A9592F">
              <w:t>30,0</w:t>
            </w:r>
          </w:p>
        </w:tc>
        <w:tc>
          <w:tcPr>
            <w:tcW w:w="836" w:type="dxa"/>
          </w:tcPr>
          <w:p w:rsidR="009A0753" w:rsidRPr="00A9592F" w:rsidRDefault="00CC445E" w:rsidP="00460093">
            <w:pPr>
              <w:pStyle w:val="Table"/>
            </w:pPr>
            <w:r w:rsidRPr="00A9592F">
              <w:t>10</w:t>
            </w:r>
            <w:r w:rsidR="00711878" w:rsidRPr="00A9592F">
              <w:t>,0</w:t>
            </w:r>
          </w:p>
        </w:tc>
        <w:tc>
          <w:tcPr>
            <w:tcW w:w="836" w:type="dxa"/>
          </w:tcPr>
          <w:p w:rsidR="009A0753" w:rsidRPr="00A9592F" w:rsidRDefault="00CC445E" w:rsidP="00460093">
            <w:pPr>
              <w:pStyle w:val="Table"/>
            </w:pPr>
            <w:r w:rsidRPr="00A9592F">
              <w:t>10</w:t>
            </w:r>
            <w:r w:rsidR="00711878" w:rsidRPr="00A9592F">
              <w:t>,0</w:t>
            </w:r>
          </w:p>
        </w:tc>
        <w:tc>
          <w:tcPr>
            <w:tcW w:w="836" w:type="dxa"/>
          </w:tcPr>
          <w:p w:rsidR="009A0753" w:rsidRPr="00A9592F" w:rsidRDefault="00CC445E" w:rsidP="00460093">
            <w:pPr>
              <w:pStyle w:val="Table"/>
            </w:pPr>
            <w:r w:rsidRPr="00A9592F">
              <w:t>10</w:t>
            </w:r>
            <w:r w:rsidR="00711878" w:rsidRPr="00A9592F">
              <w:t>,0</w:t>
            </w:r>
          </w:p>
        </w:tc>
        <w:tc>
          <w:tcPr>
            <w:tcW w:w="1047" w:type="dxa"/>
          </w:tcPr>
          <w:p w:rsidR="009A0753" w:rsidRPr="00A9592F" w:rsidRDefault="009A0753" w:rsidP="00460093">
            <w:pPr>
              <w:pStyle w:val="Table"/>
            </w:pPr>
            <w:r w:rsidRPr="00A9592F">
              <w:t>Весна, осень</w:t>
            </w:r>
          </w:p>
        </w:tc>
        <w:tc>
          <w:tcPr>
            <w:tcW w:w="1102" w:type="dxa"/>
          </w:tcPr>
          <w:p w:rsidR="009A0753" w:rsidRPr="00A9592F" w:rsidRDefault="009A0753" w:rsidP="00460093">
            <w:pPr>
              <w:pStyle w:val="Table"/>
            </w:pPr>
            <w:r w:rsidRPr="00A9592F">
              <w:t>ОДМиС МУО РВК МУК</w:t>
            </w:r>
          </w:p>
        </w:tc>
      </w:tr>
      <w:tr w:rsidR="00311B19" w:rsidRPr="00A9592F">
        <w:tblPrEx>
          <w:tblCellMar>
            <w:top w:w="0" w:type="dxa"/>
            <w:bottom w:w="0" w:type="dxa"/>
          </w:tblCellMar>
        </w:tblPrEx>
        <w:trPr>
          <w:cantSplit/>
        </w:trPr>
        <w:tc>
          <w:tcPr>
            <w:tcW w:w="709" w:type="dxa"/>
          </w:tcPr>
          <w:p w:rsidR="00311B19" w:rsidRPr="00A9592F" w:rsidRDefault="00BE350A" w:rsidP="00460093">
            <w:pPr>
              <w:pStyle w:val="Table"/>
            </w:pPr>
            <w:r w:rsidRPr="00A9592F">
              <w:t>3.5</w:t>
            </w:r>
          </w:p>
        </w:tc>
        <w:tc>
          <w:tcPr>
            <w:tcW w:w="2710" w:type="dxa"/>
          </w:tcPr>
          <w:p w:rsidR="00311B19" w:rsidRPr="00A9592F" w:rsidRDefault="00311B19" w:rsidP="00460093">
            <w:pPr>
              <w:pStyle w:val="Table"/>
            </w:pPr>
            <w:r w:rsidRPr="00A9592F">
              <w:t>Фестиваль патриотической песни</w:t>
            </w:r>
          </w:p>
        </w:tc>
        <w:tc>
          <w:tcPr>
            <w:tcW w:w="753" w:type="dxa"/>
          </w:tcPr>
          <w:p w:rsidR="00311B19" w:rsidRPr="00A9592F" w:rsidRDefault="00311B19" w:rsidP="00460093">
            <w:pPr>
              <w:pStyle w:val="Table"/>
            </w:pPr>
            <w:r w:rsidRPr="00A9592F">
              <w:t>МБ</w:t>
            </w:r>
          </w:p>
        </w:tc>
        <w:tc>
          <w:tcPr>
            <w:tcW w:w="890" w:type="dxa"/>
          </w:tcPr>
          <w:p w:rsidR="00311B19" w:rsidRPr="00A9592F" w:rsidRDefault="003F79DC" w:rsidP="00460093">
            <w:pPr>
              <w:pStyle w:val="Table"/>
            </w:pPr>
            <w:r w:rsidRPr="00A9592F">
              <w:t>15,0</w:t>
            </w:r>
          </w:p>
        </w:tc>
        <w:tc>
          <w:tcPr>
            <w:tcW w:w="836" w:type="dxa"/>
          </w:tcPr>
          <w:p w:rsidR="00311B19" w:rsidRPr="00A9592F" w:rsidRDefault="003F79DC" w:rsidP="00460093">
            <w:pPr>
              <w:pStyle w:val="Table"/>
            </w:pPr>
            <w:r w:rsidRPr="00A9592F">
              <w:t>5,0</w:t>
            </w:r>
          </w:p>
        </w:tc>
        <w:tc>
          <w:tcPr>
            <w:tcW w:w="836" w:type="dxa"/>
          </w:tcPr>
          <w:p w:rsidR="00311B19" w:rsidRPr="00A9592F" w:rsidRDefault="003F79DC" w:rsidP="00460093">
            <w:pPr>
              <w:pStyle w:val="Table"/>
            </w:pPr>
            <w:r w:rsidRPr="00A9592F">
              <w:t>5,0</w:t>
            </w:r>
          </w:p>
        </w:tc>
        <w:tc>
          <w:tcPr>
            <w:tcW w:w="836" w:type="dxa"/>
          </w:tcPr>
          <w:p w:rsidR="00311B19" w:rsidRPr="00A9592F" w:rsidRDefault="003F79DC" w:rsidP="00460093">
            <w:pPr>
              <w:pStyle w:val="Table"/>
            </w:pPr>
            <w:r w:rsidRPr="00A9592F">
              <w:t>5,0</w:t>
            </w:r>
          </w:p>
        </w:tc>
        <w:tc>
          <w:tcPr>
            <w:tcW w:w="1047" w:type="dxa"/>
          </w:tcPr>
          <w:p w:rsidR="00311B19" w:rsidRPr="00A9592F" w:rsidRDefault="00311B19" w:rsidP="00460093">
            <w:pPr>
              <w:pStyle w:val="Table"/>
            </w:pPr>
            <w:r w:rsidRPr="00A9592F">
              <w:t>февраль</w:t>
            </w:r>
          </w:p>
        </w:tc>
        <w:tc>
          <w:tcPr>
            <w:tcW w:w="1102" w:type="dxa"/>
            <w:vMerge w:val="restart"/>
          </w:tcPr>
          <w:p w:rsidR="00311B19" w:rsidRPr="00A9592F" w:rsidRDefault="00311B19" w:rsidP="00460093">
            <w:pPr>
              <w:pStyle w:val="Table"/>
            </w:pPr>
            <w:r w:rsidRPr="00A9592F">
              <w:t>МОУ ДОД «Крапивинский Дом детского творчества»</w:t>
            </w:r>
          </w:p>
        </w:tc>
      </w:tr>
      <w:tr w:rsidR="00311B19" w:rsidRPr="00A9592F">
        <w:tblPrEx>
          <w:tblCellMar>
            <w:top w:w="0" w:type="dxa"/>
            <w:bottom w:w="0" w:type="dxa"/>
          </w:tblCellMar>
        </w:tblPrEx>
        <w:trPr>
          <w:cantSplit/>
        </w:trPr>
        <w:tc>
          <w:tcPr>
            <w:tcW w:w="709" w:type="dxa"/>
          </w:tcPr>
          <w:p w:rsidR="00311B19" w:rsidRPr="00A9592F" w:rsidRDefault="00BE350A" w:rsidP="00460093">
            <w:pPr>
              <w:pStyle w:val="Table"/>
            </w:pPr>
            <w:r w:rsidRPr="00A9592F">
              <w:t>3.6</w:t>
            </w:r>
          </w:p>
        </w:tc>
        <w:tc>
          <w:tcPr>
            <w:tcW w:w="2710" w:type="dxa"/>
          </w:tcPr>
          <w:p w:rsidR="00311B19" w:rsidRPr="00A9592F" w:rsidRDefault="00311B19" w:rsidP="00460093">
            <w:pPr>
              <w:pStyle w:val="Table"/>
            </w:pPr>
            <w:r w:rsidRPr="00A9592F">
              <w:t>Военно-патриотическая игра «Зарница»</w:t>
            </w:r>
          </w:p>
        </w:tc>
        <w:tc>
          <w:tcPr>
            <w:tcW w:w="753" w:type="dxa"/>
          </w:tcPr>
          <w:p w:rsidR="00311B19" w:rsidRPr="00A9592F" w:rsidRDefault="00311B19" w:rsidP="00460093">
            <w:pPr>
              <w:pStyle w:val="Table"/>
            </w:pPr>
            <w:r w:rsidRPr="00A9592F">
              <w:t>МБ</w:t>
            </w:r>
          </w:p>
        </w:tc>
        <w:tc>
          <w:tcPr>
            <w:tcW w:w="890" w:type="dxa"/>
          </w:tcPr>
          <w:p w:rsidR="00311B19" w:rsidRPr="00A9592F" w:rsidRDefault="003F79DC" w:rsidP="00460093">
            <w:pPr>
              <w:pStyle w:val="Table"/>
            </w:pPr>
            <w:r w:rsidRPr="00A9592F">
              <w:t>60,0</w:t>
            </w:r>
          </w:p>
        </w:tc>
        <w:tc>
          <w:tcPr>
            <w:tcW w:w="836" w:type="dxa"/>
          </w:tcPr>
          <w:p w:rsidR="00311B19" w:rsidRPr="00A9592F" w:rsidRDefault="003F79DC" w:rsidP="00460093">
            <w:pPr>
              <w:pStyle w:val="Table"/>
            </w:pPr>
            <w:r w:rsidRPr="00A9592F">
              <w:t>20,0</w:t>
            </w:r>
          </w:p>
        </w:tc>
        <w:tc>
          <w:tcPr>
            <w:tcW w:w="836" w:type="dxa"/>
          </w:tcPr>
          <w:p w:rsidR="00311B19" w:rsidRPr="00A9592F" w:rsidRDefault="003F79DC" w:rsidP="00460093">
            <w:pPr>
              <w:pStyle w:val="Table"/>
            </w:pPr>
            <w:r w:rsidRPr="00A9592F">
              <w:t>20,0</w:t>
            </w:r>
          </w:p>
        </w:tc>
        <w:tc>
          <w:tcPr>
            <w:tcW w:w="836" w:type="dxa"/>
          </w:tcPr>
          <w:p w:rsidR="00311B19" w:rsidRPr="00A9592F" w:rsidRDefault="003F79DC" w:rsidP="00460093">
            <w:pPr>
              <w:pStyle w:val="Table"/>
            </w:pPr>
            <w:r w:rsidRPr="00A9592F">
              <w:t>20,0</w:t>
            </w:r>
          </w:p>
        </w:tc>
        <w:tc>
          <w:tcPr>
            <w:tcW w:w="1047" w:type="dxa"/>
          </w:tcPr>
          <w:p w:rsidR="00311B19" w:rsidRPr="00A9592F" w:rsidRDefault="00311B19" w:rsidP="00460093">
            <w:pPr>
              <w:pStyle w:val="Table"/>
            </w:pPr>
            <w:r w:rsidRPr="00A9592F">
              <w:t>Май - июль</w:t>
            </w:r>
          </w:p>
        </w:tc>
        <w:tc>
          <w:tcPr>
            <w:tcW w:w="1102" w:type="dxa"/>
            <w:vMerge/>
          </w:tcPr>
          <w:p w:rsidR="00311B19" w:rsidRPr="00A9592F" w:rsidRDefault="00311B19" w:rsidP="00460093">
            <w:pPr>
              <w:pStyle w:val="Table"/>
            </w:pPr>
          </w:p>
        </w:tc>
      </w:tr>
      <w:tr w:rsidR="00814DE0" w:rsidRPr="00A9592F">
        <w:tblPrEx>
          <w:tblCellMar>
            <w:top w:w="0" w:type="dxa"/>
            <w:bottom w:w="0" w:type="dxa"/>
          </w:tblCellMar>
        </w:tblPrEx>
        <w:trPr>
          <w:cantSplit/>
        </w:trPr>
        <w:tc>
          <w:tcPr>
            <w:tcW w:w="709" w:type="dxa"/>
          </w:tcPr>
          <w:p w:rsidR="00814DE0" w:rsidRPr="00A9592F" w:rsidRDefault="00814DE0" w:rsidP="00460093">
            <w:pPr>
              <w:pStyle w:val="Table"/>
            </w:pPr>
            <w:r w:rsidRPr="00A9592F">
              <w:t>3.</w:t>
            </w:r>
            <w:r w:rsidR="00BE350A" w:rsidRPr="00A9592F">
              <w:t>7</w:t>
            </w:r>
          </w:p>
        </w:tc>
        <w:tc>
          <w:tcPr>
            <w:tcW w:w="2710" w:type="dxa"/>
          </w:tcPr>
          <w:p w:rsidR="00814DE0" w:rsidRPr="00A9592F" w:rsidRDefault="00814DE0" w:rsidP="00460093">
            <w:pPr>
              <w:pStyle w:val="Table"/>
            </w:pPr>
            <w:r w:rsidRPr="00A9592F">
              <w:t>Проведение конкурса среди образовательных учреждений и общественных молодежных организаций, на лучшую подготовку юношей к службе в Армии и проведению призыва на военную службу</w:t>
            </w:r>
          </w:p>
        </w:tc>
        <w:tc>
          <w:tcPr>
            <w:tcW w:w="753" w:type="dxa"/>
          </w:tcPr>
          <w:p w:rsidR="00814DE0" w:rsidRPr="00A9592F" w:rsidRDefault="00814DE0" w:rsidP="00460093">
            <w:pPr>
              <w:pStyle w:val="Table"/>
            </w:pPr>
            <w:r w:rsidRPr="00A9592F">
              <w:t>МБ</w:t>
            </w:r>
          </w:p>
        </w:tc>
        <w:tc>
          <w:tcPr>
            <w:tcW w:w="890" w:type="dxa"/>
          </w:tcPr>
          <w:p w:rsidR="00814DE0" w:rsidRPr="00A9592F" w:rsidRDefault="00814DE0" w:rsidP="00460093">
            <w:pPr>
              <w:pStyle w:val="Table"/>
            </w:pPr>
            <w:r w:rsidRPr="00A9592F">
              <w:t>30,0</w:t>
            </w:r>
          </w:p>
        </w:tc>
        <w:tc>
          <w:tcPr>
            <w:tcW w:w="836" w:type="dxa"/>
          </w:tcPr>
          <w:p w:rsidR="00814DE0" w:rsidRPr="00A9592F" w:rsidRDefault="00814DE0" w:rsidP="00460093">
            <w:pPr>
              <w:pStyle w:val="Table"/>
            </w:pPr>
            <w:r w:rsidRPr="00A9592F">
              <w:t>10,0</w:t>
            </w:r>
          </w:p>
        </w:tc>
        <w:tc>
          <w:tcPr>
            <w:tcW w:w="836" w:type="dxa"/>
          </w:tcPr>
          <w:p w:rsidR="00814DE0" w:rsidRPr="00A9592F" w:rsidRDefault="00814DE0" w:rsidP="00460093">
            <w:pPr>
              <w:pStyle w:val="Table"/>
            </w:pPr>
            <w:r w:rsidRPr="00A9592F">
              <w:t>10,0</w:t>
            </w:r>
          </w:p>
        </w:tc>
        <w:tc>
          <w:tcPr>
            <w:tcW w:w="836" w:type="dxa"/>
          </w:tcPr>
          <w:p w:rsidR="00814DE0" w:rsidRPr="00A9592F" w:rsidRDefault="00814DE0" w:rsidP="00460093">
            <w:pPr>
              <w:pStyle w:val="Table"/>
            </w:pPr>
            <w:r w:rsidRPr="00A9592F">
              <w:t>10,0</w:t>
            </w:r>
          </w:p>
        </w:tc>
        <w:tc>
          <w:tcPr>
            <w:tcW w:w="1047" w:type="dxa"/>
          </w:tcPr>
          <w:p w:rsidR="00814DE0" w:rsidRPr="00A9592F" w:rsidRDefault="00814DE0" w:rsidP="00460093">
            <w:pPr>
              <w:pStyle w:val="Table"/>
            </w:pPr>
            <w:r w:rsidRPr="00A9592F">
              <w:t>В течение года</w:t>
            </w:r>
          </w:p>
        </w:tc>
        <w:tc>
          <w:tcPr>
            <w:tcW w:w="1102" w:type="dxa"/>
          </w:tcPr>
          <w:p w:rsidR="00814DE0" w:rsidRPr="00A9592F" w:rsidRDefault="00814DE0" w:rsidP="00460093">
            <w:pPr>
              <w:pStyle w:val="Table"/>
            </w:pPr>
            <w:r w:rsidRPr="00A9592F">
              <w:t>ОДМиС МУО РВК МУК</w:t>
            </w:r>
          </w:p>
        </w:tc>
      </w:tr>
      <w:tr w:rsidR="00814DE0" w:rsidRPr="00A9592F">
        <w:tblPrEx>
          <w:tblCellMar>
            <w:top w:w="0" w:type="dxa"/>
            <w:bottom w:w="0" w:type="dxa"/>
          </w:tblCellMar>
        </w:tblPrEx>
        <w:trPr>
          <w:cantSplit/>
        </w:trPr>
        <w:tc>
          <w:tcPr>
            <w:tcW w:w="709" w:type="dxa"/>
          </w:tcPr>
          <w:p w:rsidR="00814DE0" w:rsidRPr="00A9592F" w:rsidRDefault="00BE350A" w:rsidP="00460093">
            <w:pPr>
              <w:pStyle w:val="Table"/>
            </w:pPr>
            <w:r w:rsidRPr="00A9592F">
              <w:t>3.8</w:t>
            </w:r>
          </w:p>
        </w:tc>
        <w:tc>
          <w:tcPr>
            <w:tcW w:w="2710" w:type="dxa"/>
          </w:tcPr>
          <w:p w:rsidR="00814DE0" w:rsidRPr="00A9592F" w:rsidRDefault="00814DE0" w:rsidP="00460093">
            <w:pPr>
              <w:pStyle w:val="Table"/>
            </w:pPr>
            <w:r w:rsidRPr="00A9592F">
              <w:t>Формирование отрядов СООПР на территории района</w:t>
            </w:r>
          </w:p>
        </w:tc>
        <w:tc>
          <w:tcPr>
            <w:tcW w:w="753" w:type="dxa"/>
          </w:tcPr>
          <w:p w:rsidR="00814DE0" w:rsidRPr="00A9592F" w:rsidRDefault="00814DE0" w:rsidP="00460093">
            <w:pPr>
              <w:pStyle w:val="Table"/>
            </w:pPr>
            <w:r w:rsidRPr="00A9592F">
              <w:t>ОБ</w:t>
            </w:r>
          </w:p>
          <w:p w:rsidR="00814DE0" w:rsidRPr="00A9592F" w:rsidRDefault="00814DE0" w:rsidP="00460093">
            <w:pPr>
              <w:pStyle w:val="Table"/>
            </w:pPr>
            <w:r w:rsidRPr="00A9592F">
              <w:t>МБ</w:t>
            </w:r>
          </w:p>
        </w:tc>
        <w:tc>
          <w:tcPr>
            <w:tcW w:w="890" w:type="dxa"/>
          </w:tcPr>
          <w:p w:rsidR="00814DE0" w:rsidRPr="00A9592F" w:rsidRDefault="00814DE0" w:rsidP="00460093">
            <w:pPr>
              <w:pStyle w:val="Table"/>
            </w:pPr>
            <w:r w:rsidRPr="00A9592F">
              <w:t>100,0</w:t>
            </w:r>
          </w:p>
          <w:p w:rsidR="00814DE0" w:rsidRPr="00A9592F" w:rsidRDefault="00814DE0" w:rsidP="00460093">
            <w:pPr>
              <w:pStyle w:val="Table"/>
            </w:pPr>
            <w:r w:rsidRPr="00A9592F">
              <w:t>135,0</w:t>
            </w:r>
          </w:p>
        </w:tc>
        <w:tc>
          <w:tcPr>
            <w:tcW w:w="836" w:type="dxa"/>
          </w:tcPr>
          <w:p w:rsidR="00814DE0" w:rsidRPr="00A9592F" w:rsidRDefault="00814DE0" w:rsidP="00460093">
            <w:pPr>
              <w:pStyle w:val="Table"/>
            </w:pPr>
          </w:p>
          <w:p w:rsidR="00814DE0" w:rsidRPr="00A9592F" w:rsidRDefault="00814DE0" w:rsidP="00460093">
            <w:pPr>
              <w:pStyle w:val="Table"/>
            </w:pPr>
            <w:r w:rsidRPr="00A9592F">
              <w:t>35</w:t>
            </w:r>
          </w:p>
        </w:tc>
        <w:tc>
          <w:tcPr>
            <w:tcW w:w="836" w:type="dxa"/>
          </w:tcPr>
          <w:p w:rsidR="00814DE0" w:rsidRPr="00A9592F" w:rsidRDefault="00814DE0" w:rsidP="00460093">
            <w:pPr>
              <w:pStyle w:val="Table"/>
            </w:pPr>
            <w:r w:rsidRPr="00A9592F">
              <w:t>45</w:t>
            </w:r>
          </w:p>
          <w:p w:rsidR="00814DE0" w:rsidRPr="00A9592F" w:rsidRDefault="00814DE0" w:rsidP="00460093">
            <w:pPr>
              <w:pStyle w:val="Table"/>
            </w:pPr>
            <w:r w:rsidRPr="00A9592F">
              <w:t>45</w:t>
            </w:r>
          </w:p>
        </w:tc>
        <w:tc>
          <w:tcPr>
            <w:tcW w:w="836" w:type="dxa"/>
          </w:tcPr>
          <w:p w:rsidR="00814DE0" w:rsidRPr="00A9592F" w:rsidRDefault="00814DE0" w:rsidP="00460093">
            <w:pPr>
              <w:pStyle w:val="Table"/>
            </w:pPr>
            <w:r w:rsidRPr="00A9592F">
              <w:t>55</w:t>
            </w:r>
          </w:p>
          <w:p w:rsidR="00814DE0" w:rsidRPr="00A9592F" w:rsidRDefault="00814DE0" w:rsidP="00460093">
            <w:pPr>
              <w:pStyle w:val="Table"/>
            </w:pPr>
            <w:r w:rsidRPr="00A9592F">
              <w:t>55</w:t>
            </w:r>
          </w:p>
        </w:tc>
        <w:tc>
          <w:tcPr>
            <w:tcW w:w="1047" w:type="dxa"/>
          </w:tcPr>
          <w:p w:rsidR="00814DE0" w:rsidRPr="00A9592F" w:rsidRDefault="00814DE0" w:rsidP="00460093">
            <w:pPr>
              <w:pStyle w:val="Table"/>
            </w:pPr>
            <w:r w:rsidRPr="00A9592F">
              <w:t>В течение года</w:t>
            </w:r>
          </w:p>
        </w:tc>
        <w:tc>
          <w:tcPr>
            <w:tcW w:w="1102" w:type="dxa"/>
          </w:tcPr>
          <w:p w:rsidR="00814DE0" w:rsidRPr="00A9592F" w:rsidRDefault="00814DE0" w:rsidP="00460093">
            <w:pPr>
              <w:pStyle w:val="Table"/>
            </w:pPr>
            <w:r w:rsidRPr="00A9592F">
              <w:t>ОДМиС, РОВД РВК</w:t>
            </w:r>
          </w:p>
        </w:tc>
      </w:tr>
      <w:tr w:rsidR="00814DE0" w:rsidRPr="00A9592F">
        <w:tblPrEx>
          <w:tblCellMar>
            <w:top w:w="0" w:type="dxa"/>
            <w:bottom w:w="0" w:type="dxa"/>
          </w:tblCellMar>
        </w:tblPrEx>
        <w:trPr>
          <w:cantSplit/>
        </w:trPr>
        <w:tc>
          <w:tcPr>
            <w:tcW w:w="9719" w:type="dxa"/>
            <w:gridSpan w:val="9"/>
          </w:tcPr>
          <w:p w:rsidR="00814DE0" w:rsidRPr="00A9592F" w:rsidRDefault="00814DE0" w:rsidP="00460093">
            <w:pPr>
              <w:pStyle w:val="Table"/>
            </w:pPr>
            <w:r w:rsidRPr="00A9592F">
              <w:t>4 Социальная адаптация подростков и молодежи, система социальных услуг для молодежи.</w:t>
            </w:r>
          </w:p>
        </w:tc>
      </w:tr>
      <w:tr w:rsidR="00814DE0" w:rsidRPr="00A9592F">
        <w:tblPrEx>
          <w:tblCellMar>
            <w:top w:w="0" w:type="dxa"/>
            <w:bottom w:w="0" w:type="dxa"/>
          </w:tblCellMar>
        </w:tblPrEx>
        <w:trPr>
          <w:cantSplit/>
        </w:trPr>
        <w:tc>
          <w:tcPr>
            <w:tcW w:w="709" w:type="dxa"/>
          </w:tcPr>
          <w:p w:rsidR="00814DE0" w:rsidRPr="00A9592F" w:rsidRDefault="00814DE0" w:rsidP="00460093">
            <w:pPr>
              <w:pStyle w:val="Table"/>
            </w:pPr>
            <w:r w:rsidRPr="00A9592F">
              <w:lastRenderedPageBreak/>
              <w:t>4.1</w:t>
            </w:r>
          </w:p>
        </w:tc>
        <w:tc>
          <w:tcPr>
            <w:tcW w:w="2710" w:type="dxa"/>
          </w:tcPr>
          <w:p w:rsidR="00814DE0" w:rsidRPr="00A9592F" w:rsidRDefault="00814DE0" w:rsidP="00460093">
            <w:pPr>
              <w:pStyle w:val="Table"/>
            </w:pPr>
            <w:r w:rsidRPr="00A9592F">
              <w:t>Акция «Счастливые праздники»</w:t>
            </w:r>
          </w:p>
        </w:tc>
        <w:tc>
          <w:tcPr>
            <w:tcW w:w="753" w:type="dxa"/>
          </w:tcPr>
          <w:p w:rsidR="00814DE0" w:rsidRPr="00A9592F" w:rsidRDefault="00814DE0" w:rsidP="00460093">
            <w:pPr>
              <w:pStyle w:val="Table"/>
            </w:pPr>
            <w:r w:rsidRPr="00A9592F">
              <w:t>МБ</w:t>
            </w:r>
          </w:p>
        </w:tc>
        <w:tc>
          <w:tcPr>
            <w:tcW w:w="890" w:type="dxa"/>
          </w:tcPr>
          <w:p w:rsidR="00814DE0" w:rsidRPr="00A9592F" w:rsidRDefault="00814DE0" w:rsidP="00460093">
            <w:pPr>
              <w:pStyle w:val="Table"/>
            </w:pPr>
            <w:r w:rsidRPr="00A9592F">
              <w:t>30,0</w:t>
            </w:r>
          </w:p>
        </w:tc>
        <w:tc>
          <w:tcPr>
            <w:tcW w:w="836" w:type="dxa"/>
          </w:tcPr>
          <w:p w:rsidR="00814DE0" w:rsidRPr="00A9592F" w:rsidRDefault="00814DE0" w:rsidP="00460093">
            <w:pPr>
              <w:pStyle w:val="Table"/>
            </w:pPr>
            <w:r w:rsidRPr="00A9592F">
              <w:t>10,0</w:t>
            </w:r>
          </w:p>
        </w:tc>
        <w:tc>
          <w:tcPr>
            <w:tcW w:w="836" w:type="dxa"/>
          </w:tcPr>
          <w:p w:rsidR="00814DE0" w:rsidRPr="00A9592F" w:rsidRDefault="00814DE0" w:rsidP="00460093">
            <w:pPr>
              <w:pStyle w:val="Table"/>
            </w:pPr>
            <w:r w:rsidRPr="00A9592F">
              <w:t>10,0</w:t>
            </w:r>
          </w:p>
        </w:tc>
        <w:tc>
          <w:tcPr>
            <w:tcW w:w="836" w:type="dxa"/>
          </w:tcPr>
          <w:p w:rsidR="00814DE0" w:rsidRPr="00A9592F" w:rsidRDefault="00814DE0" w:rsidP="00460093">
            <w:pPr>
              <w:pStyle w:val="Table"/>
            </w:pPr>
            <w:r w:rsidRPr="00A9592F">
              <w:t>10,0</w:t>
            </w:r>
          </w:p>
        </w:tc>
        <w:tc>
          <w:tcPr>
            <w:tcW w:w="1047" w:type="dxa"/>
          </w:tcPr>
          <w:p w:rsidR="00814DE0" w:rsidRPr="00A9592F" w:rsidRDefault="00814DE0" w:rsidP="00460093">
            <w:pPr>
              <w:pStyle w:val="Table"/>
            </w:pPr>
            <w:r w:rsidRPr="00A9592F">
              <w:t>Декабрь январь</w:t>
            </w:r>
          </w:p>
        </w:tc>
        <w:tc>
          <w:tcPr>
            <w:tcW w:w="1102" w:type="dxa"/>
          </w:tcPr>
          <w:p w:rsidR="00814DE0" w:rsidRPr="00A9592F" w:rsidRDefault="00814DE0" w:rsidP="00460093">
            <w:pPr>
              <w:pStyle w:val="Table"/>
            </w:pPr>
            <w:r w:rsidRPr="00A9592F">
              <w:t>ОДМиС, МЦ</w:t>
            </w:r>
          </w:p>
        </w:tc>
      </w:tr>
      <w:tr w:rsidR="002124B1" w:rsidRPr="00A9592F">
        <w:tblPrEx>
          <w:tblCellMar>
            <w:top w:w="0" w:type="dxa"/>
            <w:bottom w:w="0" w:type="dxa"/>
          </w:tblCellMar>
        </w:tblPrEx>
        <w:trPr>
          <w:cantSplit/>
        </w:trPr>
        <w:tc>
          <w:tcPr>
            <w:tcW w:w="709" w:type="dxa"/>
          </w:tcPr>
          <w:p w:rsidR="002124B1" w:rsidRPr="00A9592F" w:rsidRDefault="002124B1" w:rsidP="00460093">
            <w:pPr>
              <w:pStyle w:val="Table"/>
            </w:pPr>
            <w:r w:rsidRPr="00A9592F">
              <w:t>4.</w:t>
            </w:r>
            <w:r w:rsidR="001E4B54" w:rsidRPr="00A9592F">
              <w:t>2</w:t>
            </w:r>
          </w:p>
        </w:tc>
        <w:tc>
          <w:tcPr>
            <w:tcW w:w="2710" w:type="dxa"/>
          </w:tcPr>
          <w:p w:rsidR="002124B1" w:rsidRPr="00A9592F" w:rsidRDefault="002124B1" w:rsidP="00460093">
            <w:pPr>
              <w:pStyle w:val="Table"/>
            </w:pPr>
            <w:r w:rsidRPr="00A9592F">
              <w:t>Летний отдых</w:t>
            </w:r>
          </w:p>
        </w:tc>
        <w:tc>
          <w:tcPr>
            <w:tcW w:w="753" w:type="dxa"/>
          </w:tcPr>
          <w:p w:rsidR="002124B1" w:rsidRPr="00A9592F" w:rsidRDefault="002124B1" w:rsidP="00460093">
            <w:pPr>
              <w:pStyle w:val="Table"/>
            </w:pPr>
            <w:r w:rsidRPr="00A9592F">
              <w:t>МБ</w:t>
            </w:r>
          </w:p>
        </w:tc>
        <w:tc>
          <w:tcPr>
            <w:tcW w:w="890" w:type="dxa"/>
          </w:tcPr>
          <w:p w:rsidR="002124B1" w:rsidRPr="00A9592F" w:rsidRDefault="002124B1" w:rsidP="00460093">
            <w:pPr>
              <w:pStyle w:val="Table"/>
            </w:pPr>
            <w:r w:rsidRPr="00A9592F">
              <w:t>150,0</w:t>
            </w:r>
          </w:p>
        </w:tc>
        <w:tc>
          <w:tcPr>
            <w:tcW w:w="836" w:type="dxa"/>
          </w:tcPr>
          <w:p w:rsidR="002124B1" w:rsidRPr="00A9592F" w:rsidRDefault="002124B1" w:rsidP="00460093">
            <w:pPr>
              <w:pStyle w:val="Table"/>
            </w:pPr>
            <w:r w:rsidRPr="00A9592F">
              <w:t>50,0</w:t>
            </w:r>
          </w:p>
        </w:tc>
        <w:tc>
          <w:tcPr>
            <w:tcW w:w="836" w:type="dxa"/>
          </w:tcPr>
          <w:p w:rsidR="002124B1" w:rsidRPr="00A9592F" w:rsidRDefault="002124B1" w:rsidP="00460093">
            <w:pPr>
              <w:pStyle w:val="Table"/>
            </w:pPr>
            <w:r w:rsidRPr="00A9592F">
              <w:t>50,0</w:t>
            </w:r>
          </w:p>
        </w:tc>
        <w:tc>
          <w:tcPr>
            <w:tcW w:w="836" w:type="dxa"/>
          </w:tcPr>
          <w:p w:rsidR="002124B1" w:rsidRPr="00A9592F" w:rsidRDefault="002124B1" w:rsidP="00460093">
            <w:pPr>
              <w:pStyle w:val="Table"/>
            </w:pPr>
            <w:r w:rsidRPr="00A9592F">
              <w:t>50,0</w:t>
            </w:r>
          </w:p>
        </w:tc>
        <w:tc>
          <w:tcPr>
            <w:tcW w:w="1047" w:type="dxa"/>
          </w:tcPr>
          <w:p w:rsidR="002124B1" w:rsidRPr="00A9592F" w:rsidRDefault="002124B1" w:rsidP="00460093">
            <w:pPr>
              <w:pStyle w:val="Table"/>
            </w:pPr>
            <w:r w:rsidRPr="00A9592F">
              <w:t>Июнь август</w:t>
            </w:r>
          </w:p>
        </w:tc>
        <w:tc>
          <w:tcPr>
            <w:tcW w:w="1102" w:type="dxa"/>
          </w:tcPr>
          <w:p w:rsidR="002124B1" w:rsidRPr="00A9592F" w:rsidRDefault="002124B1" w:rsidP="00460093">
            <w:pPr>
              <w:pStyle w:val="Table"/>
            </w:pPr>
            <w:r w:rsidRPr="00A9592F">
              <w:t>ОДМиС, МЦ</w:t>
            </w:r>
            <w:r w:rsidR="00DC729C" w:rsidRPr="00A9592F">
              <w:t>, УСЗН, МУО.</w:t>
            </w:r>
          </w:p>
        </w:tc>
      </w:tr>
      <w:tr w:rsidR="002124B1" w:rsidRPr="00A9592F">
        <w:tblPrEx>
          <w:tblCellMar>
            <w:top w:w="0" w:type="dxa"/>
            <w:bottom w:w="0" w:type="dxa"/>
          </w:tblCellMar>
        </w:tblPrEx>
        <w:trPr>
          <w:cantSplit/>
        </w:trPr>
        <w:tc>
          <w:tcPr>
            <w:tcW w:w="709" w:type="dxa"/>
          </w:tcPr>
          <w:p w:rsidR="002124B1" w:rsidRPr="00A9592F" w:rsidRDefault="002124B1" w:rsidP="00460093">
            <w:pPr>
              <w:pStyle w:val="Table"/>
            </w:pPr>
            <w:r w:rsidRPr="00A9592F">
              <w:t>4.</w:t>
            </w:r>
            <w:r w:rsidR="001E4B54" w:rsidRPr="00A9592F">
              <w:t>3</w:t>
            </w:r>
          </w:p>
        </w:tc>
        <w:tc>
          <w:tcPr>
            <w:tcW w:w="2710" w:type="dxa"/>
          </w:tcPr>
          <w:p w:rsidR="002124B1" w:rsidRPr="00A9592F" w:rsidRDefault="00CF409C" w:rsidP="00460093">
            <w:pPr>
              <w:pStyle w:val="Table"/>
            </w:pPr>
            <w:r w:rsidRPr="00A9592F">
              <w:t xml:space="preserve">п.п.16 – 19 </w:t>
            </w:r>
            <w:r w:rsidR="002124B1" w:rsidRPr="00A9592F">
              <w:t>план</w:t>
            </w:r>
            <w:r w:rsidRPr="00A9592F">
              <w:t>а</w:t>
            </w:r>
            <w:r w:rsidR="002124B1" w:rsidRPr="00A9592F">
              <w:t xml:space="preserve"> посвященн</w:t>
            </w:r>
            <w:r w:rsidRPr="00A9592F">
              <w:t>ого</w:t>
            </w:r>
            <w:r w:rsidR="002124B1" w:rsidRPr="00A9592F">
              <w:t xml:space="preserve"> «Году Молодежи»</w:t>
            </w:r>
          </w:p>
        </w:tc>
        <w:tc>
          <w:tcPr>
            <w:tcW w:w="753" w:type="dxa"/>
          </w:tcPr>
          <w:p w:rsidR="002124B1" w:rsidRPr="00A9592F" w:rsidRDefault="002124B1" w:rsidP="00460093">
            <w:pPr>
              <w:pStyle w:val="Table"/>
            </w:pPr>
          </w:p>
        </w:tc>
        <w:tc>
          <w:tcPr>
            <w:tcW w:w="890" w:type="dxa"/>
          </w:tcPr>
          <w:p w:rsidR="002124B1" w:rsidRPr="00A9592F" w:rsidRDefault="002124B1" w:rsidP="00460093">
            <w:pPr>
              <w:pStyle w:val="Table"/>
            </w:pPr>
          </w:p>
        </w:tc>
        <w:tc>
          <w:tcPr>
            <w:tcW w:w="836" w:type="dxa"/>
          </w:tcPr>
          <w:p w:rsidR="002124B1" w:rsidRPr="00A9592F" w:rsidRDefault="002124B1" w:rsidP="00460093">
            <w:pPr>
              <w:pStyle w:val="Table"/>
            </w:pPr>
          </w:p>
        </w:tc>
        <w:tc>
          <w:tcPr>
            <w:tcW w:w="836" w:type="dxa"/>
          </w:tcPr>
          <w:p w:rsidR="002124B1" w:rsidRPr="00A9592F" w:rsidRDefault="002124B1" w:rsidP="00460093">
            <w:pPr>
              <w:pStyle w:val="Table"/>
            </w:pPr>
          </w:p>
        </w:tc>
        <w:tc>
          <w:tcPr>
            <w:tcW w:w="836" w:type="dxa"/>
          </w:tcPr>
          <w:p w:rsidR="002124B1" w:rsidRPr="00A9592F" w:rsidRDefault="002124B1" w:rsidP="00460093">
            <w:pPr>
              <w:pStyle w:val="Table"/>
            </w:pPr>
          </w:p>
        </w:tc>
        <w:tc>
          <w:tcPr>
            <w:tcW w:w="1047" w:type="dxa"/>
          </w:tcPr>
          <w:p w:rsidR="002124B1" w:rsidRPr="00A9592F" w:rsidRDefault="00CF409C" w:rsidP="00460093">
            <w:pPr>
              <w:pStyle w:val="Table"/>
            </w:pPr>
            <w:r w:rsidRPr="00A9592F">
              <w:t>В течение года</w:t>
            </w:r>
          </w:p>
        </w:tc>
        <w:tc>
          <w:tcPr>
            <w:tcW w:w="1102" w:type="dxa"/>
          </w:tcPr>
          <w:p w:rsidR="002124B1" w:rsidRPr="00A9592F" w:rsidRDefault="00CF409C" w:rsidP="00460093">
            <w:pPr>
              <w:pStyle w:val="Table"/>
            </w:pPr>
            <w:r w:rsidRPr="00A9592F">
              <w:t>УСЗН, КЦСОН</w:t>
            </w:r>
          </w:p>
        </w:tc>
      </w:tr>
      <w:tr w:rsidR="002124B1" w:rsidRPr="00A9592F">
        <w:tblPrEx>
          <w:tblCellMar>
            <w:top w:w="0" w:type="dxa"/>
            <w:bottom w:w="0" w:type="dxa"/>
          </w:tblCellMar>
        </w:tblPrEx>
        <w:trPr>
          <w:cantSplit/>
        </w:trPr>
        <w:tc>
          <w:tcPr>
            <w:tcW w:w="9719" w:type="dxa"/>
            <w:gridSpan w:val="9"/>
          </w:tcPr>
          <w:p w:rsidR="002124B1" w:rsidRPr="00A9592F" w:rsidRDefault="002124B1" w:rsidP="00460093">
            <w:pPr>
              <w:pStyle w:val="Table"/>
            </w:pPr>
            <w:r w:rsidRPr="00A9592F">
              <w:t>5 Молодая семья.</w:t>
            </w:r>
          </w:p>
        </w:tc>
      </w:tr>
      <w:tr w:rsidR="002124B1" w:rsidRPr="00A9592F">
        <w:tblPrEx>
          <w:tblCellMar>
            <w:top w:w="0" w:type="dxa"/>
            <w:bottom w:w="0" w:type="dxa"/>
          </w:tblCellMar>
        </w:tblPrEx>
        <w:trPr>
          <w:cantSplit/>
        </w:trPr>
        <w:tc>
          <w:tcPr>
            <w:tcW w:w="709" w:type="dxa"/>
          </w:tcPr>
          <w:p w:rsidR="002124B1" w:rsidRPr="00A9592F" w:rsidRDefault="002124B1" w:rsidP="00460093">
            <w:pPr>
              <w:pStyle w:val="Table"/>
            </w:pPr>
            <w:r w:rsidRPr="00A9592F">
              <w:t>5.</w:t>
            </w:r>
            <w:r w:rsidR="001E4B54" w:rsidRPr="00A9592F">
              <w:t>1</w:t>
            </w:r>
          </w:p>
        </w:tc>
        <w:tc>
          <w:tcPr>
            <w:tcW w:w="2710" w:type="dxa"/>
          </w:tcPr>
          <w:p w:rsidR="002124B1" w:rsidRPr="00A9592F" w:rsidRDefault="002124B1" w:rsidP="00460093">
            <w:pPr>
              <w:pStyle w:val="Table"/>
            </w:pPr>
            <w:r w:rsidRPr="00A9592F">
              <w:t>Конкурс «Молодая семья Кузбасса»</w:t>
            </w:r>
          </w:p>
        </w:tc>
        <w:tc>
          <w:tcPr>
            <w:tcW w:w="753" w:type="dxa"/>
          </w:tcPr>
          <w:p w:rsidR="002124B1" w:rsidRPr="00A9592F" w:rsidRDefault="00CE0B26" w:rsidP="00460093">
            <w:pPr>
              <w:pStyle w:val="Table"/>
            </w:pPr>
            <w:r w:rsidRPr="00A9592F">
              <w:t>МБ</w:t>
            </w:r>
          </w:p>
        </w:tc>
        <w:tc>
          <w:tcPr>
            <w:tcW w:w="890" w:type="dxa"/>
          </w:tcPr>
          <w:p w:rsidR="002124B1" w:rsidRPr="00A9592F" w:rsidRDefault="00CE0B26" w:rsidP="00460093">
            <w:pPr>
              <w:pStyle w:val="Table"/>
            </w:pPr>
            <w:r w:rsidRPr="00A9592F">
              <w:t>2</w:t>
            </w:r>
            <w:r w:rsidR="002124B1" w:rsidRPr="00A9592F">
              <w:t>0,0</w:t>
            </w:r>
          </w:p>
        </w:tc>
        <w:tc>
          <w:tcPr>
            <w:tcW w:w="836" w:type="dxa"/>
          </w:tcPr>
          <w:p w:rsidR="002124B1" w:rsidRPr="00A9592F" w:rsidRDefault="002124B1" w:rsidP="00460093">
            <w:pPr>
              <w:pStyle w:val="Table"/>
            </w:pPr>
          </w:p>
        </w:tc>
        <w:tc>
          <w:tcPr>
            <w:tcW w:w="836" w:type="dxa"/>
          </w:tcPr>
          <w:p w:rsidR="002124B1" w:rsidRPr="00A9592F" w:rsidRDefault="002124B1" w:rsidP="00460093">
            <w:pPr>
              <w:pStyle w:val="Table"/>
            </w:pPr>
            <w:r w:rsidRPr="00A9592F">
              <w:t>10,0</w:t>
            </w:r>
          </w:p>
        </w:tc>
        <w:tc>
          <w:tcPr>
            <w:tcW w:w="836" w:type="dxa"/>
          </w:tcPr>
          <w:p w:rsidR="002124B1" w:rsidRPr="00A9592F" w:rsidRDefault="002124B1" w:rsidP="00460093">
            <w:pPr>
              <w:pStyle w:val="Table"/>
            </w:pPr>
            <w:r w:rsidRPr="00A9592F">
              <w:t>10,0</w:t>
            </w:r>
          </w:p>
        </w:tc>
        <w:tc>
          <w:tcPr>
            <w:tcW w:w="1047" w:type="dxa"/>
          </w:tcPr>
          <w:p w:rsidR="002124B1" w:rsidRPr="00A9592F" w:rsidRDefault="002124B1" w:rsidP="00460093">
            <w:pPr>
              <w:pStyle w:val="Table"/>
            </w:pPr>
            <w:r w:rsidRPr="00A9592F">
              <w:t>Март-апрель</w:t>
            </w:r>
            <w:r w:rsidR="00460093">
              <w:t xml:space="preserve"> </w:t>
            </w:r>
            <w:r w:rsidRPr="00A9592F">
              <w:t>октябрь</w:t>
            </w:r>
          </w:p>
        </w:tc>
        <w:tc>
          <w:tcPr>
            <w:tcW w:w="1102" w:type="dxa"/>
          </w:tcPr>
          <w:p w:rsidR="002124B1" w:rsidRPr="00A9592F" w:rsidRDefault="002124B1" w:rsidP="00460093">
            <w:pPr>
              <w:pStyle w:val="Table"/>
            </w:pPr>
          </w:p>
        </w:tc>
      </w:tr>
      <w:tr w:rsidR="002124B1" w:rsidRPr="00A9592F">
        <w:tblPrEx>
          <w:tblCellMar>
            <w:top w:w="0" w:type="dxa"/>
            <w:bottom w:w="0" w:type="dxa"/>
          </w:tblCellMar>
        </w:tblPrEx>
        <w:trPr>
          <w:cantSplit/>
        </w:trPr>
        <w:tc>
          <w:tcPr>
            <w:tcW w:w="709" w:type="dxa"/>
          </w:tcPr>
          <w:p w:rsidR="002124B1" w:rsidRPr="00A9592F" w:rsidRDefault="002124B1" w:rsidP="00460093">
            <w:pPr>
              <w:pStyle w:val="Table"/>
            </w:pPr>
            <w:r w:rsidRPr="00A9592F">
              <w:t>5.</w:t>
            </w:r>
            <w:r w:rsidR="001E4B54" w:rsidRPr="00A9592F">
              <w:t>2</w:t>
            </w:r>
          </w:p>
        </w:tc>
        <w:tc>
          <w:tcPr>
            <w:tcW w:w="2710" w:type="dxa"/>
          </w:tcPr>
          <w:p w:rsidR="002124B1" w:rsidRPr="00A9592F" w:rsidRDefault="002124B1" w:rsidP="00460093">
            <w:pPr>
              <w:pStyle w:val="Table"/>
            </w:pPr>
            <w:r w:rsidRPr="00A9592F">
              <w:t>Организовать информационный центр содействия молодой семье в решении экономических, юридических, социально бытовых, жилищных проблем.</w:t>
            </w:r>
          </w:p>
        </w:tc>
        <w:tc>
          <w:tcPr>
            <w:tcW w:w="753" w:type="dxa"/>
          </w:tcPr>
          <w:p w:rsidR="002124B1" w:rsidRPr="00A9592F" w:rsidRDefault="002124B1" w:rsidP="00460093">
            <w:pPr>
              <w:pStyle w:val="Table"/>
            </w:pPr>
          </w:p>
        </w:tc>
        <w:tc>
          <w:tcPr>
            <w:tcW w:w="890" w:type="dxa"/>
          </w:tcPr>
          <w:p w:rsidR="002124B1" w:rsidRPr="00A9592F" w:rsidRDefault="002124B1" w:rsidP="00460093">
            <w:pPr>
              <w:pStyle w:val="Table"/>
            </w:pPr>
          </w:p>
        </w:tc>
        <w:tc>
          <w:tcPr>
            <w:tcW w:w="836" w:type="dxa"/>
          </w:tcPr>
          <w:p w:rsidR="002124B1" w:rsidRPr="00A9592F" w:rsidRDefault="002124B1" w:rsidP="00460093">
            <w:pPr>
              <w:pStyle w:val="Table"/>
            </w:pPr>
          </w:p>
        </w:tc>
        <w:tc>
          <w:tcPr>
            <w:tcW w:w="836" w:type="dxa"/>
          </w:tcPr>
          <w:p w:rsidR="002124B1" w:rsidRPr="00A9592F" w:rsidRDefault="002124B1" w:rsidP="00460093">
            <w:pPr>
              <w:pStyle w:val="Table"/>
            </w:pPr>
          </w:p>
        </w:tc>
        <w:tc>
          <w:tcPr>
            <w:tcW w:w="836" w:type="dxa"/>
          </w:tcPr>
          <w:p w:rsidR="002124B1" w:rsidRPr="00A9592F" w:rsidRDefault="002124B1" w:rsidP="00460093">
            <w:pPr>
              <w:pStyle w:val="Table"/>
            </w:pPr>
          </w:p>
        </w:tc>
        <w:tc>
          <w:tcPr>
            <w:tcW w:w="1047" w:type="dxa"/>
          </w:tcPr>
          <w:p w:rsidR="002124B1" w:rsidRPr="00A9592F" w:rsidRDefault="002124B1" w:rsidP="00460093">
            <w:pPr>
              <w:pStyle w:val="Table"/>
            </w:pPr>
            <w:r w:rsidRPr="00A9592F">
              <w:t>В течение года</w:t>
            </w:r>
          </w:p>
        </w:tc>
        <w:tc>
          <w:tcPr>
            <w:tcW w:w="1102" w:type="dxa"/>
          </w:tcPr>
          <w:p w:rsidR="002124B1" w:rsidRPr="00A9592F" w:rsidRDefault="002124B1" w:rsidP="00460093">
            <w:pPr>
              <w:pStyle w:val="Table"/>
            </w:pPr>
            <w:r w:rsidRPr="00A9592F">
              <w:t>ОДМиС, УСЗН, Жил. Отд. Юр. Отд.</w:t>
            </w:r>
          </w:p>
        </w:tc>
      </w:tr>
      <w:tr w:rsidR="00B17970" w:rsidRPr="00A9592F">
        <w:tblPrEx>
          <w:tblCellMar>
            <w:top w:w="0" w:type="dxa"/>
            <w:bottom w:w="0" w:type="dxa"/>
          </w:tblCellMar>
        </w:tblPrEx>
        <w:trPr>
          <w:cantSplit/>
        </w:trPr>
        <w:tc>
          <w:tcPr>
            <w:tcW w:w="709" w:type="dxa"/>
          </w:tcPr>
          <w:p w:rsidR="00B17970" w:rsidRPr="00A9592F" w:rsidRDefault="001E4B54" w:rsidP="00460093">
            <w:pPr>
              <w:pStyle w:val="Table"/>
            </w:pPr>
            <w:r w:rsidRPr="00A9592F">
              <w:t>5.3</w:t>
            </w:r>
          </w:p>
        </w:tc>
        <w:tc>
          <w:tcPr>
            <w:tcW w:w="2710" w:type="dxa"/>
          </w:tcPr>
          <w:p w:rsidR="00B17970" w:rsidRPr="00A9592F" w:rsidRDefault="00B17970" w:rsidP="00460093">
            <w:pPr>
              <w:pStyle w:val="Table"/>
            </w:pPr>
            <w:r w:rsidRPr="00A9592F">
              <w:t xml:space="preserve">Торжественная регистрация юбилейных молодых пар, </w:t>
            </w:r>
          </w:p>
        </w:tc>
        <w:tc>
          <w:tcPr>
            <w:tcW w:w="753" w:type="dxa"/>
          </w:tcPr>
          <w:p w:rsidR="00B17970" w:rsidRPr="00A9592F" w:rsidRDefault="00B17970" w:rsidP="00460093">
            <w:pPr>
              <w:pStyle w:val="Table"/>
            </w:pPr>
            <w:r w:rsidRPr="00A9592F">
              <w:t>МБ</w:t>
            </w:r>
          </w:p>
        </w:tc>
        <w:tc>
          <w:tcPr>
            <w:tcW w:w="890" w:type="dxa"/>
          </w:tcPr>
          <w:p w:rsidR="00B17970" w:rsidRPr="00A9592F" w:rsidRDefault="004A0CD5" w:rsidP="00460093">
            <w:pPr>
              <w:pStyle w:val="Table"/>
            </w:pPr>
            <w:r w:rsidRPr="00A9592F">
              <w:t>9,0</w:t>
            </w:r>
          </w:p>
        </w:tc>
        <w:tc>
          <w:tcPr>
            <w:tcW w:w="836" w:type="dxa"/>
          </w:tcPr>
          <w:p w:rsidR="00B17970" w:rsidRPr="00A9592F" w:rsidRDefault="004A0CD5" w:rsidP="00460093">
            <w:pPr>
              <w:pStyle w:val="Table"/>
            </w:pPr>
            <w:r w:rsidRPr="00A9592F">
              <w:t>3,0</w:t>
            </w:r>
          </w:p>
        </w:tc>
        <w:tc>
          <w:tcPr>
            <w:tcW w:w="836" w:type="dxa"/>
          </w:tcPr>
          <w:p w:rsidR="00B17970" w:rsidRPr="00A9592F" w:rsidRDefault="004A0CD5" w:rsidP="00460093">
            <w:pPr>
              <w:pStyle w:val="Table"/>
            </w:pPr>
            <w:r w:rsidRPr="00A9592F">
              <w:t>3,0</w:t>
            </w:r>
          </w:p>
        </w:tc>
        <w:tc>
          <w:tcPr>
            <w:tcW w:w="836" w:type="dxa"/>
          </w:tcPr>
          <w:p w:rsidR="00B17970" w:rsidRPr="00A9592F" w:rsidRDefault="004A0CD5" w:rsidP="00460093">
            <w:pPr>
              <w:pStyle w:val="Table"/>
            </w:pPr>
            <w:r w:rsidRPr="00A9592F">
              <w:t>3,0</w:t>
            </w:r>
          </w:p>
        </w:tc>
        <w:tc>
          <w:tcPr>
            <w:tcW w:w="1047" w:type="dxa"/>
          </w:tcPr>
          <w:p w:rsidR="00B17970" w:rsidRPr="00A9592F" w:rsidRDefault="00B17970" w:rsidP="00460093">
            <w:pPr>
              <w:pStyle w:val="Table"/>
            </w:pPr>
            <w:r w:rsidRPr="00A9592F">
              <w:t>В течение года</w:t>
            </w:r>
          </w:p>
        </w:tc>
        <w:tc>
          <w:tcPr>
            <w:tcW w:w="1102" w:type="dxa"/>
          </w:tcPr>
          <w:p w:rsidR="00B17970" w:rsidRPr="00A9592F" w:rsidRDefault="00B17970" w:rsidP="00460093">
            <w:pPr>
              <w:pStyle w:val="Table"/>
            </w:pPr>
            <w:r w:rsidRPr="00A9592F">
              <w:t>ОДМиС, ЗАГС</w:t>
            </w:r>
          </w:p>
        </w:tc>
      </w:tr>
      <w:tr w:rsidR="002124B1" w:rsidRPr="00A9592F">
        <w:tblPrEx>
          <w:tblCellMar>
            <w:top w:w="0" w:type="dxa"/>
            <w:bottom w:w="0" w:type="dxa"/>
          </w:tblCellMar>
        </w:tblPrEx>
        <w:trPr>
          <w:cantSplit/>
        </w:trPr>
        <w:tc>
          <w:tcPr>
            <w:tcW w:w="709" w:type="dxa"/>
          </w:tcPr>
          <w:p w:rsidR="002124B1" w:rsidRPr="00A9592F" w:rsidRDefault="002124B1" w:rsidP="00460093">
            <w:pPr>
              <w:pStyle w:val="Table"/>
            </w:pPr>
            <w:r w:rsidRPr="00A9592F">
              <w:t>5.</w:t>
            </w:r>
            <w:r w:rsidR="001E4B54" w:rsidRPr="00A9592F">
              <w:t>4</w:t>
            </w:r>
          </w:p>
        </w:tc>
        <w:tc>
          <w:tcPr>
            <w:tcW w:w="2710" w:type="dxa"/>
          </w:tcPr>
          <w:p w:rsidR="002124B1" w:rsidRPr="00A9592F" w:rsidRDefault="002124B1" w:rsidP="00460093">
            <w:pPr>
              <w:pStyle w:val="Table"/>
            </w:pPr>
            <w:r w:rsidRPr="00A9592F">
              <w:t>Систематезировать работу клубов «Молодая семья»</w:t>
            </w:r>
          </w:p>
        </w:tc>
        <w:tc>
          <w:tcPr>
            <w:tcW w:w="753" w:type="dxa"/>
          </w:tcPr>
          <w:p w:rsidR="002124B1" w:rsidRPr="00A9592F" w:rsidRDefault="002124B1" w:rsidP="00460093">
            <w:pPr>
              <w:pStyle w:val="Table"/>
            </w:pPr>
            <w:r w:rsidRPr="00A9592F">
              <w:t>МБ</w:t>
            </w:r>
          </w:p>
        </w:tc>
        <w:tc>
          <w:tcPr>
            <w:tcW w:w="890" w:type="dxa"/>
          </w:tcPr>
          <w:p w:rsidR="002124B1" w:rsidRPr="00A9592F" w:rsidRDefault="002124B1" w:rsidP="00460093">
            <w:pPr>
              <w:pStyle w:val="Table"/>
            </w:pPr>
            <w:r w:rsidRPr="00A9592F">
              <w:t>30,0</w:t>
            </w:r>
          </w:p>
        </w:tc>
        <w:tc>
          <w:tcPr>
            <w:tcW w:w="836" w:type="dxa"/>
          </w:tcPr>
          <w:p w:rsidR="002124B1" w:rsidRPr="00A9592F" w:rsidRDefault="002124B1" w:rsidP="00460093">
            <w:pPr>
              <w:pStyle w:val="Table"/>
            </w:pPr>
            <w:r w:rsidRPr="00A9592F">
              <w:t>10,0</w:t>
            </w:r>
          </w:p>
        </w:tc>
        <w:tc>
          <w:tcPr>
            <w:tcW w:w="836" w:type="dxa"/>
          </w:tcPr>
          <w:p w:rsidR="002124B1" w:rsidRPr="00A9592F" w:rsidRDefault="002124B1" w:rsidP="00460093">
            <w:pPr>
              <w:pStyle w:val="Table"/>
            </w:pPr>
            <w:r w:rsidRPr="00A9592F">
              <w:t>10,0</w:t>
            </w:r>
          </w:p>
        </w:tc>
        <w:tc>
          <w:tcPr>
            <w:tcW w:w="836" w:type="dxa"/>
          </w:tcPr>
          <w:p w:rsidR="002124B1" w:rsidRPr="00A9592F" w:rsidRDefault="002124B1" w:rsidP="00460093">
            <w:pPr>
              <w:pStyle w:val="Table"/>
            </w:pPr>
            <w:r w:rsidRPr="00A9592F">
              <w:t>10,0</w:t>
            </w:r>
          </w:p>
        </w:tc>
        <w:tc>
          <w:tcPr>
            <w:tcW w:w="1047" w:type="dxa"/>
          </w:tcPr>
          <w:p w:rsidR="002124B1" w:rsidRPr="00A9592F" w:rsidRDefault="002124B1" w:rsidP="00460093">
            <w:pPr>
              <w:pStyle w:val="Table"/>
            </w:pPr>
            <w:r w:rsidRPr="00A9592F">
              <w:t>В течение года</w:t>
            </w:r>
          </w:p>
        </w:tc>
        <w:tc>
          <w:tcPr>
            <w:tcW w:w="1102" w:type="dxa"/>
          </w:tcPr>
          <w:p w:rsidR="002124B1" w:rsidRPr="00A9592F" w:rsidRDefault="002124B1" w:rsidP="00460093">
            <w:pPr>
              <w:pStyle w:val="Table"/>
            </w:pPr>
            <w:r w:rsidRPr="00A9592F">
              <w:t>ОДМиС, УСЗН, МУК</w:t>
            </w:r>
          </w:p>
        </w:tc>
      </w:tr>
      <w:tr w:rsidR="002124B1" w:rsidRPr="00A9592F">
        <w:tblPrEx>
          <w:tblCellMar>
            <w:top w:w="0" w:type="dxa"/>
            <w:bottom w:w="0" w:type="dxa"/>
          </w:tblCellMar>
        </w:tblPrEx>
        <w:trPr>
          <w:cantSplit/>
        </w:trPr>
        <w:tc>
          <w:tcPr>
            <w:tcW w:w="9719" w:type="dxa"/>
            <w:gridSpan w:val="9"/>
          </w:tcPr>
          <w:p w:rsidR="002124B1" w:rsidRPr="00A9592F" w:rsidRDefault="002124B1" w:rsidP="00460093">
            <w:pPr>
              <w:pStyle w:val="Table"/>
            </w:pPr>
            <w:r w:rsidRPr="00A9592F">
              <w:t>6 Развитие духовных, культурных и физических потребностей молодежи, поддержка талантливой молодежи.</w:t>
            </w:r>
          </w:p>
        </w:tc>
      </w:tr>
      <w:tr w:rsidR="002124B1" w:rsidRPr="00A9592F">
        <w:tblPrEx>
          <w:tblCellMar>
            <w:top w:w="0" w:type="dxa"/>
            <w:bottom w:w="0" w:type="dxa"/>
          </w:tblCellMar>
        </w:tblPrEx>
        <w:trPr>
          <w:cantSplit/>
        </w:trPr>
        <w:tc>
          <w:tcPr>
            <w:tcW w:w="709" w:type="dxa"/>
          </w:tcPr>
          <w:p w:rsidR="002124B1" w:rsidRPr="00A9592F" w:rsidRDefault="001E4B54" w:rsidP="00460093">
            <w:pPr>
              <w:pStyle w:val="Table"/>
            </w:pPr>
            <w:r w:rsidRPr="00A9592F">
              <w:t>6.1</w:t>
            </w:r>
          </w:p>
        </w:tc>
        <w:tc>
          <w:tcPr>
            <w:tcW w:w="2710" w:type="dxa"/>
          </w:tcPr>
          <w:p w:rsidR="002124B1" w:rsidRPr="00A9592F" w:rsidRDefault="002124B1" w:rsidP="00460093">
            <w:pPr>
              <w:pStyle w:val="Table"/>
            </w:pPr>
            <w:r w:rsidRPr="00A9592F">
              <w:t>Районный праздник «День Молодежи»</w:t>
            </w:r>
          </w:p>
        </w:tc>
        <w:tc>
          <w:tcPr>
            <w:tcW w:w="753" w:type="dxa"/>
          </w:tcPr>
          <w:p w:rsidR="002124B1" w:rsidRPr="00A9592F" w:rsidRDefault="002124B1" w:rsidP="00460093">
            <w:pPr>
              <w:pStyle w:val="Table"/>
            </w:pPr>
            <w:r w:rsidRPr="00A9592F">
              <w:t>МБ</w:t>
            </w:r>
          </w:p>
        </w:tc>
        <w:tc>
          <w:tcPr>
            <w:tcW w:w="890" w:type="dxa"/>
          </w:tcPr>
          <w:p w:rsidR="002124B1" w:rsidRPr="00A9592F" w:rsidRDefault="002124B1" w:rsidP="00460093">
            <w:pPr>
              <w:pStyle w:val="Table"/>
            </w:pPr>
            <w:r w:rsidRPr="00A9592F">
              <w:t>120,0</w:t>
            </w:r>
          </w:p>
        </w:tc>
        <w:tc>
          <w:tcPr>
            <w:tcW w:w="836" w:type="dxa"/>
          </w:tcPr>
          <w:p w:rsidR="002124B1" w:rsidRPr="00A9592F" w:rsidRDefault="002124B1" w:rsidP="00460093">
            <w:pPr>
              <w:pStyle w:val="Table"/>
            </w:pPr>
            <w:r w:rsidRPr="00A9592F">
              <w:t>35,0</w:t>
            </w:r>
          </w:p>
        </w:tc>
        <w:tc>
          <w:tcPr>
            <w:tcW w:w="836" w:type="dxa"/>
          </w:tcPr>
          <w:p w:rsidR="002124B1" w:rsidRPr="00A9592F" w:rsidRDefault="002124B1" w:rsidP="00460093">
            <w:pPr>
              <w:pStyle w:val="Table"/>
            </w:pPr>
            <w:r w:rsidRPr="00A9592F">
              <w:t>40</w:t>
            </w:r>
          </w:p>
        </w:tc>
        <w:tc>
          <w:tcPr>
            <w:tcW w:w="836" w:type="dxa"/>
          </w:tcPr>
          <w:p w:rsidR="002124B1" w:rsidRPr="00A9592F" w:rsidRDefault="002124B1" w:rsidP="00460093">
            <w:pPr>
              <w:pStyle w:val="Table"/>
            </w:pPr>
            <w:r w:rsidRPr="00A9592F">
              <w:t>45,0</w:t>
            </w:r>
          </w:p>
        </w:tc>
        <w:tc>
          <w:tcPr>
            <w:tcW w:w="1047" w:type="dxa"/>
          </w:tcPr>
          <w:p w:rsidR="002124B1" w:rsidRPr="00A9592F" w:rsidRDefault="002124B1" w:rsidP="00460093">
            <w:pPr>
              <w:pStyle w:val="Table"/>
            </w:pPr>
            <w:r w:rsidRPr="00A9592F">
              <w:t>Июнь</w:t>
            </w:r>
          </w:p>
        </w:tc>
        <w:tc>
          <w:tcPr>
            <w:tcW w:w="1102" w:type="dxa"/>
          </w:tcPr>
          <w:p w:rsidR="002124B1" w:rsidRPr="00A9592F" w:rsidRDefault="002124B1" w:rsidP="00460093">
            <w:pPr>
              <w:pStyle w:val="Table"/>
            </w:pPr>
            <w:r w:rsidRPr="00A9592F">
              <w:t>ОДМиС, МУК, МЦ ОФиС, РОВД,</w:t>
            </w:r>
          </w:p>
        </w:tc>
      </w:tr>
      <w:tr w:rsidR="002124B1" w:rsidRPr="00A9592F">
        <w:tblPrEx>
          <w:tblCellMar>
            <w:top w:w="0" w:type="dxa"/>
            <w:bottom w:w="0" w:type="dxa"/>
          </w:tblCellMar>
        </w:tblPrEx>
        <w:trPr>
          <w:cantSplit/>
        </w:trPr>
        <w:tc>
          <w:tcPr>
            <w:tcW w:w="709" w:type="dxa"/>
          </w:tcPr>
          <w:p w:rsidR="002124B1" w:rsidRPr="00A9592F" w:rsidRDefault="001E4B54" w:rsidP="00460093">
            <w:pPr>
              <w:pStyle w:val="Table"/>
            </w:pPr>
            <w:r w:rsidRPr="00A9592F">
              <w:t>6.2</w:t>
            </w:r>
          </w:p>
        </w:tc>
        <w:tc>
          <w:tcPr>
            <w:tcW w:w="2710" w:type="dxa"/>
          </w:tcPr>
          <w:p w:rsidR="002124B1" w:rsidRPr="00A9592F" w:rsidRDefault="002124B1" w:rsidP="00460093">
            <w:pPr>
              <w:pStyle w:val="Table"/>
            </w:pPr>
            <w:r w:rsidRPr="00A9592F">
              <w:t>Конкурс «Молодое лицо района»</w:t>
            </w:r>
          </w:p>
        </w:tc>
        <w:tc>
          <w:tcPr>
            <w:tcW w:w="753" w:type="dxa"/>
          </w:tcPr>
          <w:p w:rsidR="002124B1" w:rsidRPr="00A9592F" w:rsidRDefault="002124B1" w:rsidP="00460093">
            <w:pPr>
              <w:pStyle w:val="Table"/>
            </w:pPr>
            <w:r w:rsidRPr="00A9592F">
              <w:t>МБ</w:t>
            </w:r>
          </w:p>
        </w:tc>
        <w:tc>
          <w:tcPr>
            <w:tcW w:w="890" w:type="dxa"/>
          </w:tcPr>
          <w:p w:rsidR="002124B1" w:rsidRPr="00A9592F" w:rsidRDefault="002124B1" w:rsidP="00460093">
            <w:pPr>
              <w:pStyle w:val="Table"/>
            </w:pPr>
            <w:r w:rsidRPr="00A9592F">
              <w:t>30,0</w:t>
            </w:r>
          </w:p>
        </w:tc>
        <w:tc>
          <w:tcPr>
            <w:tcW w:w="836" w:type="dxa"/>
          </w:tcPr>
          <w:p w:rsidR="002124B1" w:rsidRPr="00A9592F" w:rsidRDefault="002124B1" w:rsidP="00460093">
            <w:pPr>
              <w:pStyle w:val="Table"/>
            </w:pPr>
            <w:r w:rsidRPr="00A9592F">
              <w:t>10,0</w:t>
            </w:r>
          </w:p>
        </w:tc>
        <w:tc>
          <w:tcPr>
            <w:tcW w:w="836" w:type="dxa"/>
          </w:tcPr>
          <w:p w:rsidR="002124B1" w:rsidRPr="00A9592F" w:rsidRDefault="002124B1" w:rsidP="00460093">
            <w:pPr>
              <w:pStyle w:val="Table"/>
            </w:pPr>
            <w:r w:rsidRPr="00A9592F">
              <w:t>10,0</w:t>
            </w:r>
          </w:p>
        </w:tc>
        <w:tc>
          <w:tcPr>
            <w:tcW w:w="836" w:type="dxa"/>
          </w:tcPr>
          <w:p w:rsidR="002124B1" w:rsidRPr="00A9592F" w:rsidRDefault="002124B1" w:rsidP="00460093">
            <w:pPr>
              <w:pStyle w:val="Table"/>
            </w:pPr>
            <w:r w:rsidRPr="00A9592F">
              <w:t>10,0</w:t>
            </w:r>
          </w:p>
        </w:tc>
        <w:tc>
          <w:tcPr>
            <w:tcW w:w="1047" w:type="dxa"/>
          </w:tcPr>
          <w:p w:rsidR="002124B1" w:rsidRPr="00A9592F" w:rsidRDefault="002124B1" w:rsidP="00460093">
            <w:pPr>
              <w:pStyle w:val="Table"/>
            </w:pPr>
            <w:r w:rsidRPr="00A9592F">
              <w:t>Январь Июнь</w:t>
            </w:r>
          </w:p>
        </w:tc>
        <w:tc>
          <w:tcPr>
            <w:tcW w:w="1102" w:type="dxa"/>
          </w:tcPr>
          <w:p w:rsidR="002124B1" w:rsidRPr="00A9592F" w:rsidRDefault="002124B1" w:rsidP="00460093">
            <w:pPr>
              <w:pStyle w:val="Table"/>
            </w:pPr>
            <w:r w:rsidRPr="00A9592F">
              <w:t>ОДМиС</w:t>
            </w:r>
          </w:p>
        </w:tc>
      </w:tr>
      <w:tr w:rsidR="002124B1" w:rsidRPr="00A9592F">
        <w:tblPrEx>
          <w:tblCellMar>
            <w:top w:w="0" w:type="dxa"/>
            <w:bottom w:w="0" w:type="dxa"/>
          </w:tblCellMar>
        </w:tblPrEx>
        <w:trPr>
          <w:cantSplit/>
        </w:trPr>
        <w:tc>
          <w:tcPr>
            <w:tcW w:w="709" w:type="dxa"/>
          </w:tcPr>
          <w:p w:rsidR="002124B1" w:rsidRPr="00A9592F" w:rsidRDefault="001E4B54" w:rsidP="00460093">
            <w:pPr>
              <w:pStyle w:val="Table"/>
            </w:pPr>
            <w:r w:rsidRPr="00A9592F">
              <w:t>6.3</w:t>
            </w:r>
          </w:p>
        </w:tc>
        <w:tc>
          <w:tcPr>
            <w:tcW w:w="2710" w:type="dxa"/>
          </w:tcPr>
          <w:p w:rsidR="002124B1" w:rsidRPr="00A9592F" w:rsidRDefault="002124B1" w:rsidP="00460093">
            <w:pPr>
              <w:pStyle w:val="Table"/>
            </w:pPr>
            <w:r w:rsidRPr="00A9592F">
              <w:t>Сезон игр КВН среди молодежных команд.</w:t>
            </w:r>
          </w:p>
        </w:tc>
        <w:tc>
          <w:tcPr>
            <w:tcW w:w="753" w:type="dxa"/>
          </w:tcPr>
          <w:p w:rsidR="002124B1" w:rsidRPr="00A9592F" w:rsidRDefault="00F85CCC" w:rsidP="00460093">
            <w:pPr>
              <w:pStyle w:val="Table"/>
            </w:pPr>
            <w:r w:rsidRPr="00A9592F">
              <w:t>МБ</w:t>
            </w:r>
          </w:p>
        </w:tc>
        <w:tc>
          <w:tcPr>
            <w:tcW w:w="890" w:type="dxa"/>
          </w:tcPr>
          <w:p w:rsidR="002124B1" w:rsidRPr="00A9592F" w:rsidRDefault="002124B1" w:rsidP="00460093">
            <w:pPr>
              <w:pStyle w:val="Table"/>
            </w:pPr>
            <w:r w:rsidRPr="00A9592F">
              <w:t>45,0</w:t>
            </w:r>
          </w:p>
        </w:tc>
        <w:tc>
          <w:tcPr>
            <w:tcW w:w="836" w:type="dxa"/>
          </w:tcPr>
          <w:p w:rsidR="002124B1" w:rsidRPr="00A9592F" w:rsidRDefault="002124B1" w:rsidP="00460093">
            <w:pPr>
              <w:pStyle w:val="Table"/>
            </w:pPr>
            <w:r w:rsidRPr="00A9592F">
              <w:t>15,0</w:t>
            </w:r>
          </w:p>
        </w:tc>
        <w:tc>
          <w:tcPr>
            <w:tcW w:w="836" w:type="dxa"/>
          </w:tcPr>
          <w:p w:rsidR="002124B1" w:rsidRPr="00A9592F" w:rsidRDefault="002124B1" w:rsidP="00460093">
            <w:pPr>
              <w:pStyle w:val="Table"/>
            </w:pPr>
            <w:r w:rsidRPr="00A9592F">
              <w:t>15,0</w:t>
            </w:r>
          </w:p>
        </w:tc>
        <w:tc>
          <w:tcPr>
            <w:tcW w:w="836" w:type="dxa"/>
          </w:tcPr>
          <w:p w:rsidR="002124B1" w:rsidRPr="00A9592F" w:rsidRDefault="002124B1" w:rsidP="00460093">
            <w:pPr>
              <w:pStyle w:val="Table"/>
            </w:pPr>
            <w:r w:rsidRPr="00A9592F">
              <w:t>15,0</w:t>
            </w:r>
          </w:p>
        </w:tc>
        <w:tc>
          <w:tcPr>
            <w:tcW w:w="1047" w:type="dxa"/>
          </w:tcPr>
          <w:p w:rsidR="002124B1" w:rsidRPr="00A9592F" w:rsidRDefault="002124B1" w:rsidP="00460093">
            <w:pPr>
              <w:pStyle w:val="Table"/>
            </w:pPr>
            <w:r w:rsidRPr="00A9592F">
              <w:t>В течение года</w:t>
            </w:r>
          </w:p>
        </w:tc>
        <w:tc>
          <w:tcPr>
            <w:tcW w:w="1102" w:type="dxa"/>
          </w:tcPr>
          <w:p w:rsidR="002124B1" w:rsidRPr="00A9592F" w:rsidRDefault="002124B1" w:rsidP="00460093">
            <w:pPr>
              <w:pStyle w:val="Table"/>
            </w:pPr>
            <w:r w:rsidRPr="00A9592F">
              <w:t>ОДМиС, МЦ, МУК,</w:t>
            </w:r>
            <w:r w:rsidR="00460093">
              <w:t xml:space="preserve"> </w:t>
            </w:r>
            <w:r w:rsidRPr="00A9592F">
              <w:t>МУО</w:t>
            </w:r>
          </w:p>
        </w:tc>
      </w:tr>
      <w:tr w:rsidR="002124B1" w:rsidRPr="00A9592F">
        <w:tblPrEx>
          <w:tblCellMar>
            <w:top w:w="0" w:type="dxa"/>
            <w:bottom w:w="0" w:type="dxa"/>
          </w:tblCellMar>
        </w:tblPrEx>
        <w:trPr>
          <w:cantSplit/>
        </w:trPr>
        <w:tc>
          <w:tcPr>
            <w:tcW w:w="709" w:type="dxa"/>
          </w:tcPr>
          <w:p w:rsidR="002124B1" w:rsidRPr="00A9592F" w:rsidRDefault="001E4B54" w:rsidP="00460093">
            <w:pPr>
              <w:pStyle w:val="Table"/>
            </w:pPr>
            <w:r w:rsidRPr="00A9592F">
              <w:t>6.4</w:t>
            </w:r>
          </w:p>
        </w:tc>
        <w:tc>
          <w:tcPr>
            <w:tcW w:w="2710" w:type="dxa"/>
          </w:tcPr>
          <w:p w:rsidR="002124B1" w:rsidRPr="00A9592F" w:rsidRDefault="002124B1" w:rsidP="00460093">
            <w:pPr>
              <w:pStyle w:val="Table"/>
            </w:pPr>
            <w:r w:rsidRPr="00A9592F">
              <w:t>Областной кубок среди школьных команд КВН</w:t>
            </w:r>
          </w:p>
        </w:tc>
        <w:tc>
          <w:tcPr>
            <w:tcW w:w="753" w:type="dxa"/>
          </w:tcPr>
          <w:p w:rsidR="002124B1" w:rsidRPr="00A9592F" w:rsidRDefault="002124B1" w:rsidP="00460093">
            <w:pPr>
              <w:pStyle w:val="Table"/>
            </w:pPr>
            <w:r w:rsidRPr="00A9592F">
              <w:t>МБ</w:t>
            </w:r>
          </w:p>
        </w:tc>
        <w:tc>
          <w:tcPr>
            <w:tcW w:w="890" w:type="dxa"/>
          </w:tcPr>
          <w:p w:rsidR="002124B1" w:rsidRPr="00A9592F" w:rsidRDefault="007F069C" w:rsidP="00460093">
            <w:pPr>
              <w:pStyle w:val="Table"/>
            </w:pPr>
            <w:r w:rsidRPr="00A9592F">
              <w:t>4</w:t>
            </w:r>
            <w:r w:rsidR="002124B1" w:rsidRPr="00A9592F">
              <w:t>0,0</w:t>
            </w:r>
          </w:p>
        </w:tc>
        <w:tc>
          <w:tcPr>
            <w:tcW w:w="836" w:type="dxa"/>
          </w:tcPr>
          <w:p w:rsidR="002124B1" w:rsidRPr="00A9592F" w:rsidRDefault="002124B1" w:rsidP="00460093">
            <w:pPr>
              <w:pStyle w:val="Table"/>
            </w:pPr>
          </w:p>
        </w:tc>
        <w:tc>
          <w:tcPr>
            <w:tcW w:w="836" w:type="dxa"/>
          </w:tcPr>
          <w:p w:rsidR="002124B1" w:rsidRPr="00A9592F" w:rsidRDefault="002124B1" w:rsidP="00460093">
            <w:pPr>
              <w:pStyle w:val="Table"/>
            </w:pPr>
            <w:r w:rsidRPr="00A9592F">
              <w:t>20,0</w:t>
            </w:r>
          </w:p>
        </w:tc>
        <w:tc>
          <w:tcPr>
            <w:tcW w:w="836" w:type="dxa"/>
          </w:tcPr>
          <w:p w:rsidR="002124B1" w:rsidRPr="00A9592F" w:rsidRDefault="002124B1" w:rsidP="00460093">
            <w:pPr>
              <w:pStyle w:val="Table"/>
            </w:pPr>
            <w:r w:rsidRPr="00A9592F">
              <w:t>20,0</w:t>
            </w:r>
          </w:p>
        </w:tc>
        <w:tc>
          <w:tcPr>
            <w:tcW w:w="1047" w:type="dxa"/>
          </w:tcPr>
          <w:p w:rsidR="002124B1" w:rsidRPr="00A9592F" w:rsidRDefault="002124B1" w:rsidP="00460093">
            <w:pPr>
              <w:pStyle w:val="Table"/>
            </w:pPr>
            <w:r w:rsidRPr="00A9592F">
              <w:t>4 сезона</w:t>
            </w:r>
          </w:p>
        </w:tc>
        <w:tc>
          <w:tcPr>
            <w:tcW w:w="1102" w:type="dxa"/>
          </w:tcPr>
          <w:p w:rsidR="002124B1" w:rsidRPr="00A9592F" w:rsidRDefault="002124B1" w:rsidP="00460093">
            <w:pPr>
              <w:pStyle w:val="Table"/>
            </w:pPr>
            <w:r w:rsidRPr="00A9592F">
              <w:t>ОДМиС</w:t>
            </w:r>
          </w:p>
        </w:tc>
      </w:tr>
      <w:tr w:rsidR="002124B1" w:rsidRPr="00A9592F">
        <w:tblPrEx>
          <w:tblCellMar>
            <w:top w:w="0" w:type="dxa"/>
            <w:bottom w:w="0" w:type="dxa"/>
          </w:tblCellMar>
        </w:tblPrEx>
        <w:trPr>
          <w:cantSplit/>
        </w:trPr>
        <w:tc>
          <w:tcPr>
            <w:tcW w:w="709" w:type="dxa"/>
          </w:tcPr>
          <w:p w:rsidR="002124B1" w:rsidRPr="00A9592F" w:rsidRDefault="001E4B54" w:rsidP="00460093">
            <w:pPr>
              <w:pStyle w:val="Table"/>
            </w:pPr>
            <w:r w:rsidRPr="00A9592F">
              <w:t>6.5</w:t>
            </w:r>
          </w:p>
        </w:tc>
        <w:tc>
          <w:tcPr>
            <w:tcW w:w="2710" w:type="dxa"/>
          </w:tcPr>
          <w:p w:rsidR="002124B1" w:rsidRPr="00A9592F" w:rsidRDefault="002124B1" w:rsidP="00460093">
            <w:pPr>
              <w:pStyle w:val="Table"/>
            </w:pPr>
            <w:r w:rsidRPr="00A9592F">
              <w:t>Поддержка спортивных секций, клубов по интересам, и молодежных объединений</w:t>
            </w:r>
          </w:p>
        </w:tc>
        <w:tc>
          <w:tcPr>
            <w:tcW w:w="753" w:type="dxa"/>
          </w:tcPr>
          <w:p w:rsidR="002124B1" w:rsidRPr="00A9592F" w:rsidRDefault="002124B1" w:rsidP="00460093">
            <w:pPr>
              <w:pStyle w:val="Table"/>
            </w:pPr>
            <w:r w:rsidRPr="00A9592F">
              <w:t>МБ</w:t>
            </w:r>
          </w:p>
        </w:tc>
        <w:tc>
          <w:tcPr>
            <w:tcW w:w="890" w:type="dxa"/>
          </w:tcPr>
          <w:p w:rsidR="002124B1" w:rsidRPr="00A9592F" w:rsidRDefault="007F069C" w:rsidP="00460093">
            <w:pPr>
              <w:pStyle w:val="Table"/>
            </w:pPr>
            <w:r w:rsidRPr="00A9592F">
              <w:t>150,0</w:t>
            </w:r>
          </w:p>
        </w:tc>
        <w:tc>
          <w:tcPr>
            <w:tcW w:w="836" w:type="dxa"/>
          </w:tcPr>
          <w:p w:rsidR="002124B1" w:rsidRPr="00A9592F" w:rsidRDefault="007F069C" w:rsidP="00460093">
            <w:pPr>
              <w:pStyle w:val="Table"/>
            </w:pPr>
            <w:r w:rsidRPr="00A9592F">
              <w:t>50,0</w:t>
            </w:r>
          </w:p>
        </w:tc>
        <w:tc>
          <w:tcPr>
            <w:tcW w:w="836" w:type="dxa"/>
          </w:tcPr>
          <w:p w:rsidR="002124B1" w:rsidRPr="00A9592F" w:rsidRDefault="007F069C" w:rsidP="00460093">
            <w:pPr>
              <w:pStyle w:val="Table"/>
            </w:pPr>
            <w:r w:rsidRPr="00A9592F">
              <w:t>50,0</w:t>
            </w:r>
          </w:p>
        </w:tc>
        <w:tc>
          <w:tcPr>
            <w:tcW w:w="836" w:type="dxa"/>
          </w:tcPr>
          <w:p w:rsidR="002124B1" w:rsidRPr="00A9592F" w:rsidRDefault="007F069C" w:rsidP="00460093">
            <w:pPr>
              <w:pStyle w:val="Table"/>
            </w:pPr>
            <w:r w:rsidRPr="00A9592F">
              <w:t>50,0</w:t>
            </w:r>
          </w:p>
        </w:tc>
        <w:tc>
          <w:tcPr>
            <w:tcW w:w="1047" w:type="dxa"/>
          </w:tcPr>
          <w:p w:rsidR="002124B1" w:rsidRPr="00A9592F" w:rsidRDefault="002124B1" w:rsidP="00460093">
            <w:pPr>
              <w:pStyle w:val="Table"/>
            </w:pPr>
            <w:r w:rsidRPr="00A9592F">
              <w:t>В течение года</w:t>
            </w:r>
          </w:p>
        </w:tc>
        <w:tc>
          <w:tcPr>
            <w:tcW w:w="1102" w:type="dxa"/>
          </w:tcPr>
          <w:p w:rsidR="002124B1" w:rsidRPr="00A9592F" w:rsidRDefault="002124B1" w:rsidP="00460093">
            <w:pPr>
              <w:pStyle w:val="Table"/>
            </w:pPr>
            <w:r w:rsidRPr="00A9592F">
              <w:t>МЦ</w:t>
            </w:r>
          </w:p>
        </w:tc>
      </w:tr>
      <w:tr w:rsidR="002124B1" w:rsidRPr="00A9592F">
        <w:tblPrEx>
          <w:tblCellMar>
            <w:top w:w="0" w:type="dxa"/>
            <w:bottom w:w="0" w:type="dxa"/>
          </w:tblCellMar>
        </w:tblPrEx>
        <w:trPr>
          <w:cantSplit/>
        </w:trPr>
        <w:tc>
          <w:tcPr>
            <w:tcW w:w="709" w:type="dxa"/>
          </w:tcPr>
          <w:p w:rsidR="002124B1" w:rsidRPr="00A9592F" w:rsidRDefault="001E4B54" w:rsidP="00460093">
            <w:pPr>
              <w:pStyle w:val="Table"/>
            </w:pPr>
            <w:r w:rsidRPr="00A9592F">
              <w:lastRenderedPageBreak/>
              <w:t>6.6</w:t>
            </w:r>
          </w:p>
        </w:tc>
        <w:tc>
          <w:tcPr>
            <w:tcW w:w="2710" w:type="dxa"/>
          </w:tcPr>
          <w:p w:rsidR="002124B1" w:rsidRPr="00A9592F" w:rsidRDefault="002124B1" w:rsidP="00460093">
            <w:pPr>
              <w:pStyle w:val="Table"/>
            </w:pPr>
            <w:r w:rsidRPr="00A9592F">
              <w:t>Организация дискотек</w:t>
            </w:r>
          </w:p>
        </w:tc>
        <w:tc>
          <w:tcPr>
            <w:tcW w:w="753" w:type="dxa"/>
          </w:tcPr>
          <w:p w:rsidR="002124B1" w:rsidRPr="00A9592F" w:rsidRDefault="002124B1" w:rsidP="00460093">
            <w:pPr>
              <w:pStyle w:val="Table"/>
            </w:pPr>
          </w:p>
        </w:tc>
        <w:tc>
          <w:tcPr>
            <w:tcW w:w="890" w:type="dxa"/>
          </w:tcPr>
          <w:p w:rsidR="002124B1" w:rsidRPr="00A9592F" w:rsidRDefault="002124B1" w:rsidP="00460093">
            <w:pPr>
              <w:pStyle w:val="Table"/>
            </w:pPr>
          </w:p>
        </w:tc>
        <w:tc>
          <w:tcPr>
            <w:tcW w:w="836" w:type="dxa"/>
          </w:tcPr>
          <w:p w:rsidR="002124B1" w:rsidRPr="00A9592F" w:rsidRDefault="002124B1" w:rsidP="00460093">
            <w:pPr>
              <w:pStyle w:val="Table"/>
            </w:pPr>
          </w:p>
        </w:tc>
        <w:tc>
          <w:tcPr>
            <w:tcW w:w="836" w:type="dxa"/>
          </w:tcPr>
          <w:p w:rsidR="002124B1" w:rsidRPr="00A9592F" w:rsidRDefault="002124B1" w:rsidP="00460093">
            <w:pPr>
              <w:pStyle w:val="Table"/>
            </w:pPr>
          </w:p>
        </w:tc>
        <w:tc>
          <w:tcPr>
            <w:tcW w:w="836" w:type="dxa"/>
          </w:tcPr>
          <w:p w:rsidR="002124B1" w:rsidRPr="00A9592F" w:rsidRDefault="002124B1" w:rsidP="00460093">
            <w:pPr>
              <w:pStyle w:val="Table"/>
            </w:pPr>
          </w:p>
        </w:tc>
        <w:tc>
          <w:tcPr>
            <w:tcW w:w="1047" w:type="dxa"/>
          </w:tcPr>
          <w:p w:rsidR="002124B1" w:rsidRPr="00A9592F" w:rsidRDefault="002124B1" w:rsidP="00460093">
            <w:pPr>
              <w:pStyle w:val="Table"/>
            </w:pPr>
            <w:r w:rsidRPr="00A9592F">
              <w:t>В течение года</w:t>
            </w:r>
          </w:p>
        </w:tc>
        <w:tc>
          <w:tcPr>
            <w:tcW w:w="1102" w:type="dxa"/>
          </w:tcPr>
          <w:p w:rsidR="002124B1" w:rsidRPr="00A9592F" w:rsidRDefault="002124B1" w:rsidP="00460093">
            <w:pPr>
              <w:pStyle w:val="Table"/>
            </w:pPr>
            <w:r w:rsidRPr="00A9592F">
              <w:t>МУК, ОДМ и С,</w:t>
            </w:r>
          </w:p>
          <w:p w:rsidR="002124B1" w:rsidRPr="00A9592F" w:rsidRDefault="002124B1" w:rsidP="00460093">
            <w:pPr>
              <w:pStyle w:val="Table"/>
            </w:pPr>
            <w:r w:rsidRPr="00A9592F">
              <w:t xml:space="preserve"> РОВД., СНД</w:t>
            </w:r>
          </w:p>
        </w:tc>
      </w:tr>
      <w:tr w:rsidR="002124B1" w:rsidRPr="00A9592F">
        <w:tblPrEx>
          <w:tblCellMar>
            <w:top w:w="0" w:type="dxa"/>
            <w:bottom w:w="0" w:type="dxa"/>
          </w:tblCellMar>
        </w:tblPrEx>
        <w:trPr>
          <w:cantSplit/>
        </w:trPr>
        <w:tc>
          <w:tcPr>
            <w:tcW w:w="709" w:type="dxa"/>
          </w:tcPr>
          <w:p w:rsidR="002124B1" w:rsidRPr="00A9592F" w:rsidRDefault="001E4B54" w:rsidP="00460093">
            <w:pPr>
              <w:pStyle w:val="Table"/>
            </w:pPr>
            <w:r w:rsidRPr="00A9592F">
              <w:t>6.7</w:t>
            </w:r>
          </w:p>
        </w:tc>
        <w:tc>
          <w:tcPr>
            <w:tcW w:w="2710" w:type="dxa"/>
          </w:tcPr>
          <w:p w:rsidR="002124B1" w:rsidRPr="00A9592F" w:rsidRDefault="002124B1" w:rsidP="00460093">
            <w:pPr>
              <w:pStyle w:val="Table"/>
            </w:pPr>
            <w:r w:rsidRPr="00A9592F">
              <w:t>Мероприятия МУК (приложение 1)</w:t>
            </w:r>
          </w:p>
        </w:tc>
        <w:tc>
          <w:tcPr>
            <w:tcW w:w="753" w:type="dxa"/>
          </w:tcPr>
          <w:p w:rsidR="002124B1" w:rsidRPr="00A9592F" w:rsidRDefault="002124B1" w:rsidP="00460093">
            <w:pPr>
              <w:pStyle w:val="Table"/>
            </w:pPr>
            <w:r w:rsidRPr="00A9592F">
              <w:t>МБ</w:t>
            </w:r>
          </w:p>
        </w:tc>
        <w:tc>
          <w:tcPr>
            <w:tcW w:w="890" w:type="dxa"/>
          </w:tcPr>
          <w:p w:rsidR="002124B1" w:rsidRPr="00A9592F" w:rsidRDefault="00F06815" w:rsidP="00460093">
            <w:pPr>
              <w:pStyle w:val="Table"/>
            </w:pPr>
            <w:r w:rsidRPr="00A9592F">
              <w:t>108,0</w:t>
            </w:r>
          </w:p>
        </w:tc>
        <w:tc>
          <w:tcPr>
            <w:tcW w:w="836" w:type="dxa"/>
          </w:tcPr>
          <w:p w:rsidR="002124B1" w:rsidRPr="00A9592F" w:rsidRDefault="00F06815" w:rsidP="00460093">
            <w:pPr>
              <w:pStyle w:val="Table"/>
            </w:pPr>
            <w:r w:rsidRPr="00A9592F">
              <w:t>37,0</w:t>
            </w:r>
          </w:p>
        </w:tc>
        <w:tc>
          <w:tcPr>
            <w:tcW w:w="836" w:type="dxa"/>
          </w:tcPr>
          <w:p w:rsidR="002124B1" w:rsidRPr="00A9592F" w:rsidRDefault="00F06815" w:rsidP="00460093">
            <w:pPr>
              <w:pStyle w:val="Table"/>
            </w:pPr>
            <w:r w:rsidRPr="00A9592F">
              <w:t>31,0</w:t>
            </w:r>
          </w:p>
        </w:tc>
        <w:tc>
          <w:tcPr>
            <w:tcW w:w="836" w:type="dxa"/>
          </w:tcPr>
          <w:p w:rsidR="002124B1" w:rsidRPr="00A9592F" w:rsidRDefault="00F06815" w:rsidP="00460093">
            <w:pPr>
              <w:pStyle w:val="Table"/>
            </w:pPr>
            <w:r w:rsidRPr="00A9592F">
              <w:t>40,0</w:t>
            </w:r>
          </w:p>
        </w:tc>
        <w:tc>
          <w:tcPr>
            <w:tcW w:w="1047" w:type="dxa"/>
          </w:tcPr>
          <w:p w:rsidR="002124B1" w:rsidRPr="00A9592F" w:rsidRDefault="002124B1" w:rsidP="00460093">
            <w:pPr>
              <w:pStyle w:val="Table"/>
            </w:pPr>
            <w:r w:rsidRPr="00A9592F">
              <w:t>В течение года</w:t>
            </w:r>
          </w:p>
        </w:tc>
        <w:tc>
          <w:tcPr>
            <w:tcW w:w="1102" w:type="dxa"/>
          </w:tcPr>
          <w:p w:rsidR="002124B1" w:rsidRPr="00A9592F" w:rsidRDefault="002124B1" w:rsidP="00460093">
            <w:pPr>
              <w:pStyle w:val="Table"/>
            </w:pPr>
            <w:r w:rsidRPr="00A9592F">
              <w:t>МУК</w:t>
            </w:r>
          </w:p>
        </w:tc>
      </w:tr>
      <w:tr w:rsidR="002124B1" w:rsidRPr="00A9592F">
        <w:tblPrEx>
          <w:tblCellMar>
            <w:top w:w="0" w:type="dxa"/>
            <w:bottom w:w="0" w:type="dxa"/>
          </w:tblCellMar>
        </w:tblPrEx>
        <w:trPr>
          <w:cantSplit/>
        </w:trPr>
        <w:tc>
          <w:tcPr>
            <w:tcW w:w="709" w:type="dxa"/>
          </w:tcPr>
          <w:p w:rsidR="002124B1" w:rsidRPr="00A9592F" w:rsidRDefault="001E4B54" w:rsidP="00460093">
            <w:pPr>
              <w:pStyle w:val="Table"/>
            </w:pPr>
            <w:r w:rsidRPr="00A9592F">
              <w:t>6.8</w:t>
            </w:r>
          </w:p>
        </w:tc>
        <w:tc>
          <w:tcPr>
            <w:tcW w:w="2710" w:type="dxa"/>
          </w:tcPr>
          <w:p w:rsidR="002124B1" w:rsidRPr="00A9592F" w:rsidRDefault="002124B1" w:rsidP="00460093">
            <w:pPr>
              <w:pStyle w:val="Table"/>
            </w:pPr>
            <w:r w:rsidRPr="00A9592F">
              <w:t>Спортивные Мероприятия (приложение 2)</w:t>
            </w:r>
          </w:p>
        </w:tc>
        <w:tc>
          <w:tcPr>
            <w:tcW w:w="753" w:type="dxa"/>
          </w:tcPr>
          <w:p w:rsidR="002124B1" w:rsidRPr="00A9592F" w:rsidRDefault="002124B1" w:rsidP="00460093">
            <w:pPr>
              <w:pStyle w:val="Table"/>
            </w:pPr>
            <w:r w:rsidRPr="00A9592F">
              <w:t>МБ</w:t>
            </w:r>
          </w:p>
        </w:tc>
        <w:tc>
          <w:tcPr>
            <w:tcW w:w="890" w:type="dxa"/>
          </w:tcPr>
          <w:p w:rsidR="002124B1" w:rsidRPr="00A9592F" w:rsidRDefault="00401375" w:rsidP="00460093">
            <w:pPr>
              <w:pStyle w:val="Table"/>
            </w:pPr>
            <w:r w:rsidRPr="00A9592F">
              <w:t>1620,0</w:t>
            </w:r>
          </w:p>
        </w:tc>
        <w:tc>
          <w:tcPr>
            <w:tcW w:w="836" w:type="dxa"/>
          </w:tcPr>
          <w:p w:rsidR="002124B1" w:rsidRPr="00A9592F" w:rsidRDefault="00401375" w:rsidP="00460093">
            <w:pPr>
              <w:pStyle w:val="Table"/>
            </w:pPr>
            <w:r w:rsidRPr="00A9592F">
              <w:t>480,0</w:t>
            </w:r>
          </w:p>
        </w:tc>
        <w:tc>
          <w:tcPr>
            <w:tcW w:w="836" w:type="dxa"/>
          </w:tcPr>
          <w:p w:rsidR="002124B1" w:rsidRPr="00A9592F" w:rsidRDefault="00401375" w:rsidP="00460093">
            <w:pPr>
              <w:pStyle w:val="Table"/>
            </w:pPr>
            <w:r w:rsidRPr="00A9592F">
              <w:t>540,0</w:t>
            </w:r>
          </w:p>
        </w:tc>
        <w:tc>
          <w:tcPr>
            <w:tcW w:w="836" w:type="dxa"/>
          </w:tcPr>
          <w:p w:rsidR="002124B1" w:rsidRPr="00A9592F" w:rsidRDefault="00401375" w:rsidP="00460093">
            <w:pPr>
              <w:pStyle w:val="Table"/>
            </w:pPr>
            <w:r w:rsidRPr="00A9592F">
              <w:t>600,0</w:t>
            </w:r>
          </w:p>
        </w:tc>
        <w:tc>
          <w:tcPr>
            <w:tcW w:w="1047" w:type="dxa"/>
          </w:tcPr>
          <w:p w:rsidR="002124B1" w:rsidRPr="00A9592F" w:rsidRDefault="002124B1" w:rsidP="00460093">
            <w:pPr>
              <w:pStyle w:val="Table"/>
            </w:pPr>
            <w:r w:rsidRPr="00A9592F">
              <w:t>В течение года</w:t>
            </w:r>
          </w:p>
        </w:tc>
        <w:tc>
          <w:tcPr>
            <w:tcW w:w="1102" w:type="dxa"/>
          </w:tcPr>
          <w:p w:rsidR="002124B1" w:rsidRPr="00A9592F" w:rsidRDefault="002124B1" w:rsidP="00460093">
            <w:pPr>
              <w:pStyle w:val="Table"/>
            </w:pPr>
            <w:r w:rsidRPr="00A9592F">
              <w:t>ОДМиС</w:t>
            </w:r>
          </w:p>
        </w:tc>
      </w:tr>
      <w:tr w:rsidR="002124B1" w:rsidRPr="00A9592F">
        <w:tblPrEx>
          <w:tblCellMar>
            <w:top w:w="0" w:type="dxa"/>
            <w:bottom w:w="0" w:type="dxa"/>
          </w:tblCellMar>
        </w:tblPrEx>
        <w:trPr>
          <w:cantSplit/>
        </w:trPr>
        <w:tc>
          <w:tcPr>
            <w:tcW w:w="9719" w:type="dxa"/>
            <w:gridSpan w:val="9"/>
          </w:tcPr>
          <w:p w:rsidR="002124B1" w:rsidRPr="00A9592F" w:rsidRDefault="002124B1" w:rsidP="00460093">
            <w:pPr>
              <w:pStyle w:val="Table"/>
            </w:pPr>
            <w:r w:rsidRPr="00A9592F">
              <w:t>7 Поддержка детского, молодежного, студенческого движения.</w:t>
            </w:r>
          </w:p>
        </w:tc>
      </w:tr>
      <w:tr w:rsidR="002124B1" w:rsidRPr="00A9592F">
        <w:tblPrEx>
          <w:tblCellMar>
            <w:top w:w="0" w:type="dxa"/>
            <w:bottom w:w="0" w:type="dxa"/>
          </w:tblCellMar>
        </w:tblPrEx>
        <w:trPr>
          <w:cantSplit/>
        </w:trPr>
        <w:tc>
          <w:tcPr>
            <w:tcW w:w="709" w:type="dxa"/>
          </w:tcPr>
          <w:p w:rsidR="002124B1" w:rsidRPr="00A9592F" w:rsidRDefault="002124B1" w:rsidP="00460093">
            <w:pPr>
              <w:pStyle w:val="Table"/>
            </w:pPr>
            <w:r w:rsidRPr="00A9592F">
              <w:t>7.1</w:t>
            </w:r>
          </w:p>
        </w:tc>
        <w:tc>
          <w:tcPr>
            <w:tcW w:w="2710" w:type="dxa"/>
          </w:tcPr>
          <w:p w:rsidR="002124B1" w:rsidRPr="00A9592F" w:rsidRDefault="002124B1" w:rsidP="00460093">
            <w:pPr>
              <w:pStyle w:val="Table"/>
            </w:pPr>
            <w:r w:rsidRPr="00A9592F">
              <w:t>Организация работы районного молодежного парламента</w:t>
            </w:r>
          </w:p>
        </w:tc>
        <w:tc>
          <w:tcPr>
            <w:tcW w:w="753" w:type="dxa"/>
          </w:tcPr>
          <w:p w:rsidR="002124B1" w:rsidRPr="00A9592F" w:rsidRDefault="002124B1" w:rsidP="00460093">
            <w:pPr>
              <w:pStyle w:val="Table"/>
            </w:pPr>
            <w:r w:rsidRPr="00A9592F">
              <w:t>МБ</w:t>
            </w:r>
          </w:p>
        </w:tc>
        <w:tc>
          <w:tcPr>
            <w:tcW w:w="890" w:type="dxa"/>
          </w:tcPr>
          <w:p w:rsidR="002124B1" w:rsidRPr="00A9592F" w:rsidRDefault="002124B1" w:rsidP="00460093">
            <w:pPr>
              <w:pStyle w:val="Table"/>
            </w:pPr>
            <w:r w:rsidRPr="00A9592F">
              <w:t>9,0</w:t>
            </w:r>
          </w:p>
        </w:tc>
        <w:tc>
          <w:tcPr>
            <w:tcW w:w="836" w:type="dxa"/>
          </w:tcPr>
          <w:p w:rsidR="002124B1" w:rsidRPr="00A9592F" w:rsidRDefault="002124B1" w:rsidP="00460093">
            <w:pPr>
              <w:pStyle w:val="Table"/>
            </w:pPr>
            <w:r w:rsidRPr="00A9592F">
              <w:t>3,0</w:t>
            </w:r>
          </w:p>
        </w:tc>
        <w:tc>
          <w:tcPr>
            <w:tcW w:w="836" w:type="dxa"/>
          </w:tcPr>
          <w:p w:rsidR="002124B1" w:rsidRPr="00A9592F" w:rsidRDefault="002124B1" w:rsidP="00460093">
            <w:pPr>
              <w:pStyle w:val="Table"/>
            </w:pPr>
            <w:r w:rsidRPr="00A9592F">
              <w:t>3,0</w:t>
            </w:r>
          </w:p>
        </w:tc>
        <w:tc>
          <w:tcPr>
            <w:tcW w:w="836" w:type="dxa"/>
          </w:tcPr>
          <w:p w:rsidR="002124B1" w:rsidRPr="00A9592F" w:rsidRDefault="002124B1" w:rsidP="00460093">
            <w:pPr>
              <w:pStyle w:val="Table"/>
            </w:pPr>
            <w:r w:rsidRPr="00A9592F">
              <w:t>3,0</w:t>
            </w:r>
          </w:p>
        </w:tc>
        <w:tc>
          <w:tcPr>
            <w:tcW w:w="1047" w:type="dxa"/>
          </w:tcPr>
          <w:p w:rsidR="002124B1" w:rsidRPr="00A9592F" w:rsidRDefault="002124B1" w:rsidP="00460093">
            <w:pPr>
              <w:pStyle w:val="Table"/>
            </w:pPr>
            <w:r w:rsidRPr="00A9592F">
              <w:t>В течение года</w:t>
            </w:r>
          </w:p>
        </w:tc>
        <w:tc>
          <w:tcPr>
            <w:tcW w:w="1102" w:type="dxa"/>
          </w:tcPr>
          <w:p w:rsidR="002124B1" w:rsidRPr="00A9592F" w:rsidRDefault="002124B1" w:rsidP="00460093">
            <w:pPr>
              <w:pStyle w:val="Table"/>
            </w:pPr>
            <w:r w:rsidRPr="00A9592F">
              <w:t>ОДМиС, МУО</w:t>
            </w:r>
          </w:p>
        </w:tc>
      </w:tr>
      <w:tr w:rsidR="002124B1" w:rsidRPr="00A9592F">
        <w:tblPrEx>
          <w:tblCellMar>
            <w:top w:w="0" w:type="dxa"/>
            <w:bottom w:w="0" w:type="dxa"/>
          </w:tblCellMar>
        </w:tblPrEx>
        <w:trPr>
          <w:cantSplit/>
        </w:trPr>
        <w:tc>
          <w:tcPr>
            <w:tcW w:w="709" w:type="dxa"/>
          </w:tcPr>
          <w:p w:rsidR="002124B1" w:rsidRPr="00A9592F" w:rsidRDefault="006A177A" w:rsidP="00460093">
            <w:pPr>
              <w:pStyle w:val="Table"/>
            </w:pPr>
            <w:r w:rsidRPr="00A9592F">
              <w:t>7.2</w:t>
            </w:r>
          </w:p>
        </w:tc>
        <w:tc>
          <w:tcPr>
            <w:tcW w:w="2710" w:type="dxa"/>
          </w:tcPr>
          <w:p w:rsidR="002124B1" w:rsidRPr="00A9592F" w:rsidRDefault="002124B1" w:rsidP="00460093">
            <w:pPr>
              <w:pStyle w:val="Table"/>
            </w:pPr>
            <w:r w:rsidRPr="00A9592F">
              <w:t>Формирование областной смены РБС</w:t>
            </w:r>
          </w:p>
        </w:tc>
        <w:tc>
          <w:tcPr>
            <w:tcW w:w="753" w:type="dxa"/>
          </w:tcPr>
          <w:p w:rsidR="002124B1" w:rsidRPr="00A9592F" w:rsidRDefault="002124B1" w:rsidP="00460093">
            <w:pPr>
              <w:pStyle w:val="Table"/>
            </w:pPr>
            <w:r w:rsidRPr="00A9592F">
              <w:t>МБ</w:t>
            </w:r>
          </w:p>
        </w:tc>
        <w:tc>
          <w:tcPr>
            <w:tcW w:w="890" w:type="dxa"/>
          </w:tcPr>
          <w:p w:rsidR="002124B1" w:rsidRPr="00A9592F" w:rsidRDefault="002124B1" w:rsidP="00460093">
            <w:pPr>
              <w:pStyle w:val="Table"/>
            </w:pPr>
            <w:r w:rsidRPr="00A9592F">
              <w:t>42,0</w:t>
            </w:r>
          </w:p>
        </w:tc>
        <w:tc>
          <w:tcPr>
            <w:tcW w:w="836" w:type="dxa"/>
          </w:tcPr>
          <w:p w:rsidR="002124B1" w:rsidRPr="00A9592F" w:rsidRDefault="002124B1" w:rsidP="00460093">
            <w:pPr>
              <w:pStyle w:val="Table"/>
            </w:pPr>
            <w:r w:rsidRPr="00A9592F">
              <w:t>12,0</w:t>
            </w:r>
          </w:p>
        </w:tc>
        <w:tc>
          <w:tcPr>
            <w:tcW w:w="836" w:type="dxa"/>
          </w:tcPr>
          <w:p w:rsidR="002124B1" w:rsidRPr="00A9592F" w:rsidRDefault="002124B1" w:rsidP="00460093">
            <w:pPr>
              <w:pStyle w:val="Table"/>
            </w:pPr>
            <w:r w:rsidRPr="00A9592F">
              <w:t>14,0</w:t>
            </w:r>
          </w:p>
        </w:tc>
        <w:tc>
          <w:tcPr>
            <w:tcW w:w="836" w:type="dxa"/>
          </w:tcPr>
          <w:p w:rsidR="002124B1" w:rsidRPr="00A9592F" w:rsidRDefault="002124B1" w:rsidP="00460093">
            <w:pPr>
              <w:pStyle w:val="Table"/>
            </w:pPr>
            <w:r w:rsidRPr="00A9592F">
              <w:t>16,0</w:t>
            </w:r>
          </w:p>
        </w:tc>
        <w:tc>
          <w:tcPr>
            <w:tcW w:w="1047" w:type="dxa"/>
          </w:tcPr>
          <w:p w:rsidR="002124B1" w:rsidRPr="00A9592F" w:rsidRDefault="002124B1" w:rsidP="00460093">
            <w:pPr>
              <w:pStyle w:val="Table"/>
            </w:pPr>
            <w:r w:rsidRPr="00A9592F">
              <w:t>август</w:t>
            </w:r>
          </w:p>
        </w:tc>
        <w:tc>
          <w:tcPr>
            <w:tcW w:w="1102" w:type="dxa"/>
          </w:tcPr>
          <w:p w:rsidR="002124B1" w:rsidRPr="00A9592F" w:rsidRDefault="002124B1" w:rsidP="00460093">
            <w:pPr>
              <w:pStyle w:val="Table"/>
            </w:pPr>
            <w:r w:rsidRPr="00A9592F">
              <w:t>ОДМиС, МУО</w:t>
            </w:r>
          </w:p>
        </w:tc>
      </w:tr>
      <w:tr w:rsidR="002124B1" w:rsidRPr="00A9592F">
        <w:tblPrEx>
          <w:tblCellMar>
            <w:top w:w="0" w:type="dxa"/>
            <w:bottom w:w="0" w:type="dxa"/>
          </w:tblCellMar>
        </w:tblPrEx>
        <w:trPr>
          <w:cantSplit/>
        </w:trPr>
        <w:tc>
          <w:tcPr>
            <w:tcW w:w="709" w:type="dxa"/>
          </w:tcPr>
          <w:p w:rsidR="002124B1" w:rsidRPr="00A9592F" w:rsidRDefault="006A177A" w:rsidP="00460093">
            <w:pPr>
              <w:pStyle w:val="Table"/>
            </w:pPr>
            <w:r w:rsidRPr="00A9592F">
              <w:t>7.3</w:t>
            </w:r>
          </w:p>
        </w:tc>
        <w:tc>
          <w:tcPr>
            <w:tcW w:w="2710" w:type="dxa"/>
          </w:tcPr>
          <w:p w:rsidR="002124B1" w:rsidRPr="00A9592F" w:rsidRDefault="002124B1" w:rsidP="00460093">
            <w:pPr>
              <w:pStyle w:val="Table"/>
            </w:pPr>
            <w:r w:rsidRPr="00A9592F">
              <w:t>Премирование лучших учеников путевками в ВДЦ</w:t>
            </w:r>
          </w:p>
        </w:tc>
        <w:tc>
          <w:tcPr>
            <w:tcW w:w="753" w:type="dxa"/>
          </w:tcPr>
          <w:p w:rsidR="002124B1" w:rsidRPr="00A9592F" w:rsidRDefault="002124B1" w:rsidP="00460093">
            <w:pPr>
              <w:pStyle w:val="Table"/>
            </w:pPr>
            <w:r w:rsidRPr="00A9592F">
              <w:t>МБ</w:t>
            </w:r>
          </w:p>
        </w:tc>
        <w:tc>
          <w:tcPr>
            <w:tcW w:w="890" w:type="dxa"/>
          </w:tcPr>
          <w:p w:rsidR="002124B1" w:rsidRPr="00A9592F" w:rsidRDefault="002124B1" w:rsidP="00460093">
            <w:pPr>
              <w:pStyle w:val="Table"/>
            </w:pPr>
            <w:r w:rsidRPr="00A9592F">
              <w:t>64,0</w:t>
            </w:r>
          </w:p>
        </w:tc>
        <w:tc>
          <w:tcPr>
            <w:tcW w:w="836" w:type="dxa"/>
          </w:tcPr>
          <w:p w:rsidR="002124B1" w:rsidRPr="00A9592F" w:rsidRDefault="002124B1" w:rsidP="00460093">
            <w:pPr>
              <w:pStyle w:val="Table"/>
            </w:pPr>
            <w:r w:rsidRPr="00A9592F">
              <w:t>10,0</w:t>
            </w:r>
          </w:p>
        </w:tc>
        <w:tc>
          <w:tcPr>
            <w:tcW w:w="836" w:type="dxa"/>
          </w:tcPr>
          <w:p w:rsidR="002124B1" w:rsidRPr="00A9592F" w:rsidRDefault="002124B1" w:rsidP="00460093">
            <w:pPr>
              <w:pStyle w:val="Table"/>
            </w:pPr>
            <w:r w:rsidRPr="00A9592F">
              <w:t>24,0</w:t>
            </w:r>
          </w:p>
        </w:tc>
        <w:tc>
          <w:tcPr>
            <w:tcW w:w="836" w:type="dxa"/>
          </w:tcPr>
          <w:p w:rsidR="002124B1" w:rsidRPr="00A9592F" w:rsidRDefault="002124B1" w:rsidP="00460093">
            <w:pPr>
              <w:pStyle w:val="Table"/>
            </w:pPr>
            <w:r w:rsidRPr="00A9592F">
              <w:t>30,0</w:t>
            </w:r>
          </w:p>
        </w:tc>
        <w:tc>
          <w:tcPr>
            <w:tcW w:w="1047" w:type="dxa"/>
          </w:tcPr>
          <w:p w:rsidR="002124B1" w:rsidRPr="00A9592F" w:rsidRDefault="002124B1" w:rsidP="00460093">
            <w:pPr>
              <w:pStyle w:val="Table"/>
            </w:pPr>
            <w:r w:rsidRPr="00A9592F">
              <w:t>В течение года</w:t>
            </w:r>
          </w:p>
        </w:tc>
        <w:tc>
          <w:tcPr>
            <w:tcW w:w="1102" w:type="dxa"/>
          </w:tcPr>
          <w:p w:rsidR="002124B1" w:rsidRPr="00A9592F" w:rsidRDefault="002124B1" w:rsidP="00460093">
            <w:pPr>
              <w:pStyle w:val="Table"/>
            </w:pPr>
            <w:r w:rsidRPr="00A9592F">
              <w:t>ОДМиС</w:t>
            </w:r>
          </w:p>
        </w:tc>
      </w:tr>
      <w:tr w:rsidR="002124B1" w:rsidRPr="00A9592F">
        <w:tblPrEx>
          <w:tblCellMar>
            <w:top w:w="0" w:type="dxa"/>
            <w:bottom w:w="0" w:type="dxa"/>
          </w:tblCellMar>
        </w:tblPrEx>
        <w:trPr>
          <w:cantSplit/>
        </w:trPr>
        <w:tc>
          <w:tcPr>
            <w:tcW w:w="709" w:type="dxa"/>
          </w:tcPr>
          <w:p w:rsidR="002124B1" w:rsidRPr="00A9592F" w:rsidRDefault="006A177A" w:rsidP="00460093">
            <w:pPr>
              <w:pStyle w:val="Table"/>
            </w:pPr>
            <w:r w:rsidRPr="00A9592F">
              <w:t>7.4</w:t>
            </w:r>
          </w:p>
        </w:tc>
        <w:tc>
          <w:tcPr>
            <w:tcW w:w="2710" w:type="dxa"/>
          </w:tcPr>
          <w:p w:rsidR="002124B1" w:rsidRPr="00A9592F" w:rsidRDefault="002124B1" w:rsidP="00460093">
            <w:pPr>
              <w:pStyle w:val="Table"/>
            </w:pPr>
            <w:r w:rsidRPr="00A9592F">
              <w:t xml:space="preserve">Конкурс среди студентов </w:t>
            </w:r>
            <w:r w:rsidR="000B413F" w:rsidRPr="00A9592F">
              <w:t>КПТК</w:t>
            </w:r>
          </w:p>
          <w:p w:rsidR="002124B1" w:rsidRPr="00A9592F" w:rsidRDefault="002124B1" w:rsidP="00460093">
            <w:pPr>
              <w:pStyle w:val="Table"/>
            </w:pPr>
            <w:r w:rsidRPr="00A9592F">
              <w:t>Студенческая весна</w:t>
            </w:r>
          </w:p>
          <w:p w:rsidR="002124B1" w:rsidRPr="00A9592F" w:rsidRDefault="002124B1" w:rsidP="00460093">
            <w:pPr>
              <w:pStyle w:val="Table"/>
            </w:pPr>
            <w:r w:rsidRPr="00A9592F">
              <w:t>Студенческая осень</w:t>
            </w:r>
          </w:p>
        </w:tc>
        <w:tc>
          <w:tcPr>
            <w:tcW w:w="753" w:type="dxa"/>
          </w:tcPr>
          <w:p w:rsidR="002124B1" w:rsidRPr="00A9592F" w:rsidRDefault="002124B1" w:rsidP="00460093">
            <w:pPr>
              <w:pStyle w:val="Table"/>
            </w:pPr>
            <w:r w:rsidRPr="00A9592F">
              <w:t>МБ</w:t>
            </w:r>
          </w:p>
        </w:tc>
        <w:tc>
          <w:tcPr>
            <w:tcW w:w="890" w:type="dxa"/>
            <w:vAlign w:val="bottom"/>
          </w:tcPr>
          <w:p w:rsidR="002124B1" w:rsidRPr="00A9592F" w:rsidRDefault="002124B1" w:rsidP="00460093">
            <w:pPr>
              <w:pStyle w:val="Table"/>
              <w:jc w:val="center"/>
            </w:pPr>
            <w:r w:rsidRPr="00A9592F">
              <w:t>15,0</w:t>
            </w:r>
          </w:p>
          <w:p w:rsidR="002124B1" w:rsidRPr="00A9592F" w:rsidRDefault="002124B1" w:rsidP="00460093">
            <w:pPr>
              <w:pStyle w:val="Table"/>
              <w:jc w:val="center"/>
            </w:pPr>
            <w:r w:rsidRPr="00A9592F">
              <w:t>15,0</w:t>
            </w:r>
          </w:p>
        </w:tc>
        <w:tc>
          <w:tcPr>
            <w:tcW w:w="836" w:type="dxa"/>
            <w:vAlign w:val="bottom"/>
          </w:tcPr>
          <w:p w:rsidR="002124B1" w:rsidRPr="00A9592F" w:rsidRDefault="002124B1" w:rsidP="00460093">
            <w:pPr>
              <w:pStyle w:val="Table"/>
              <w:jc w:val="center"/>
            </w:pPr>
            <w:r w:rsidRPr="00A9592F">
              <w:t>5,0</w:t>
            </w:r>
          </w:p>
          <w:p w:rsidR="002124B1" w:rsidRPr="00A9592F" w:rsidRDefault="002124B1" w:rsidP="00460093">
            <w:pPr>
              <w:pStyle w:val="Table"/>
              <w:jc w:val="center"/>
            </w:pPr>
            <w:r w:rsidRPr="00A9592F">
              <w:t>5,0</w:t>
            </w:r>
          </w:p>
        </w:tc>
        <w:tc>
          <w:tcPr>
            <w:tcW w:w="836" w:type="dxa"/>
            <w:vAlign w:val="bottom"/>
          </w:tcPr>
          <w:p w:rsidR="002124B1" w:rsidRPr="00A9592F" w:rsidRDefault="002124B1" w:rsidP="00460093">
            <w:pPr>
              <w:pStyle w:val="Table"/>
              <w:jc w:val="center"/>
            </w:pPr>
            <w:r w:rsidRPr="00A9592F">
              <w:t>5,0</w:t>
            </w:r>
          </w:p>
          <w:p w:rsidR="002124B1" w:rsidRPr="00A9592F" w:rsidRDefault="002124B1" w:rsidP="00460093">
            <w:pPr>
              <w:pStyle w:val="Table"/>
              <w:jc w:val="center"/>
            </w:pPr>
            <w:r w:rsidRPr="00A9592F">
              <w:t>5,0</w:t>
            </w:r>
          </w:p>
        </w:tc>
        <w:tc>
          <w:tcPr>
            <w:tcW w:w="836" w:type="dxa"/>
            <w:vAlign w:val="bottom"/>
          </w:tcPr>
          <w:p w:rsidR="002124B1" w:rsidRPr="00A9592F" w:rsidRDefault="002124B1" w:rsidP="00460093">
            <w:pPr>
              <w:pStyle w:val="Table"/>
              <w:jc w:val="center"/>
            </w:pPr>
            <w:r w:rsidRPr="00A9592F">
              <w:t>5,0</w:t>
            </w:r>
          </w:p>
          <w:p w:rsidR="002124B1" w:rsidRPr="00A9592F" w:rsidRDefault="002124B1" w:rsidP="00460093">
            <w:pPr>
              <w:pStyle w:val="Table"/>
              <w:jc w:val="center"/>
            </w:pPr>
            <w:r w:rsidRPr="00A9592F">
              <w:t>5,0</w:t>
            </w:r>
          </w:p>
        </w:tc>
        <w:tc>
          <w:tcPr>
            <w:tcW w:w="1047" w:type="dxa"/>
            <w:vAlign w:val="bottom"/>
          </w:tcPr>
          <w:p w:rsidR="002124B1" w:rsidRPr="00A9592F" w:rsidRDefault="002124B1" w:rsidP="00460093">
            <w:pPr>
              <w:pStyle w:val="Table"/>
              <w:jc w:val="center"/>
            </w:pPr>
            <w:r w:rsidRPr="00A9592F">
              <w:t>Весна</w:t>
            </w:r>
          </w:p>
          <w:p w:rsidR="002124B1" w:rsidRPr="00A9592F" w:rsidRDefault="002124B1" w:rsidP="00460093">
            <w:pPr>
              <w:pStyle w:val="Table"/>
              <w:jc w:val="center"/>
            </w:pPr>
            <w:r w:rsidRPr="00A9592F">
              <w:t>Осень</w:t>
            </w:r>
          </w:p>
        </w:tc>
        <w:tc>
          <w:tcPr>
            <w:tcW w:w="1102" w:type="dxa"/>
          </w:tcPr>
          <w:p w:rsidR="002124B1" w:rsidRPr="00A9592F" w:rsidRDefault="002124B1" w:rsidP="00460093">
            <w:pPr>
              <w:pStyle w:val="Table"/>
            </w:pPr>
            <w:r w:rsidRPr="00A9592F">
              <w:t xml:space="preserve">ОДМиС, МЦ, </w:t>
            </w:r>
          </w:p>
          <w:p w:rsidR="002124B1" w:rsidRPr="00A9592F" w:rsidRDefault="002124B1" w:rsidP="00460093">
            <w:pPr>
              <w:pStyle w:val="Table"/>
            </w:pPr>
            <w:r w:rsidRPr="00A9592F">
              <w:t>МУК</w:t>
            </w:r>
          </w:p>
        </w:tc>
      </w:tr>
      <w:tr w:rsidR="002124B1" w:rsidRPr="00A9592F">
        <w:tblPrEx>
          <w:tblCellMar>
            <w:top w:w="0" w:type="dxa"/>
            <w:bottom w:w="0" w:type="dxa"/>
          </w:tblCellMar>
        </w:tblPrEx>
        <w:trPr>
          <w:cantSplit/>
        </w:trPr>
        <w:tc>
          <w:tcPr>
            <w:tcW w:w="709" w:type="dxa"/>
          </w:tcPr>
          <w:p w:rsidR="002124B1" w:rsidRPr="00A9592F" w:rsidRDefault="006A177A" w:rsidP="00460093">
            <w:pPr>
              <w:pStyle w:val="Table"/>
            </w:pPr>
            <w:r w:rsidRPr="00A9592F">
              <w:t>7.5</w:t>
            </w:r>
          </w:p>
        </w:tc>
        <w:tc>
          <w:tcPr>
            <w:tcW w:w="2710" w:type="dxa"/>
          </w:tcPr>
          <w:p w:rsidR="002124B1" w:rsidRPr="00A9592F" w:rsidRDefault="002124B1" w:rsidP="00460093">
            <w:pPr>
              <w:pStyle w:val="Table"/>
            </w:pPr>
            <w:r w:rsidRPr="00A9592F">
              <w:t>Поддержка добровольческого движения</w:t>
            </w:r>
          </w:p>
        </w:tc>
        <w:tc>
          <w:tcPr>
            <w:tcW w:w="753" w:type="dxa"/>
          </w:tcPr>
          <w:p w:rsidR="002124B1" w:rsidRPr="00A9592F" w:rsidRDefault="002124B1" w:rsidP="00460093">
            <w:pPr>
              <w:pStyle w:val="Table"/>
            </w:pPr>
            <w:r w:rsidRPr="00A9592F">
              <w:t>МБ</w:t>
            </w:r>
          </w:p>
        </w:tc>
        <w:tc>
          <w:tcPr>
            <w:tcW w:w="890" w:type="dxa"/>
          </w:tcPr>
          <w:p w:rsidR="002124B1" w:rsidRPr="00A9592F" w:rsidRDefault="002124B1" w:rsidP="00460093">
            <w:pPr>
              <w:pStyle w:val="Table"/>
            </w:pPr>
            <w:r w:rsidRPr="00A9592F">
              <w:t>9,0</w:t>
            </w:r>
          </w:p>
        </w:tc>
        <w:tc>
          <w:tcPr>
            <w:tcW w:w="836" w:type="dxa"/>
          </w:tcPr>
          <w:p w:rsidR="002124B1" w:rsidRPr="00A9592F" w:rsidRDefault="002124B1" w:rsidP="00460093">
            <w:pPr>
              <w:pStyle w:val="Table"/>
            </w:pPr>
            <w:r w:rsidRPr="00A9592F">
              <w:t>3,0</w:t>
            </w:r>
          </w:p>
        </w:tc>
        <w:tc>
          <w:tcPr>
            <w:tcW w:w="836" w:type="dxa"/>
          </w:tcPr>
          <w:p w:rsidR="002124B1" w:rsidRPr="00A9592F" w:rsidRDefault="002124B1" w:rsidP="00460093">
            <w:pPr>
              <w:pStyle w:val="Table"/>
            </w:pPr>
            <w:r w:rsidRPr="00A9592F">
              <w:t>3,0</w:t>
            </w:r>
          </w:p>
        </w:tc>
        <w:tc>
          <w:tcPr>
            <w:tcW w:w="836" w:type="dxa"/>
          </w:tcPr>
          <w:p w:rsidR="002124B1" w:rsidRPr="00A9592F" w:rsidRDefault="002124B1" w:rsidP="00460093">
            <w:pPr>
              <w:pStyle w:val="Table"/>
            </w:pPr>
            <w:r w:rsidRPr="00A9592F">
              <w:t>3,0</w:t>
            </w:r>
          </w:p>
        </w:tc>
        <w:tc>
          <w:tcPr>
            <w:tcW w:w="1047" w:type="dxa"/>
          </w:tcPr>
          <w:p w:rsidR="002124B1" w:rsidRPr="00A9592F" w:rsidRDefault="002124B1" w:rsidP="00460093">
            <w:pPr>
              <w:pStyle w:val="Table"/>
            </w:pPr>
            <w:r w:rsidRPr="00A9592F">
              <w:t>В течение года</w:t>
            </w:r>
          </w:p>
        </w:tc>
        <w:tc>
          <w:tcPr>
            <w:tcW w:w="1102" w:type="dxa"/>
          </w:tcPr>
          <w:p w:rsidR="002124B1" w:rsidRPr="00A9592F" w:rsidRDefault="002124B1" w:rsidP="00460093">
            <w:pPr>
              <w:pStyle w:val="Table"/>
            </w:pPr>
            <w:r w:rsidRPr="00A9592F">
              <w:t>ОДМиС, МЦ</w:t>
            </w:r>
          </w:p>
        </w:tc>
      </w:tr>
      <w:tr w:rsidR="004A0CD5" w:rsidRPr="00A9592F">
        <w:tblPrEx>
          <w:tblCellMar>
            <w:top w:w="0" w:type="dxa"/>
            <w:bottom w:w="0" w:type="dxa"/>
          </w:tblCellMar>
        </w:tblPrEx>
        <w:trPr>
          <w:cantSplit/>
        </w:trPr>
        <w:tc>
          <w:tcPr>
            <w:tcW w:w="709" w:type="dxa"/>
          </w:tcPr>
          <w:p w:rsidR="004A0CD5" w:rsidRPr="00A9592F" w:rsidRDefault="006A177A" w:rsidP="00460093">
            <w:pPr>
              <w:pStyle w:val="Table"/>
            </w:pPr>
            <w:r w:rsidRPr="00A9592F">
              <w:t>7.6</w:t>
            </w:r>
          </w:p>
        </w:tc>
        <w:tc>
          <w:tcPr>
            <w:tcW w:w="2710" w:type="dxa"/>
          </w:tcPr>
          <w:p w:rsidR="004A0CD5" w:rsidRPr="00A9592F" w:rsidRDefault="004A0CD5" w:rsidP="00460093">
            <w:pPr>
              <w:pStyle w:val="Table"/>
            </w:pPr>
            <w:r w:rsidRPr="00A9592F">
              <w:t>Мероприятия МУО (приложение 3)</w:t>
            </w:r>
          </w:p>
        </w:tc>
        <w:tc>
          <w:tcPr>
            <w:tcW w:w="753" w:type="dxa"/>
          </w:tcPr>
          <w:p w:rsidR="004A0CD5" w:rsidRPr="00A9592F" w:rsidRDefault="004A0CD5" w:rsidP="00460093">
            <w:pPr>
              <w:pStyle w:val="Table"/>
            </w:pPr>
            <w:r w:rsidRPr="00A9592F">
              <w:t>МБ</w:t>
            </w:r>
          </w:p>
        </w:tc>
        <w:tc>
          <w:tcPr>
            <w:tcW w:w="890" w:type="dxa"/>
          </w:tcPr>
          <w:p w:rsidR="004A0CD5" w:rsidRPr="00A9592F" w:rsidRDefault="00D034F5" w:rsidP="00460093">
            <w:pPr>
              <w:pStyle w:val="Table"/>
            </w:pPr>
            <w:r w:rsidRPr="00A9592F">
              <w:t>177,0</w:t>
            </w:r>
          </w:p>
        </w:tc>
        <w:tc>
          <w:tcPr>
            <w:tcW w:w="836" w:type="dxa"/>
          </w:tcPr>
          <w:p w:rsidR="004A0CD5" w:rsidRPr="00A9592F" w:rsidRDefault="00D034F5" w:rsidP="00460093">
            <w:pPr>
              <w:pStyle w:val="Table"/>
            </w:pPr>
            <w:r w:rsidRPr="00A9592F">
              <w:t>59,0</w:t>
            </w:r>
          </w:p>
        </w:tc>
        <w:tc>
          <w:tcPr>
            <w:tcW w:w="836" w:type="dxa"/>
          </w:tcPr>
          <w:p w:rsidR="004A0CD5" w:rsidRPr="00A9592F" w:rsidRDefault="00D034F5" w:rsidP="00460093">
            <w:pPr>
              <w:pStyle w:val="Table"/>
            </w:pPr>
            <w:r w:rsidRPr="00A9592F">
              <w:t>59,0</w:t>
            </w:r>
          </w:p>
        </w:tc>
        <w:tc>
          <w:tcPr>
            <w:tcW w:w="836" w:type="dxa"/>
          </w:tcPr>
          <w:p w:rsidR="004A0CD5" w:rsidRPr="00A9592F" w:rsidRDefault="00D034F5" w:rsidP="00460093">
            <w:pPr>
              <w:pStyle w:val="Table"/>
            </w:pPr>
            <w:r w:rsidRPr="00A9592F">
              <w:t>59,0</w:t>
            </w:r>
          </w:p>
        </w:tc>
        <w:tc>
          <w:tcPr>
            <w:tcW w:w="1047" w:type="dxa"/>
          </w:tcPr>
          <w:p w:rsidR="004A0CD5" w:rsidRPr="00A9592F" w:rsidRDefault="004A0CD5" w:rsidP="00460093">
            <w:pPr>
              <w:pStyle w:val="Table"/>
            </w:pPr>
            <w:r w:rsidRPr="00A9592F">
              <w:t>В течение года</w:t>
            </w:r>
          </w:p>
        </w:tc>
        <w:tc>
          <w:tcPr>
            <w:tcW w:w="1102" w:type="dxa"/>
          </w:tcPr>
          <w:p w:rsidR="004A0CD5" w:rsidRPr="00A9592F" w:rsidRDefault="004A0CD5" w:rsidP="00460093">
            <w:pPr>
              <w:pStyle w:val="Table"/>
            </w:pPr>
            <w:r w:rsidRPr="00A9592F">
              <w:t>МУО</w:t>
            </w:r>
          </w:p>
        </w:tc>
      </w:tr>
      <w:tr w:rsidR="004A0CD5" w:rsidRPr="00A9592F">
        <w:tblPrEx>
          <w:tblCellMar>
            <w:top w:w="0" w:type="dxa"/>
            <w:bottom w:w="0" w:type="dxa"/>
          </w:tblCellMar>
        </w:tblPrEx>
        <w:trPr>
          <w:cantSplit/>
        </w:trPr>
        <w:tc>
          <w:tcPr>
            <w:tcW w:w="709" w:type="dxa"/>
          </w:tcPr>
          <w:p w:rsidR="004A0CD5" w:rsidRPr="00A9592F" w:rsidRDefault="006A177A" w:rsidP="00460093">
            <w:pPr>
              <w:pStyle w:val="Table"/>
            </w:pPr>
            <w:r w:rsidRPr="00A9592F">
              <w:t>7.7</w:t>
            </w:r>
          </w:p>
        </w:tc>
        <w:tc>
          <w:tcPr>
            <w:tcW w:w="2710" w:type="dxa"/>
          </w:tcPr>
          <w:p w:rsidR="004A0CD5" w:rsidRPr="00A9592F" w:rsidRDefault="004A0CD5" w:rsidP="00460093">
            <w:pPr>
              <w:pStyle w:val="Table"/>
            </w:pPr>
            <w:r w:rsidRPr="00A9592F">
              <w:t xml:space="preserve">Организация работы </w:t>
            </w:r>
            <w:r w:rsidR="000B413F" w:rsidRPr="00A9592F">
              <w:t>молодежного кафе</w:t>
            </w:r>
            <w:r w:rsidRPr="00A9592F">
              <w:t xml:space="preserve"> для молодежных программ, оборудование тренажерного зала</w:t>
            </w:r>
          </w:p>
        </w:tc>
        <w:tc>
          <w:tcPr>
            <w:tcW w:w="753" w:type="dxa"/>
          </w:tcPr>
          <w:p w:rsidR="004A0CD5" w:rsidRPr="00A9592F" w:rsidRDefault="006C53E7" w:rsidP="00460093">
            <w:pPr>
              <w:pStyle w:val="Table"/>
            </w:pPr>
            <w:r w:rsidRPr="00A9592F">
              <w:t>МБ</w:t>
            </w:r>
          </w:p>
          <w:p w:rsidR="006C53E7" w:rsidRPr="00A9592F" w:rsidRDefault="006C53E7" w:rsidP="00460093">
            <w:pPr>
              <w:pStyle w:val="Table"/>
            </w:pPr>
            <w:r w:rsidRPr="00A9592F">
              <w:t xml:space="preserve">Пр. </w:t>
            </w:r>
            <w:r w:rsidR="0056072C" w:rsidRPr="00A9592F">
              <w:t>с</w:t>
            </w:r>
            <w:r w:rsidRPr="00A9592F">
              <w:t>р – ва.</w:t>
            </w:r>
          </w:p>
        </w:tc>
        <w:tc>
          <w:tcPr>
            <w:tcW w:w="890" w:type="dxa"/>
          </w:tcPr>
          <w:p w:rsidR="004A0CD5" w:rsidRPr="00A9592F" w:rsidRDefault="00D0667B" w:rsidP="00460093">
            <w:pPr>
              <w:pStyle w:val="Table"/>
            </w:pPr>
            <w:r w:rsidRPr="00A9592F">
              <w:t>40,0</w:t>
            </w:r>
          </w:p>
          <w:p w:rsidR="00D0667B" w:rsidRPr="00A9592F" w:rsidRDefault="00D0667B" w:rsidP="00460093">
            <w:pPr>
              <w:pStyle w:val="Table"/>
            </w:pPr>
            <w:r w:rsidRPr="00A9592F">
              <w:t>40,0</w:t>
            </w:r>
          </w:p>
        </w:tc>
        <w:tc>
          <w:tcPr>
            <w:tcW w:w="836" w:type="dxa"/>
          </w:tcPr>
          <w:p w:rsidR="004A0CD5" w:rsidRPr="00A9592F" w:rsidRDefault="00D0667B" w:rsidP="00460093">
            <w:pPr>
              <w:pStyle w:val="Table"/>
            </w:pPr>
            <w:r w:rsidRPr="00A9592F">
              <w:t>20,0</w:t>
            </w:r>
          </w:p>
          <w:p w:rsidR="00D0667B" w:rsidRPr="00A9592F" w:rsidRDefault="00D0667B" w:rsidP="00460093">
            <w:pPr>
              <w:pStyle w:val="Table"/>
            </w:pPr>
            <w:r w:rsidRPr="00A9592F">
              <w:t>20,0</w:t>
            </w:r>
          </w:p>
        </w:tc>
        <w:tc>
          <w:tcPr>
            <w:tcW w:w="836" w:type="dxa"/>
          </w:tcPr>
          <w:p w:rsidR="004A0CD5" w:rsidRPr="00A9592F" w:rsidRDefault="00D0667B" w:rsidP="00460093">
            <w:pPr>
              <w:pStyle w:val="Table"/>
            </w:pPr>
            <w:r w:rsidRPr="00A9592F">
              <w:t>10,0</w:t>
            </w:r>
          </w:p>
          <w:p w:rsidR="00D0667B" w:rsidRPr="00A9592F" w:rsidRDefault="00D0667B" w:rsidP="00460093">
            <w:pPr>
              <w:pStyle w:val="Table"/>
            </w:pPr>
            <w:r w:rsidRPr="00A9592F">
              <w:t>10,0</w:t>
            </w:r>
          </w:p>
        </w:tc>
        <w:tc>
          <w:tcPr>
            <w:tcW w:w="836" w:type="dxa"/>
          </w:tcPr>
          <w:p w:rsidR="004A0CD5" w:rsidRPr="00A9592F" w:rsidRDefault="00D0667B" w:rsidP="00460093">
            <w:pPr>
              <w:pStyle w:val="Table"/>
            </w:pPr>
            <w:r w:rsidRPr="00A9592F">
              <w:t>10,0</w:t>
            </w:r>
          </w:p>
          <w:p w:rsidR="00D0667B" w:rsidRPr="00A9592F" w:rsidRDefault="00D0667B" w:rsidP="00460093">
            <w:pPr>
              <w:pStyle w:val="Table"/>
            </w:pPr>
            <w:r w:rsidRPr="00A9592F">
              <w:t>10,0</w:t>
            </w:r>
          </w:p>
        </w:tc>
        <w:tc>
          <w:tcPr>
            <w:tcW w:w="1047" w:type="dxa"/>
          </w:tcPr>
          <w:p w:rsidR="004A0CD5" w:rsidRPr="00A9592F" w:rsidRDefault="004A0CD5" w:rsidP="00460093">
            <w:pPr>
              <w:pStyle w:val="Table"/>
            </w:pPr>
            <w:r w:rsidRPr="00A9592F">
              <w:t>В течение года</w:t>
            </w:r>
          </w:p>
        </w:tc>
        <w:tc>
          <w:tcPr>
            <w:tcW w:w="1102" w:type="dxa"/>
          </w:tcPr>
          <w:p w:rsidR="004A0CD5" w:rsidRPr="00A9592F" w:rsidRDefault="004A0CD5" w:rsidP="00460093">
            <w:pPr>
              <w:pStyle w:val="Table"/>
            </w:pPr>
            <w:r w:rsidRPr="00A9592F">
              <w:t>Глава Каменской с.т. ОДМиС, МУК, МЦ</w:t>
            </w:r>
          </w:p>
        </w:tc>
      </w:tr>
      <w:tr w:rsidR="004A0CD5" w:rsidRPr="00A9592F">
        <w:tblPrEx>
          <w:tblCellMar>
            <w:top w:w="0" w:type="dxa"/>
            <w:bottom w:w="0" w:type="dxa"/>
          </w:tblCellMar>
        </w:tblPrEx>
        <w:trPr>
          <w:cantSplit/>
        </w:trPr>
        <w:tc>
          <w:tcPr>
            <w:tcW w:w="709" w:type="dxa"/>
          </w:tcPr>
          <w:p w:rsidR="004A0CD5" w:rsidRPr="00A9592F" w:rsidRDefault="006A177A" w:rsidP="00460093">
            <w:pPr>
              <w:pStyle w:val="Table"/>
            </w:pPr>
            <w:r w:rsidRPr="00A9592F">
              <w:t>7.8</w:t>
            </w:r>
          </w:p>
        </w:tc>
        <w:tc>
          <w:tcPr>
            <w:tcW w:w="2710" w:type="dxa"/>
          </w:tcPr>
          <w:p w:rsidR="00170AFE" w:rsidRPr="00A9592F" w:rsidRDefault="004A0CD5" w:rsidP="00460093">
            <w:pPr>
              <w:pStyle w:val="Table"/>
            </w:pPr>
            <w:r w:rsidRPr="00A9592F">
              <w:t>Организация молодеж</w:t>
            </w:r>
            <w:r w:rsidR="00170AFE" w:rsidRPr="00A9592F">
              <w:t>ного клуба в СДК,</w:t>
            </w:r>
            <w:r w:rsidR="00460093">
              <w:t xml:space="preserve"> </w:t>
            </w:r>
            <w:r w:rsidR="00170AFE" w:rsidRPr="00A9592F">
              <w:t>Ремонт спортивного зала</w:t>
            </w:r>
          </w:p>
        </w:tc>
        <w:tc>
          <w:tcPr>
            <w:tcW w:w="753" w:type="dxa"/>
          </w:tcPr>
          <w:p w:rsidR="0056072C" w:rsidRPr="00A9592F" w:rsidRDefault="0056072C" w:rsidP="00460093">
            <w:pPr>
              <w:pStyle w:val="Table"/>
            </w:pPr>
            <w:r w:rsidRPr="00A9592F">
              <w:t>МБ</w:t>
            </w:r>
          </w:p>
          <w:p w:rsidR="004A0CD5" w:rsidRPr="00A9592F" w:rsidRDefault="0056072C" w:rsidP="00460093">
            <w:pPr>
              <w:pStyle w:val="Table"/>
            </w:pPr>
            <w:r w:rsidRPr="00A9592F">
              <w:t>Пр. ср – ва.</w:t>
            </w:r>
          </w:p>
        </w:tc>
        <w:tc>
          <w:tcPr>
            <w:tcW w:w="890" w:type="dxa"/>
          </w:tcPr>
          <w:p w:rsidR="004A0CD5" w:rsidRPr="00A9592F" w:rsidRDefault="00170AFE" w:rsidP="00460093">
            <w:pPr>
              <w:pStyle w:val="Table"/>
            </w:pPr>
            <w:r w:rsidRPr="00A9592F">
              <w:t>36,0</w:t>
            </w:r>
          </w:p>
          <w:p w:rsidR="00170AFE" w:rsidRPr="00A9592F" w:rsidRDefault="00170AFE" w:rsidP="00460093">
            <w:pPr>
              <w:pStyle w:val="Table"/>
            </w:pPr>
            <w:r w:rsidRPr="00A9592F">
              <w:t>36,0</w:t>
            </w:r>
          </w:p>
        </w:tc>
        <w:tc>
          <w:tcPr>
            <w:tcW w:w="836" w:type="dxa"/>
          </w:tcPr>
          <w:p w:rsidR="004A0CD5" w:rsidRPr="00A9592F" w:rsidRDefault="00170AFE" w:rsidP="00460093">
            <w:pPr>
              <w:pStyle w:val="Table"/>
            </w:pPr>
            <w:r w:rsidRPr="00A9592F">
              <w:t>12,0</w:t>
            </w:r>
          </w:p>
          <w:p w:rsidR="00170AFE" w:rsidRPr="00A9592F" w:rsidRDefault="00170AFE" w:rsidP="00460093">
            <w:pPr>
              <w:pStyle w:val="Table"/>
            </w:pPr>
            <w:r w:rsidRPr="00A9592F">
              <w:t>12,0</w:t>
            </w:r>
          </w:p>
        </w:tc>
        <w:tc>
          <w:tcPr>
            <w:tcW w:w="836" w:type="dxa"/>
          </w:tcPr>
          <w:p w:rsidR="004A0CD5" w:rsidRPr="00A9592F" w:rsidRDefault="00170AFE" w:rsidP="00460093">
            <w:pPr>
              <w:pStyle w:val="Table"/>
            </w:pPr>
            <w:r w:rsidRPr="00A9592F">
              <w:t>12,0</w:t>
            </w:r>
          </w:p>
          <w:p w:rsidR="002116F8" w:rsidRPr="00A9592F" w:rsidRDefault="002116F8" w:rsidP="00460093">
            <w:pPr>
              <w:pStyle w:val="Table"/>
            </w:pPr>
            <w:r w:rsidRPr="00A9592F">
              <w:t>12,0</w:t>
            </w:r>
          </w:p>
        </w:tc>
        <w:tc>
          <w:tcPr>
            <w:tcW w:w="836" w:type="dxa"/>
          </w:tcPr>
          <w:p w:rsidR="004A0CD5" w:rsidRPr="00A9592F" w:rsidRDefault="002116F8" w:rsidP="00460093">
            <w:pPr>
              <w:pStyle w:val="Table"/>
            </w:pPr>
            <w:r w:rsidRPr="00A9592F">
              <w:t>12,0</w:t>
            </w:r>
          </w:p>
          <w:p w:rsidR="002116F8" w:rsidRPr="00A9592F" w:rsidRDefault="002116F8" w:rsidP="00460093">
            <w:pPr>
              <w:pStyle w:val="Table"/>
            </w:pPr>
            <w:r w:rsidRPr="00A9592F">
              <w:t>12,0</w:t>
            </w:r>
          </w:p>
        </w:tc>
        <w:tc>
          <w:tcPr>
            <w:tcW w:w="1047" w:type="dxa"/>
          </w:tcPr>
          <w:p w:rsidR="004A0CD5" w:rsidRPr="00A9592F" w:rsidRDefault="004A0CD5" w:rsidP="00460093">
            <w:pPr>
              <w:pStyle w:val="Table"/>
            </w:pPr>
            <w:r w:rsidRPr="00A9592F">
              <w:t>В течение года</w:t>
            </w:r>
          </w:p>
        </w:tc>
        <w:tc>
          <w:tcPr>
            <w:tcW w:w="1102" w:type="dxa"/>
          </w:tcPr>
          <w:p w:rsidR="004A0CD5" w:rsidRPr="00A9592F" w:rsidRDefault="004A0CD5" w:rsidP="00460093">
            <w:pPr>
              <w:pStyle w:val="Table"/>
            </w:pPr>
            <w:r w:rsidRPr="00A9592F">
              <w:t>Глава Тарадановской с.т. ОДМиС, МУК, МЦ</w:t>
            </w:r>
          </w:p>
        </w:tc>
      </w:tr>
      <w:tr w:rsidR="004A0CD5" w:rsidRPr="00A9592F">
        <w:tblPrEx>
          <w:tblCellMar>
            <w:top w:w="0" w:type="dxa"/>
            <w:bottom w:w="0" w:type="dxa"/>
          </w:tblCellMar>
        </w:tblPrEx>
        <w:trPr>
          <w:cantSplit/>
        </w:trPr>
        <w:tc>
          <w:tcPr>
            <w:tcW w:w="709" w:type="dxa"/>
          </w:tcPr>
          <w:p w:rsidR="004A0CD5" w:rsidRPr="00A9592F" w:rsidRDefault="006A177A" w:rsidP="00460093">
            <w:pPr>
              <w:pStyle w:val="Table"/>
            </w:pPr>
            <w:r w:rsidRPr="00A9592F">
              <w:t>7.9</w:t>
            </w:r>
          </w:p>
        </w:tc>
        <w:tc>
          <w:tcPr>
            <w:tcW w:w="2710" w:type="dxa"/>
          </w:tcPr>
          <w:p w:rsidR="004A0CD5" w:rsidRPr="00A9592F" w:rsidRDefault="004A0CD5" w:rsidP="00460093">
            <w:pPr>
              <w:pStyle w:val="Table"/>
            </w:pPr>
            <w:r w:rsidRPr="00A9592F">
              <w:t xml:space="preserve">Организация </w:t>
            </w:r>
            <w:r w:rsidR="002116F8" w:rsidRPr="00A9592F">
              <w:t>спортивных занятий в зале Д.С.,</w:t>
            </w:r>
            <w:r w:rsidRPr="00A9592F">
              <w:t>открытие бильярдного клуба, организация ипподрома</w:t>
            </w:r>
          </w:p>
        </w:tc>
        <w:tc>
          <w:tcPr>
            <w:tcW w:w="753" w:type="dxa"/>
          </w:tcPr>
          <w:p w:rsidR="0056072C" w:rsidRPr="00A9592F" w:rsidRDefault="0056072C" w:rsidP="00460093">
            <w:pPr>
              <w:pStyle w:val="Table"/>
            </w:pPr>
            <w:r w:rsidRPr="00A9592F">
              <w:t>МБ</w:t>
            </w:r>
          </w:p>
          <w:p w:rsidR="004A0CD5" w:rsidRPr="00A9592F" w:rsidRDefault="0056072C" w:rsidP="00460093">
            <w:pPr>
              <w:pStyle w:val="Table"/>
            </w:pPr>
            <w:r w:rsidRPr="00A9592F">
              <w:t>Пр. ср – ва.</w:t>
            </w:r>
          </w:p>
        </w:tc>
        <w:tc>
          <w:tcPr>
            <w:tcW w:w="890" w:type="dxa"/>
          </w:tcPr>
          <w:p w:rsidR="004A0CD5" w:rsidRPr="00A9592F" w:rsidRDefault="004808ED" w:rsidP="00460093">
            <w:pPr>
              <w:pStyle w:val="Table"/>
            </w:pPr>
            <w:r w:rsidRPr="00A9592F">
              <w:t>60,0</w:t>
            </w:r>
          </w:p>
          <w:p w:rsidR="004808ED" w:rsidRPr="00A9592F" w:rsidRDefault="004808ED" w:rsidP="00460093">
            <w:pPr>
              <w:pStyle w:val="Table"/>
            </w:pPr>
            <w:r w:rsidRPr="00A9592F">
              <w:t>65,0</w:t>
            </w:r>
          </w:p>
        </w:tc>
        <w:tc>
          <w:tcPr>
            <w:tcW w:w="836" w:type="dxa"/>
          </w:tcPr>
          <w:p w:rsidR="004A0CD5" w:rsidRPr="00A9592F" w:rsidRDefault="004808ED" w:rsidP="00460093">
            <w:pPr>
              <w:pStyle w:val="Table"/>
            </w:pPr>
            <w:r w:rsidRPr="00A9592F">
              <w:t>30,0</w:t>
            </w:r>
          </w:p>
          <w:p w:rsidR="004808ED" w:rsidRPr="00A9592F" w:rsidRDefault="004808ED" w:rsidP="00460093">
            <w:pPr>
              <w:pStyle w:val="Table"/>
            </w:pPr>
            <w:r w:rsidRPr="00A9592F">
              <w:t>25,0</w:t>
            </w:r>
          </w:p>
        </w:tc>
        <w:tc>
          <w:tcPr>
            <w:tcW w:w="836" w:type="dxa"/>
          </w:tcPr>
          <w:p w:rsidR="004A0CD5" w:rsidRPr="00A9592F" w:rsidRDefault="004808ED" w:rsidP="00460093">
            <w:pPr>
              <w:pStyle w:val="Table"/>
            </w:pPr>
            <w:r w:rsidRPr="00A9592F">
              <w:t>15,0</w:t>
            </w:r>
          </w:p>
          <w:p w:rsidR="004808ED" w:rsidRPr="00A9592F" w:rsidRDefault="004808ED" w:rsidP="00460093">
            <w:pPr>
              <w:pStyle w:val="Table"/>
            </w:pPr>
            <w:r w:rsidRPr="00A9592F">
              <w:t>20,0</w:t>
            </w:r>
          </w:p>
        </w:tc>
        <w:tc>
          <w:tcPr>
            <w:tcW w:w="836" w:type="dxa"/>
          </w:tcPr>
          <w:p w:rsidR="004A0CD5" w:rsidRPr="00A9592F" w:rsidRDefault="004808ED" w:rsidP="00460093">
            <w:pPr>
              <w:pStyle w:val="Table"/>
            </w:pPr>
            <w:r w:rsidRPr="00A9592F">
              <w:t>15,0</w:t>
            </w:r>
          </w:p>
          <w:p w:rsidR="004808ED" w:rsidRPr="00A9592F" w:rsidRDefault="004808ED" w:rsidP="00460093">
            <w:pPr>
              <w:pStyle w:val="Table"/>
            </w:pPr>
            <w:r w:rsidRPr="00A9592F">
              <w:t>20,0</w:t>
            </w:r>
          </w:p>
        </w:tc>
        <w:tc>
          <w:tcPr>
            <w:tcW w:w="1047" w:type="dxa"/>
          </w:tcPr>
          <w:p w:rsidR="004A0CD5" w:rsidRPr="00A9592F" w:rsidRDefault="004A0CD5" w:rsidP="00460093">
            <w:pPr>
              <w:pStyle w:val="Table"/>
            </w:pPr>
            <w:r w:rsidRPr="00A9592F">
              <w:t>В течение года</w:t>
            </w:r>
          </w:p>
        </w:tc>
        <w:tc>
          <w:tcPr>
            <w:tcW w:w="1102" w:type="dxa"/>
          </w:tcPr>
          <w:p w:rsidR="004A0CD5" w:rsidRPr="00A9592F" w:rsidRDefault="004A0CD5" w:rsidP="00460093">
            <w:pPr>
              <w:pStyle w:val="Table"/>
            </w:pPr>
            <w:r w:rsidRPr="00A9592F">
              <w:t>Глава Мельковской с.т. ОДМиС, МУК, МЦ</w:t>
            </w:r>
          </w:p>
        </w:tc>
      </w:tr>
      <w:tr w:rsidR="004A0CD5" w:rsidRPr="00A9592F">
        <w:tblPrEx>
          <w:tblCellMar>
            <w:top w:w="0" w:type="dxa"/>
            <w:bottom w:w="0" w:type="dxa"/>
          </w:tblCellMar>
        </w:tblPrEx>
        <w:trPr>
          <w:cantSplit/>
        </w:trPr>
        <w:tc>
          <w:tcPr>
            <w:tcW w:w="709" w:type="dxa"/>
          </w:tcPr>
          <w:p w:rsidR="004A0CD5" w:rsidRPr="00A9592F" w:rsidRDefault="006A177A" w:rsidP="00460093">
            <w:pPr>
              <w:pStyle w:val="Table"/>
            </w:pPr>
            <w:r w:rsidRPr="00A9592F">
              <w:lastRenderedPageBreak/>
              <w:t>7.10</w:t>
            </w:r>
          </w:p>
        </w:tc>
        <w:tc>
          <w:tcPr>
            <w:tcW w:w="2710" w:type="dxa"/>
          </w:tcPr>
          <w:p w:rsidR="004A0CD5" w:rsidRPr="00A9592F" w:rsidRDefault="004A0CD5" w:rsidP="00460093">
            <w:pPr>
              <w:pStyle w:val="Table"/>
            </w:pPr>
            <w:r w:rsidRPr="00A9592F">
              <w:t>Оборудо</w:t>
            </w:r>
            <w:r w:rsidR="00441579" w:rsidRPr="00A9592F">
              <w:t>вание детских игровых площадок;</w:t>
            </w:r>
            <w:r w:rsidR="00460093">
              <w:t xml:space="preserve"> </w:t>
            </w:r>
            <w:r w:rsidRPr="00A9592F">
              <w:t>Баскетбольной площадки</w:t>
            </w:r>
          </w:p>
        </w:tc>
        <w:tc>
          <w:tcPr>
            <w:tcW w:w="753" w:type="dxa"/>
          </w:tcPr>
          <w:p w:rsidR="0056072C" w:rsidRPr="00A9592F" w:rsidRDefault="0056072C" w:rsidP="00460093">
            <w:pPr>
              <w:pStyle w:val="Table"/>
            </w:pPr>
            <w:r w:rsidRPr="00A9592F">
              <w:t>МБ</w:t>
            </w:r>
          </w:p>
          <w:p w:rsidR="004A0CD5" w:rsidRPr="00A9592F" w:rsidRDefault="0056072C" w:rsidP="00460093">
            <w:pPr>
              <w:pStyle w:val="Table"/>
            </w:pPr>
            <w:r w:rsidRPr="00A9592F">
              <w:t>Пр. ср – ва.</w:t>
            </w:r>
          </w:p>
        </w:tc>
        <w:tc>
          <w:tcPr>
            <w:tcW w:w="890" w:type="dxa"/>
          </w:tcPr>
          <w:p w:rsidR="004A0CD5" w:rsidRPr="00A9592F" w:rsidRDefault="00441579" w:rsidP="00460093">
            <w:pPr>
              <w:pStyle w:val="Table"/>
            </w:pPr>
            <w:r w:rsidRPr="00A9592F">
              <w:t>44,0</w:t>
            </w:r>
          </w:p>
          <w:p w:rsidR="00441579" w:rsidRPr="00A9592F" w:rsidRDefault="00441579" w:rsidP="00460093">
            <w:pPr>
              <w:pStyle w:val="Table"/>
            </w:pPr>
            <w:r w:rsidRPr="00A9592F">
              <w:t>34,0</w:t>
            </w:r>
          </w:p>
        </w:tc>
        <w:tc>
          <w:tcPr>
            <w:tcW w:w="836" w:type="dxa"/>
          </w:tcPr>
          <w:p w:rsidR="004A0CD5" w:rsidRPr="00A9592F" w:rsidRDefault="00EF3647" w:rsidP="00460093">
            <w:pPr>
              <w:pStyle w:val="Table"/>
            </w:pPr>
            <w:r w:rsidRPr="00A9592F">
              <w:t>30,0</w:t>
            </w:r>
          </w:p>
          <w:p w:rsidR="00EF3647" w:rsidRPr="00A9592F" w:rsidRDefault="00EF3647" w:rsidP="00460093">
            <w:pPr>
              <w:pStyle w:val="Table"/>
            </w:pPr>
            <w:r w:rsidRPr="00A9592F">
              <w:t>30,0</w:t>
            </w:r>
          </w:p>
        </w:tc>
        <w:tc>
          <w:tcPr>
            <w:tcW w:w="836" w:type="dxa"/>
          </w:tcPr>
          <w:p w:rsidR="004A0CD5" w:rsidRPr="00A9592F" w:rsidRDefault="00EF3647" w:rsidP="00460093">
            <w:pPr>
              <w:pStyle w:val="Table"/>
            </w:pPr>
            <w:r w:rsidRPr="00A9592F">
              <w:t>7,0</w:t>
            </w:r>
          </w:p>
          <w:p w:rsidR="00EF3647" w:rsidRPr="00A9592F" w:rsidRDefault="005929F4" w:rsidP="00460093">
            <w:pPr>
              <w:pStyle w:val="Table"/>
            </w:pPr>
            <w:r w:rsidRPr="00A9592F">
              <w:t>2</w:t>
            </w:r>
            <w:r w:rsidR="00EF3647" w:rsidRPr="00A9592F">
              <w:t>,0</w:t>
            </w:r>
          </w:p>
        </w:tc>
        <w:tc>
          <w:tcPr>
            <w:tcW w:w="836" w:type="dxa"/>
          </w:tcPr>
          <w:p w:rsidR="004A0CD5" w:rsidRPr="00A9592F" w:rsidRDefault="00EF3647" w:rsidP="00460093">
            <w:pPr>
              <w:pStyle w:val="Table"/>
            </w:pPr>
            <w:r w:rsidRPr="00A9592F">
              <w:t>7,0</w:t>
            </w:r>
          </w:p>
          <w:p w:rsidR="00EF3647" w:rsidRPr="00A9592F" w:rsidRDefault="005929F4" w:rsidP="00460093">
            <w:pPr>
              <w:pStyle w:val="Table"/>
            </w:pPr>
            <w:r w:rsidRPr="00A9592F">
              <w:t>2</w:t>
            </w:r>
            <w:r w:rsidR="00EF3647" w:rsidRPr="00A9592F">
              <w:t>,0</w:t>
            </w:r>
          </w:p>
        </w:tc>
        <w:tc>
          <w:tcPr>
            <w:tcW w:w="1047" w:type="dxa"/>
          </w:tcPr>
          <w:p w:rsidR="004A0CD5" w:rsidRPr="00A9592F" w:rsidRDefault="004A0CD5" w:rsidP="00460093">
            <w:pPr>
              <w:pStyle w:val="Table"/>
            </w:pPr>
            <w:r w:rsidRPr="00A9592F">
              <w:t>В течение года</w:t>
            </w:r>
          </w:p>
        </w:tc>
        <w:tc>
          <w:tcPr>
            <w:tcW w:w="1102" w:type="dxa"/>
          </w:tcPr>
          <w:p w:rsidR="004A0CD5" w:rsidRPr="00A9592F" w:rsidRDefault="004A0CD5" w:rsidP="00460093">
            <w:pPr>
              <w:pStyle w:val="Table"/>
            </w:pPr>
            <w:r w:rsidRPr="00A9592F">
              <w:t>Глава Борисовской с.т. ОДМиС, МЦ</w:t>
            </w:r>
          </w:p>
        </w:tc>
      </w:tr>
      <w:tr w:rsidR="004A0CD5" w:rsidRPr="00A9592F">
        <w:tblPrEx>
          <w:tblCellMar>
            <w:top w:w="0" w:type="dxa"/>
            <w:bottom w:w="0" w:type="dxa"/>
          </w:tblCellMar>
        </w:tblPrEx>
        <w:trPr>
          <w:cantSplit/>
        </w:trPr>
        <w:tc>
          <w:tcPr>
            <w:tcW w:w="709" w:type="dxa"/>
          </w:tcPr>
          <w:p w:rsidR="004A0CD5" w:rsidRPr="00A9592F" w:rsidRDefault="006A177A" w:rsidP="00460093">
            <w:pPr>
              <w:pStyle w:val="Table"/>
            </w:pPr>
            <w:r w:rsidRPr="00A9592F">
              <w:t>7.11</w:t>
            </w:r>
          </w:p>
        </w:tc>
        <w:tc>
          <w:tcPr>
            <w:tcW w:w="2710" w:type="dxa"/>
          </w:tcPr>
          <w:p w:rsidR="004A0CD5" w:rsidRPr="00A9592F" w:rsidRDefault="004A0CD5" w:rsidP="00460093">
            <w:pPr>
              <w:pStyle w:val="Table"/>
            </w:pPr>
            <w:r w:rsidRPr="00A9592F">
              <w:t>Организация работы тренажерного зала, Молодежного объединения «Инициатива»</w:t>
            </w:r>
          </w:p>
        </w:tc>
        <w:tc>
          <w:tcPr>
            <w:tcW w:w="753" w:type="dxa"/>
          </w:tcPr>
          <w:p w:rsidR="0056072C" w:rsidRPr="00A9592F" w:rsidRDefault="0056072C" w:rsidP="00460093">
            <w:pPr>
              <w:pStyle w:val="Table"/>
            </w:pPr>
            <w:r w:rsidRPr="00A9592F">
              <w:t>МБ</w:t>
            </w:r>
          </w:p>
          <w:p w:rsidR="004A0CD5" w:rsidRPr="00A9592F" w:rsidRDefault="0056072C" w:rsidP="00460093">
            <w:pPr>
              <w:pStyle w:val="Table"/>
            </w:pPr>
            <w:r w:rsidRPr="00A9592F">
              <w:t>Пр. ср – ва.</w:t>
            </w:r>
          </w:p>
        </w:tc>
        <w:tc>
          <w:tcPr>
            <w:tcW w:w="890" w:type="dxa"/>
          </w:tcPr>
          <w:p w:rsidR="004A0CD5" w:rsidRPr="00A9592F" w:rsidRDefault="00EF3647" w:rsidP="00460093">
            <w:pPr>
              <w:pStyle w:val="Table"/>
            </w:pPr>
            <w:r w:rsidRPr="00A9592F">
              <w:t>16,0</w:t>
            </w:r>
          </w:p>
          <w:p w:rsidR="00EF3647" w:rsidRPr="00A9592F" w:rsidRDefault="00EF3647" w:rsidP="00460093">
            <w:pPr>
              <w:pStyle w:val="Table"/>
            </w:pPr>
            <w:r w:rsidRPr="00A9592F">
              <w:t>10,0</w:t>
            </w:r>
          </w:p>
        </w:tc>
        <w:tc>
          <w:tcPr>
            <w:tcW w:w="836" w:type="dxa"/>
          </w:tcPr>
          <w:p w:rsidR="004A0CD5" w:rsidRPr="00A9592F" w:rsidRDefault="00DF70A0" w:rsidP="00460093">
            <w:pPr>
              <w:pStyle w:val="Table"/>
            </w:pPr>
            <w:r w:rsidRPr="00A9592F">
              <w:t>10,0</w:t>
            </w:r>
          </w:p>
          <w:p w:rsidR="00DF70A0" w:rsidRPr="00A9592F" w:rsidRDefault="00DF70A0" w:rsidP="00460093">
            <w:pPr>
              <w:pStyle w:val="Table"/>
            </w:pPr>
            <w:r w:rsidRPr="00A9592F">
              <w:t>5,0</w:t>
            </w:r>
          </w:p>
        </w:tc>
        <w:tc>
          <w:tcPr>
            <w:tcW w:w="836" w:type="dxa"/>
          </w:tcPr>
          <w:p w:rsidR="004A0CD5" w:rsidRPr="00A9592F" w:rsidRDefault="00DF70A0" w:rsidP="00460093">
            <w:pPr>
              <w:pStyle w:val="Table"/>
            </w:pPr>
            <w:r w:rsidRPr="00A9592F">
              <w:t>3,0</w:t>
            </w:r>
          </w:p>
          <w:p w:rsidR="00DF70A0" w:rsidRPr="00A9592F" w:rsidRDefault="00DF70A0" w:rsidP="00460093">
            <w:pPr>
              <w:pStyle w:val="Table"/>
            </w:pPr>
            <w:r w:rsidRPr="00A9592F">
              <w:t>3,0</w:t>
            </w:r>
          </w:p>
        </w:tc>
        <w:tc>
          <w:tcPr>
            <w:tcW w:w="836" w:type="dxa"/>
          </w:tcPr>
          <w:p w:rsidR="004A0CD5" w:rsidRPr="00A9592F" w:rsidRDefault="00DF70A0" w:rsidP="00460093">
            <w:pPr>
              <w:pStyle w:val="Table"/>
            </w:pPr>
            <w:r w:rsidRPr="00A9592F">
              <w:t>3,0</w:t>
            </w:r>
          </w:p>
          <w:p w:rsidR="00DF70A0" w:rsidRPr="00A9592F" w:rsidRDefault="00DF70A0" w:rsidP="00460093">
            <w:pPr>
              <w:pStyle w:val="Table"/>
            </w:pPr>
            <w:r w:rsidRPr="00A9592F">
              <w:t>2,0</w:t>
            </w:r>
          </w:p>
        </w:tc>
        <w:tc>
          <w:tcPr>
            <w:tcW w:w="1047" w:type="dxa"/>
          </w:tcPr>
          <w:p w:rsidR="004A0CD5" w:rsidRPr="00A9592F" w:rsidRDefault="004A0CD5" w:rsidP="00460093">
            <w:pPr>
              <w:pStyle w:val="Table"/>
            </w:pPr>
            <w:r w:rsidRPr="00A9592F">
              <w:t>В течение года</w:t>
            </w:r>
          </w:p>
        </w:tc>
        <w:tc>
          <w:tcPr>
            <w:tcW w:w="1102" w:type="dxa"/>
          </w:tcPr>
          <w:p w:rsidR="004A0CD5" w:rsidRPr="00A9592F" w:rsidRDefault="004A0CD5" w:rsidP="00460093">
            <w:pPr>
              <w:pStyle w:val="Table"/>
            </w:pPr>
            <w:r w:rsidRPr="00A9592F">
              <w:t>Глава Зеленовской с.т. ОДМиС, МЦ</w:t>
            </w:r>
          </w:p>
        </w:tc>
      </w:tr>
      <w:tr w:rsidR="00DF70A0" w:rsidRPr="00A9592F">
        <w:tblPrEx>
          <w:tblCellMar>
            <w:top w:w="0" w:type="dxa"/>
            <w:bottom w:w="0" w:type="dxa"/>
          </w:tblCellMar>
        </w:tblPrEx>
        <w:trPr>
          <w:cantSplit/>
        </w:trPr>
        <w:tc>
          <w:tcPr>
            <w:tcW w:w="709" w:type="dxa"/>
          </w:tcPr>
          <w:p w:rsidR="00DF70A0" w:rsidRPr="00A9592F" w:rsidRDefault="006A177A" w:rsidP="00460093">
            <w:pPr>
              <w:pStyle w:val="Table"/>
            </w:pPr>
            <w:r w:rsidRPr="00A9592F">
              <w:t>7.12</w:t>
            </w:r>
          </w:p>
        </w:tc>
        <w:tc>
          <w:tcPr>
            <w:tcW w:w="2710" w:type="dxa"/>
          </w:tcPr>
          <w:p w:rsidR="00DF70A0" w:rsidRPr="00A9592F" w:rsidRDefault="00DF70A0" w:rsidP="00460093">
            <w:pPr>
              <w:pStyle w:val="Table"/>
            </w:pPr>
            <w:r w:rsidRPr="00A9592F">
              <w:t>Создание спортивно-молодежного центра. Молодежного инициативного клуба</w:t>
            </w:r>
          </w:p>
        </w:tc>
        <w:tc>
          <w:tcPr>
            <w:tcW w:w="753" w:type="dxa"/>
          </w:tcPr>
          <w:p w:rsidR="00DF70A0" w:rsidRPr="00A9592F" w:rsidRDefault="00DF70A0" w:rsidP="00460093">
            <w:pPr>
              <w:pStyle w:val="Table"/>
            </w:pPr>
            <w:r w:rsidRPr="00A9592F">
              <w:t>МБ</w:t>
            </w:r>
          </w:p>
          <w:p w:rsidR="00DF70A0" w:rsidRPr="00A9592F" w:rsidRDefault="00DF70A0" w:rsidP="00460093">
            <w:pPr>
              <w:pStyle w:val="Table"/>
            </w:pPr>
            <w:r w:rsidRPr="00A9592F">
              <w:t>Пр. ср – ва.</w:t>
            </w:r>
          </w:p>
        </w:tc>
        <w:tc>
          <w:tcPr>
            <w:tcW w:w="890" w:type="dxa"/>
          </w:tcPr>
          <w:p w:rsidR="00DF70A0" w:rsidRPr="00A9592F" w:rsidRDefault="00DF70A0" w:rsidP="00460093">
            <w:pPr>
              <w:pStyle w:val="Table"/>
            </w:pPr>
            <w:r w:rsidRPr="00A9592F">
              <w:t>16,0</w:t>
            </w:r>
          </w:p>
          <w:p w:rsidR="00DF70A0" w:rsidRPr="00A9592F" w:rsidRDefault="00DF70A0" w:rsidP="00460093">
            <w:pPr>
              <w:pStyle w:val="Table"/>
            </w:pPr>
            <w:r w:rsidRPr="00A9592F">
              <w:t>10,0</w:t>
            </w:r>
          </w:p>
        </w:tc>
        <w:tc>
          <w:tcPr>
            <w:tcW w:w="836" w:type="dxa"/>
          </w:tcPr>
          <w:p w:rsidR="00DF70A0" w:rsidRPr="00A9592F" w:rsidRDefault="00DF70A0" w:rsidP="00460093">
            <w:pPr>
              <w:pStyle w:val="Table"/>
            </w:pPr>
            <w:r w:rsidRPr="00A9592F">
              <w:t>10,0</w:t>
            </w:r>
          </w:p>
          <w:p w:rsidR="00DF70A0" w:rsidRPr="00A9592F" w:rsidRDefault="00DF70A0" w:rsidP="00460093">
            <w:pPr>
              <w:pStyle w:val="Table"/>
            </w:pPr>
            <w:r w:rsidRPr="00A9592F">
              <w:t>5,0</w:t>
            </w:r>
          </w:p>
        </w:tc>
        <w:tc>
          <w:tcPr>
            <w:tcW w:w="836" w:type="dxa"/>
          </w:tcPr>
          <w:p w:rsidR="00DF70A0" w:rsidRPr="00A9592F" w:rsidRDefault="00DF70A0" w:rsidP="00460093">
            <w:pPr>
              <w:pStyle w:val="Table"/>
            </w:pPr>
            <w:r w:rsidRPr="00A9592F">
              <w:t>3,0</w:t>
            </w:r>
          </w:p>
          <w:p w:rsidR="00DF70A0" w:rsidRPr="00A9592F" w:rsidRDefault="00DF70A0" w:rsidP="00460093">
            <w:pPr>
              <w:pStyle w:val="Table"/>
            </w:pPr>
            <w:r w:rsidRPr="00A9592F">
              <w:t>3,0</w:t>
            </w:r>
          </w:p>
        </w:tc>
        <w:tc>
          <w:tcPr>
            <w:tcW w:w="836" w:type="dxa"/>
          </w:tcPr>
          <w:p w:rsidR="00DF70A0" w:rsidRPr="00A9592F" w:rsidRDefault="00DF70A0" w:rsidP="00460093">
            <w:pPr>
              <w:pStyle w:val="Table"/>
            </w:pPr>
            <w:r w:rsidRPr="00A9592F">
              <w:t>3,0</w:t>
            </w:r>
          </w:p>
          <w:p w:rsidR="00DF70A0" w:rsidRPr="00A9592F" w:rsidRDefault="00DF70A0" w:rsidP="00460093">
            <w:pPr>
              <w:pStyle w:val="Table"/>
            </w:pPr>
            <w:r w:rsidRPr="00A9592F">
              <w:t>2,0</w:t>
            </w:r>
          </w:p>
        </w:tc>
        <w:tc>
          <w:tcPr>
            <w:tcW w:w="1047" w:type="dxa"/>
          </w:tcPr>
          <w:p w:rsidR="00DF70A0" w:rsidRPr="00A9592F" w:rsidRDefault="00DF70A0" w:rsidP="00460093">
            <w:pPr>
              <w:pStyle w:val="Table"/>
            </w:pPr>
            <w:r w:rsidRPr="00A9592F">
              <w:t>В течение года</w:t>
            </w:r>
          </w:p>
        </w:tc>
        <w:tc>
          <w:tcPr>
            <w:tcW w:w="1102" w:type="dxa"/>
          </w:tcPr>
          <w:p w:rsidR="00DF70A0" w:rsidRPr="00A9592F" w:rsidRDefault="00DF70A0" w:rsidP="00460093">
            <w:pPr>
              <w:pStyle w:val="Table"/>
            </w:pPr>
            <w:r w:rsidRPr="00A9592F">
              <w:t>Глава Барачатской с.т. ОДМиС, МЦ</w:t>
            </w:r>
          </w:p>
        </w:tc>
      </w:tr>
      <w:tr w:rsidR="00FD7284" w:rsidRPr="00A9592F">
        <w:tblPrEx>
          <w:tblCellMar>
            <w:top w:w="0" w:type="dxa"/>
            <w:bottom w:w="0" w:type="dxa"/>
          </w:tblCellMar>
        </w:tblPrEx>
        <w:trPr>
          <w:cantSplit/>
        </w:trPr>
        <w:tc>
          <w:tcPr>
            <w:tcW w:w="709" w:type="dxa"/>
          </w:tcPr>
          <w:p w:rsidR="00FD7284" w:rsidRPr="00A9592F" w:rsidRDefault="006A177A" w:rsidP="00460093">
            <w:pPr>
              <w:pStyle w:val="Table"/>
            </w:pPr>
            <w:r w:rsidRPr="00A9592F">
              <w:t>7.13</w:t>
            </w:r>
          </w:p>
        </w:tc>
        <w:tc>
          <w:tcPr>
            <w:tcW w:w="2710" w:type="dxa"/>
          </w:tcPr>
          <w:p w:rsidR="00FD7284" w:rsidRPr="00A9592F" w:rsidRDefault="00FD7284" w:rsidP="00460093">
            <w:pPr>
              <w:pStyle w:val="Table"/>
            </w:pPr>
            <w:r w:rsidRPr="00A9592F">
              <w:t>Оборудование спортивной площадки, молодежного досугового центра</w:t>
            </w:r>
          </w:p>
        </w:tc>
        <w:tc>
          <w:tcPr>
            <w:tcW w:w="753" w:type="dxa"/>
          </w:tcPr>
          <w:p w:rsidR="00FD7284" w:rsidRPr="00A9592F" w:rsidRDefault="00FD7284" w:rsidP="00460093">
            <w:pPr>
              <w:pStyle w:val="Table"/>
            </w:pPr>
            <w:r w:rsidRPr="00A9592F">
              <w:t>МБ</w:t>
            </w:r>
          </w:p>
          <w:p w:rsidR="00FD7284" w:rsidRPr="00A9592F" w:rsidRDefault="00FD7284" w:rsidP="00460093">
            <w:pPr>
              <w:pStyle w:val="Table"/>
            </w:pPr>
            <w:r w:rsidRPr="00A9592F">
              <w:t>Пр. ср – ва.</w:t>
            </w:r>
          </w:p>
        </w:tc>
        <w:tc>
          <w:tcPr>
            <w:tcW w:w="890" w:type="dxa"/>
          </w:tcPr>
          <w:p w:rsidR="00FD7284" w:rsidRPr="00A9592F" w:rsidRDefault="00FD7284" w:rsidP="00460093">
            <w:pPr>
              <w:pStyle w:val="Table"/>
            </w:pPr>
            <w:r w:rsidRPr="00A9592F">
              <w:t>16,0</w:t>
            </w:r>
          </w:p>
          <w:p w:rsidR="00FD7284" w:rsidRPr="00A9592F" w:rsidRDefault="00FD7284" w:rsidP="00460093">
            <w:pPr>
              <w:pStyle w:val="Table"/>
            </w:pPr>
            <w:r w:rsidRPr="00A9592F">
              <w:t>10,0</w:t>
            </w:r>
          </w:p>
        </w:tc>
        <w:tc>
          <w:tcPr>
            <w:tcW w:w="836" w:type="dxa"/>
          </w:tcPr>
          <w:p w:rsidR="00FD7284" w:rsidRPr="00A9592F" w:rsidRDefault="00FD7284" w:rsidP="00460093">
            <w:pPr>
              <w:pStyle w:val="Table"/>
            </w:pPr>
            <w:r w:rsidRPr="00A9592F">
              <w:t>10,0</w:t>
            </w:r>
          </w:p>
          <w:p w:rsidR="00FD7284" w:rsidRPr="00A9592F" w:rsidRDefault="00FD7284" w:rsidP="00460093">
            <w:pPr>
              <w:pStyle w:val="Table"/>
            </w:pPr>
            <w:r w:rsidRPr="00A9592F">
              <w:t>5,0</w:t>
            </w:r>
          </w:p>
        </w:tc>
        <w:tc>
          <w:tcPr>
            <w:tcW w:w="836" w:type="dxa"/>
          </w:tcPr>
          <w:p w:rsidR="00FD7284" w:rsidRPr="00A9592F" w:rsidRDefault="00FD7284" w:rsidP="00460093">
            <w:pPr>
              <w:pStyle w:val="Table"/>
            </w:pPr>
            <w:r w:rsidRPr="00A9592F">
              <w:t>3,0</w:t>
            </w:r>
          </w:p>
          <w:p w:rsidR="00FD7284" w:rsidRPr="00A9592F" w:rsidRDefault="00FD7284" w:rsidP="00460093">
            <w:pPr>
              <w:pStyle w:val="Table"/>
            </w:pPr>
            <w:r w:rsidRPr="00A9592F">
              <w:t>3,0</w:t>
            </w:r>
          </w:p>
        </w:tc>
        <w:tc>
          <w:tcPr>
            <w:tcW w:w="836" w:type="dxa"/>
          </w:tcPr>
          <w:p w:rsidR="00FD7284" w:rsidRPr="00A9592F" w:rsidRDefault="00FD7284" w:rsidP="00460093">
            <w:pPr>
              <w:pStyle w:val="Table"/>
            </w:pPr>
            <w:r w:rsidRPr="00A9592F">
              <w:t>3,0</w:t>
            </w:r>
          </w:p>
          <w:p w:rsidR="00FD7284" w:rsidRPr="00A9592F" w:rsidRDefault="00FD7284" w:rsidP="00460093">
            <w:pPr>
              <w:pStyle w:val="Table"/>
            </w:pPr>
            <w:r w:rsidRPr="00A9592F">
              <w:t>2,0</w:t>
            </w:r>
          </w:p>
        </w:tc>
        <w:tc>
          <w:tcPr>
            <w:tcW w:w="1047" w:type="dxa"/>
          </w:tcPr>
          <w:p w:rsidR="00FD7284" w:rsidRPr="00A9592F" w:rsidRDefault="00FD7284" w:rsidP="00460093">
            <w:pPr>
              <w:pStyle w:val="Table"/>
            </w:pPr>
            <w:r w:rsidRPr="00A9592F">
              <w:t>В течение года</w:t>
            </w:r>
          </w:p>
        </w:tc>
        <w:tc>
          <w:tcPr>
            <w:tcW w:w="1102" w:type="dxa"/>
          </w:tcPr>
          <w:p w:rsidR="00FD7284" w:rsidRPr="00A9592F" w:rsidRDefault="00FD7284" w:rsidP="00460093">
            <w:pPr>
              <w:pStyle w:val="Table"/>
            </w:pPr>
            <w:r w:rsidRPr="00A9592F">
              <w:t>Глава Крапивинской с.т. ОДМиС, МЦ</w:t>
            </w:r>
          </w:p>
        </w:tc>
      </w:tr>
      <w:tr w:rsidR="00FD7284" w:rsidRPr="00A9592F">
        <w:tblPrEx>
          <w:tblCellMar>
            <w:top w:w="0" w:type="dxa"/>
            <w:bottom w:w="0" w:type="dxa"/>
          </w:tblCellMar>
        </w:tblPrEx>
        <w:trPr>
          <w:cantSplit/>
        </w:trPr>
        <w:tc>
          <w:tcPr>
            <w:tcW w:w="709" w:type="dxa"/>
          </w:tcPr>
          <w:p w:rsidR="00FD7284" w:rsidRPr="00A9592F" w:rsidRDefault="006A177A" w:rsidP="00460093">
            <w:pPr>
              <w:pStyle w:val="Table"/>
            </w:pPr>
            <w:r w:rsidRPr="00A9592F">
              <w:t>7.14</w:t>
            </w:r>
          </w:p>
        </w:tc>
        <w:tc>
          <w:tcPr>
            <w:tcW w:w="2710" w:type="dxa"/>
          </w:tcPr>
          <w:p w:rsidR="00FD7284" w:rsidRPr="00A9592F" w:rsidRDefault="00FD7284" w:rsidP="00460093">
            <w:pPr>
              <w:pStyle w:val="Table"/>
            </w:pPr>
            <w:r w:rsidRPr="00A9592F">
              <w:t>Организация молодежного кафе.</w:t>
            </w:r>
          </w:p>
        </w:tc>
        <w:tc>
          <w:tcPr>
            <w:tcW w:w="753" w:type="dxa"/>
          </w:tcPr>
          <w:p w:rsidR="00FD7284" w:rsidRPr="00A9592F" w:rsidRDefault="00FD7284" w:rsidP="00460093">
            <w:pPr>
              <w:pStyle w:val="Table"/>
            </w:pPr>
            <w:r w:rsidRPr="00A9592F">
              <w:t>МБ</w:t>
            </w:r>
          </w:p>
          <w:p w:rsidR="00FD7284" w:rsidRPr="00A9592F" w:rsidRDefault="00FD7284" w:rsidP="00460093">
            <w:pPr>
              <w:pStyle w:val="Table"/>
            </w:pPr>
            <w:r w:rsidRPr="00A9592F">
              <w:t>Пр. ср – ва.</w:t>
            </w:r>
          </w:p>
        </w:tc>
        <w:tc>
          <w:tcPr>
            <w:tcW w:w="890" w:type="dxa"/>
          </w:tcPr>
          <w:p w:rsidR="00FD7284" w:rsidRPr="00A9592F" w:rsidRDefault="00FD7284" w:rsidP="00460093">
            <w:pPr>
              <w:pStyle w:val="Table"/>
            </w:pPr>
            <w:r w:rsidRPr="00A9592F">
              <w:t>11,0</w:t>
            </w:r>
          </w:p>
          <w:p w:rsidR="00FD7284" w:rsidRPr="00A9592F" w:rsidRDefault="00FD7284" w:rsidP="00460093">
            <w:pPr>
              <w:pStyle w:val="Table"/>
            </w:pPr>
            <w:r w:rsidRPr="00A9592F">
              <w:t>7,0</w:t>
            </w:r>
          </w:p>
        </w:tc>
        <w:tc>
          <w:tcPr>
            <w:tcW w:w="836" w:type="dxa"/>
          </w:tcPr>
          <w:p w:rsidR="00FD7284" w:rsidRPr="00A9592F" w:rsidRDefault="00FD7284" w:rsidP="00460093">
            <w:pPr>
              <w:pStyle w:val="Table"/>
            </w:pPr>
            <w:r w:rsidRPr="00A9592F">
              <w:t>5,0</w:t>
            </w:r>
          </w:p>
          <w:p w:rsidR="00FD7284" w:rsidRPr="00A9592F" w:rsidRDefault="00FD7284" w:rsidP="00460093">
            <w:pPr>
              <w:pStyle w:val="Table"/>
            </w:pPr>
            <w:r w:rsidRPr="00A9592F">
              <w:t>3,0</w:t>
            </w:r>
          </w:p>
        </w:tc>
        <w:tc>
          <w:tcPr>
            <w:tcW w:w="836" w:type="dxa"/>
          </w:tcPr>
          <w:p w:rsidR="00FD7284" w:rsidRPr="00A9592F" w:rsidRDefault="00FD7284" w:rsidP="00460093">
            <w:pPr>
              <w:pStyle w:val="Table"/>
            </w:pPr>
            <w:r w:rsidRPr="00A9592F">
              <w:t>3,0</w:t>
            </w:r>
          </w:p>
          <w:p w:rsidR="00FD7284" w:rsidRPr="00A9592F" w:rsidRDefault="00FD7284" w:rsidP="00460093">
            <w:pPr>
              <w:pStyle w:val="Table"/>
            </w:pPr>
            <w:r w:rsidRPr="00A9592F">
              <w:t>2,0</w:t>
            </w:r>
          </w:p>
        </w:tc>
        <w:tc>
          <w:tcPr>
            <w:tcW w:w="836" w:type="dxa"/>
          </w:tcPr>
          <w:p w:rsidR="00FD7284" w:rsidRPr="00A9592F" w:rsidRDefault="00FD7284" w:rsidP="00460093">
            <w:pPr>
              <w:pStyle w:val="Table"/>
            </w:pPr>
            <w:r w:rsidRPr="00A9592F">
              <w:t>3,0</w:t>
            </w:r>
          </w:p>
          <w:p w:rsidR="00FD7284" w:rsidRPr="00A9592F" w:rsidRDefault="00FD7284" w:rsidP="00460093">
            <w:pPr>
              <w:pStyle w:val="Table"/>
            </w:pPr>
            <w:r w:rsidRPr="00A9592F">
              <w:t>2,0</w:t>
            </w:r>
          </w:p>
        </w:tc>
        <w:tc>
          <w:tcPr>
            <w:tcW w:w="1047" w:type="dxa"/>
          </w:tcPr>
          <w:p w:rsidR="00FD7284" w:rsidRPr="00A9592F" w:rsidRDefault="00FD7284" w:rsidP="00460093">
            <w:pPr>
              <w:pStyle w:val="Table"/>
            </w:pPr>
            <w:r w:rsidRPr="00A9592F">
              <w:t>В течение года</w:t>
            </w:r>
          </w:p>
        </w:tc>
        <w:tc>
          <w:tcPr>
            <w:tcW w:w="1102" w:type="dxa"/>
          </w:tcPr>
          <w:p w:rsidR="00FD7284" w:rsidRPr="00A9592F" w:rsidRDefault="00FD7284" w:rsidP="00460093">
            <w:pPr>
              <w:pStyle w:val="Table"/>
            </w:pPr>
            <w:r w:rsidRPr="00A9592F">
              <w:t xml:space="preserve">Глава п.Зеленогорский ОДМиС, МЦ, </w:t>
            </w:r>
          </w:p>
        </w:tc>
      </w:tr>
      <w:tr w:rsidR="00FD7284" w:rsidRPr="00A9592F">
        <w:tblPrEx>
          <w:tblCellMar>
            <w:top w:w="0" w:type="dxa"/>
            <w:bottom w:w="0" w:type="dxa"/>
          </w:tblCellMar>
        </w:tblPrEx>
        <w:trPr>
          <w:cantSplit/>
        </w:trPr>
        <w:tc>
          <w:tcPr>
            <w:tcW w:w="709" w:type="dxa"/>
          </w:tcPr>
          <w:p w:rsidR="00FD7284" w:rsidRPr="00A9592F" w:rsidRDefault="006A177A" w:rsidP="00460093">
            <w:pPr>
              <w:pStyle w:val="Table"/>
            </w:pPr>
            <w:r w:rsidRPr="00A9592F">
              <w:t>7.15</w:t>
            </w:r>
          </w:p>
        </w:tc>
        <w:tc>
          <w:tcPr>
            <w:tcW w:w="2710" w:type="dxa"/>
          </w:tcPr>
          <w:p w:rsidR="00FD7284" w:rsidRPr="00A9592F" w:rsidRDefault="00FD7284" w:rsidP="00460093">
            <w:pPr>
              <w:pStyle w:val="Table"/>
            </w:pPr>
            <w:r w:rsidRPr="00A9592F">
              <w:t>Создание развлекательного комплекса, парка отдыха, полигона для пинтбола, расширить спектр спортивных игр, организация клуба современного танца.</w:t>
            </w:r>
          </w:p>
        </w:tc>
        <w:tc>
          <w:tcPr>
            <w:tcW w:w="753" w:type="dxa"/>
          </w:tcPr>
          <w:p w:rsidR="00FD7284" w:rsidRPr="00A9592F" w:rsidRDefault="00FD7284" w:rsidP="00460093">
            <w:pPr>
              <w:pStyle w:val="Table"/>
            </w:pPr>
            <w:r w:rsidRPr="00A9592F">
              <w:t>МБ</w:t>
            </w:r>
          </w:p>
          <w:p w:rsidR="00FD7284" w:rsidRPr="00A9592F" w:rsidRDefault="00FD7284" w:rsidP="00460093">
            <w:pPr>
              <w:pStyle w:val="Table"/>
            </w:pPr>
            <w:r w:rsidRPr="00A9592F">
              <w:t>Пр. ср – ва.</w:t>
            </w:r>
          </w:p>
        </w:tc>
        <w:tc>
          <w:tcPr>
            <w:tcW w:w="890" w:type="dxa"/>
          </w:tcPr>
          <w:p w:rsidR="00FD7284" w:rsidRPr="00A9592F" w:rsidRDefault="00376045" w:rsidP="00460093">
            <w:pPr>
              <w:pStyle w:val="Table"/>
            </w:pPr>
            <w:r w:rsidRPr="00A9592F">
              <w:t>60,0</w:t>
            </w:r>
          </w:p>
          <w:p w:rsidR="00376045" w:rsidRPr="00A9592F" w:rsidRDefault="00376045" w:rsidP="00460093">
            <w:pPr>
              <w:pStyle w:val="Table"/>
            </w:pPr>
            <w:r w:rsidRPr="00A9592F">
              <w:t>60,0</w:t>
            </w:r>
          </w:p>
        </w:tc>
        <w:tc>
          <w:tcPr>
            <w:tcW w:w="836" w:type="dxa"/>
          </w:tcPr>
          <w:p w:rsidR="00FD7284" w:rsidRPr="00A9592F" w:rsidRDefault="00376045" w:rsidP="00460093">
            <w:pPr>
              <w:pStyle w:val="Table"/>
            </w:pPr>
            <w:r w:rsidRPr="00A9592F">
              <w:t>40,0</w:t>
            </w:r>
          </w:p>
          <w:p w:rsidR="00376045" w:rsidRPr="00A9592F" w:rsidRDefault="00376045" w:rsidP="00460093">
            <w:pPr>
              <w:pStyle w:val="Table"/>
            </w:pPr>
            <w:r w:rsidRPr="00A9592F">
              <w:t>40,0</w:t>
            </w:r>
          </w:p>
        </w:tc>
        <w:tc>
          <w:tcPr>
            <w:tcW w:w="836" w:type="dxa"/>
          </w:tcPr>
          <w:p w:rsidR="00FD7284" w:rsidRPr="00A9592F" w:rsidRDefault="00376045" w:rsidP="00460093">
            <w:pPr>
              <w:pStyle w:val="Table"/>
            </w:pPr>
            <w:r w:rsidRPr="00A9592F">
              <w:t>10,0</w:t>
            </w:r>
          </w:p>
          <w:p w:rsidR="00376045" w:rsidRPr="00A9592F" w:rsidRDefault="00376045" w:rsidP="00460093">
            <w:pPr>
              <w:pStyle w:val="Table"/>
            </w:pPr>
            <w:r w:rsidRPr="00A9592F">
              <w:t>10,0</w:t>
            </w:r>
          </w:p>
        </w:tc>
        <w:tc>
          <w:tcPr>
            <w:tcW w:w="836" w:type="dxa"/>
          </w:tcPr>
          <w:p w:rsidR="00FD7284" w:rsidRPr="00A9592F" w:rsidRDefault="00376045" w:rsidP="00460093">
            <w:pPr>
              <w:pStyle w:val="Table"/>
            </w:pPr>
            <w:r w:rsidRPr="00A9592F">
              <w:t>10,0</w:t>
            </w:r>
          </w:p>
          <w:p w:rsidR="00376045" w:rsidRPr="00A9592F" w:rsidRDefault="00376045" w:rsidP="00460093">
            <w:pPr>
              <w:pStyle w:val="Table"/>
            </w:pPr>
            <w:r w:rsidRPr="00A9592F">
              <w:t>10,0</w:t>
            </w:r>
          </w:p>
        </w:tc>
        <w:tc>
          <w:tcPr>
            <w:tcW w:w="1047" w:type="dxa"/>
          </w:tcPr>
          <w:p w:rsidR="00FD7284" w:rsidRPr="00A9592F" w:rsidRDefault="00FD7284" w:rsidP="00460093">
            <w:pPr>
              <w:pStyle w:val="Table"/>
            </w:pPr>
          </w:p>
        </w:tc>
        <w:tc>
          <w:tcPr>
            <w:tcW w:w="1102" w:type="dxa"/>
          </w:tcPr>
          <w:p w:rsidR="00FD7284" w:rsidRPr="00A9592F" w:rsidRDefault="00FD7284" w:rsidP="00460093">
            <w:pPr>
              <w:pStyle w:val="Table"/>
            </w:pPr>
            <w:r w:rsidRPr="00A9592F">
              <w:t>Глава п.Крапивинский ОДМиС, МЦ, МУК</w:t>
            </w:r>
          </w:p>
        </w:tc>
      </w:tr>
      <w:tr w:rsidR="00FD7284" w:rsidRPr="00A9592F">
        <w:tblPrEx>
          <w:tblCellMar>
            <w:top w:w="0" w:type="dxa"/>
            <w:bottom w:w="0" w:type="dxa"/>
          </w:tblCellMar>
        </w:tblPrEx>
        <w:trPr>
          <w:cantSplit/>
        </w:trPr>
        <w:tc>
          <w:tcPr>
            <w:tcW w:w="709" w:type="dxa"/>
          </w:tcPr>
          <w:p w:rsidR="00FD7284" w:rsidRPr="00A9592F" w:rsidRDefault="006A177A" w:rsidP="00460093">
            <w:pPr>
              <w:pStyle w:val="Table"/>
            </w:pPr>
            <w:r w:rsidRPr="00A9592F">
              <w:t>7.16</w:t>
            </w:r>
          </w:p>
        </w:tc>
        <w:tc>
          <w:tcPr>
            <w:tcW w:w="2710" w:type="dxa"/>
          </w:tcPr>
          <w:p w:rsidR="00FD7284" w:rsidRPr="00A9592F" w:rsidRDefault="00FD7284" w:rsidP="00460093">
            <w:pPr>
              <w:pStyle w:val="Table"/>
            </w:pPr>
            <w:r w:rsidRPr="00A9592F">
              <w:t>Оборудование спортивным инвентарем спортивного зала, капитальный ремонт спортивного центра возле катка. Строительство футбольного поля.</w:t>
            </w:r>
          </w:p>
        </w:tc>
        <w:tc>
          <w:tcPr>
            <w:tcW w:w="753" w:type="dxa"/>
          </w:tcPr>
          <w:p w:rsidR="00FD7284" w:rsidRPr="00A9592F" w:rsidRDefault="00FD7284" w:rsidP="00460093">
            <w:pPr>
              <w:pStyle w:val="Table"/>
            </w:pPr>
            <w:r w:rsidRPr="00A9592F">
              <w:t>МБ</w:t>
            </w:r>
          </w:p>
          <w:p w:rsidR="00FD7284" w:rsidRPr="00A9592F" w:rsidRDefault="00FD7284" w:rsidP="00460093">
            <w:pPr>
              <w:pStyle w:val="Table"/>
            </w:pPr>
            <w:r w:rsidRPr="00A9592F">
              <w:t>Пр. ср – ва.</w:t>
            </w:r>
          </w:p>
        </w:tc>
        <w:tc>
          <w:tcPr>
            <w:tcW w:w="890" w:type="dxa"/>
          </w:tcPr>
          <w:p w:rsidR="00FD7284" w:rsidRPr="00A9592F" w:rsidRDefault="00376045" w:rsidP="00460093">
            <w:pPr>
              <w:pStyle w:val="Table"/>
            </w:pPr>
            <w:r w:rsidRPr="00A9592F">
              <w:t>50,0</w:t>
            </w:r>
          </w:p>
          <w:p w:rsidR="00376045" w:rsidRPr="00A9592F" w:rsidRDefault="00376045" w:rsidP="00460093">
            <w:pPr>
              <w:pStyle w:val="Table"/>
            </w:pPr>
            <w:r w:rsidRPr="00A9592F">
              <w:t>50,0</w:t>
            </w:r>
          </w:p>
        </w:tc>
        <w:tc>
          <w:tcPr>
            <w:tcW w:w="836" w:type="dxa"/>
          </w:tcPr>
          <w:p w:rsidR="00FD7284" w:rsidRPr="00A9592F" w:rsidRDefault="007270C2" w:rsidP="00460093">
            <w:pPr>
              <w:pStyle w:val="Table"/>
            </w:pPr>
            <w:r w:rsidRPr="00A9592F">
              <w:t>30,0</w:t>
            </w:r>
          </w:p>
          <w:p w:rsidR="007270C2" w:rsidRPr="00A9592F" w:rsidRDefault="007270C2" w:rsidP="00460093">
            <w:pPr>
              <w:pStyle w:val="Table"/>
            </w:pPr>
            <w:r w:rsidRPr="00A9592F">
              <w:t>30,0</w:t>
            </w:r>
          </w:p>
        </w:tc>
        <w:tc>
          <w:tcPr>
            <w:tcW w:w="836" w:type="dxa"/>
          </w:tcPr>
          <w:p w:rsidR="00FD7284" w:rsidRPr="00A9592F" w:rsidRDefault="007270C2" w:rsidP="00460093">
            <w:pPr>
              <w:pStyle w:val="Table"/>
            </w:pPr>
            <w:r w:rsidRPr="00A9592F">
              <w:t>10,0</w:t>
            </w:r>
          </w:p>
          <w:p w:rsidR="007270C2" w:rsidRPr="00A9592F" w:rsidRDefault="007270C2" w:rsidP="00460093">
            <w:pPr>
              <w:pStyle w:val="Table"/>
            </w:pPr>
            <w:r w:rsidRPr="00A9592F">
              <w:t>10,0</w:t>
            </w:r>
          </w:p>
        </w:tc>
        <w:tc>
          <w:tcPr>
            <w:tcW w:w="836" w:type="dxa"/>
          </w:tcPr>
          <w:p w:rsidR="00FD7284" w:rsidRPr="00A9592F" w:rsidRDefault="007270C2" w:rsidP="00460093">
            <w:pPr>
              <w:pStyle w:val="Table"/>
            </w:pPr>
            <w:r w:rsidRPr="00A9592F">
              <w:t>10,0</w:t>
            </w:r>
          </w:p>
          <w:p w:rsidR="007270C2" w:rsidRPr="00A9592F" w:rsidRDefault="007270C2" w:rsidP="00460093">
            <w:pPr>
              <w:pStyle w:val="Table"/>
            </w:pPr>
            <w:r w:rsidRPr="00A9592F">
              <w:t>10,0</w:t>
            </w:r>
          </w:p>
        </w:tc>
        <w:tc>
          <w:tcPr>
            <w:tcW w:w="1047" w:type="dxa"/>
          </w:tcPr>
          <w:p w:rsidR="00FD7284" w:rsidRPr="00A9592F" w:rsidRDefault="00FD7284" w:rsidP="00460093">
            <w:pPr>
              <w:pStyle w:val="Table"/>
            </w:pPr>
            <w:r w:rsidRPr="00A9592F">
              <w:t>В течение года</w:t>
            </w:r>
          </w:p>
        </w:tc>
        <w:tc>
          <w:tcPr>
            <w:tcW w:w="1102" w:type="dxa"/>
          </w:tcPr>
          <w:p w:rsidR="00FD7284" w:rsidRPr="00A9592F" w:rsidRDefault="00FD7284" w:rsidP="00460093">
            <w:pPr>
              <w:pStyle w:val="Table"/>
            </w:pPr>
            <w:r w:rsidRPr="00A9592F">
              <w:t>Глава Банновской с.т. ОДМиС, МЦ</w:t>
            </w:r>
          </w:p>
        </w:tc>
      </w:tr>
      <w:tr w:rsidR="00FD7284" w:rsidRPr="00A9592F">
        <w:tblPrEx>
          <w:tblCellMar>
            <w:top w:w="0" w:type="dxa"/>
            <w:bottom w:w="0" w:type="dxa"/>
          </w:tblCellMar>
        </w:tblPrEx>
        <w:trPr>
          <w:cantSplit/>
        </w:trPr>
        <w:tc>
          <w:tcPr>
            <w:tcW w:w="9719" w:type="dxa"/>
            <w:gridSpan w:val="9"/>
          </w:tcPr>
          <w:p w:rsidR="00FD7284" w:rsidRPr="00A9592F" w:rsidRDefault="00FD7284" w:rsidP="00460093">
            <w:pPr>
              <w:pStyle w:val="Table"/>
            </w:pPr>
            <w:r w:rsidRPr="00A9592F">
              <w:t>8 Создание системы подготовки специалистов по работе с молодежью.</w:t>
            </w:r>
          </w:p>
        </w:tc>
      </w:tr>
      <w:tr w:rsidR="00FD7284" w:rsidRPr="00A9592F">
        <w:tblPrEx>
          <w:tblCellMar>
            <w:top w:w="0" w:type="dxa"/>
            <w:bottom w:w="0" w:type="dxa"/>
          </w:tblCellMar>
        </w:tblPrEx>
        <w:trPr>
          <w:cantSplit/>
        </w:trPr>
        <w:tc>
          <w:tcPr>
            <w:tcW w:w="709" w:type="dxa"/>
          </w:tcPr>
          <w:p w:rsidR="00FD7284" w:rsidRPr="00A9592F" w:rsidRDefault="00FD7284" w:rsidP="00460093">
            <w:pPr>
              <w:pStyle w:val="Table"/>
            </w:pPr>
            <w:r w:rsidRPr="00A9592F">
              <w:lastRenderedPageBreak/>
              <w:t>8.1</w:t>
            </w:r>
          </w:p>
        </w:tc>
        <w:tc>
          <w:tcPr>
            <w:tcW w:w="2710" w:type="dxa"/>
          </w:tcPr>
          <w:p w:rsidR="00FD7284" w:rsidRPr="00A9592F" w:rsidRDefault="00FD7284" w:rsidP="00460093">
            <w:pPr>
              <w:pStyle w:val="Table"/>
            </w:pPr>
            <w:r w:rsidRPr="00A9592F">
              <w:t>Курсы повышения квалификации специалистов МУ КРКМЦ «ЛИДЕР»</w:t>
            </w:r>
          </w:p>
        </w:tc>
        <w:tc>
          <w:tcPr>
            <w:tcW w:w="753" w:type="dxa"/>
          </w:tcPr>
          <w:p w:rsidR="00FD7284" w:rsidRPr="00A9592F" w:rsidRDefault="00FD7284" w:rsidP="00460093">
            <w:pPr>
              <w:pStyle w:val="Table"/>
            </w:pPr>
            <w:r w:rsidRPr="00A9592F">
              <w:t>МБ</w:t>
            </w:r>
          </w:p>
        </w:tc>
        <w:tc>
          <w:tcPr>
            <w:tcW w:w="890" w:type="dxa"/>
          </w:tcPr>
          <w:p w:rsidR="00FD7284" w:rsidRPr="00A9592F" w:rsidRDefault="00FD7284" w:rsidP="00460093">
            <w:pPr>
              <w:pStyle w:val="Table"/>
            </w:pPr>
            <w:r w:rsidRPr="00A9592F">
              <w:t>9,0</w:t>
            </w:r>
          </w:p>
        </w:tc>
        <w:tc>
          <w:tcPr>
            <w:tcW w:w="836" w:type="dxa"/>
          </w:tcPr>
          <w:p w:rsidR="00FD7284" w:rsidRPr="00A9592F" w:rsidRDefault="00FD7284" w:rsidP="00460093">
            <w:pPr>
              <w:pStyle w:val="Table"/>
            </w:pPr>
            <w:r w:rsidRPr="00A9592F">
              <w:t>3,0</w:t>
            </w:r>
          </w:p>
        </w:tc>
        <w:tc>
          <w:tcPr>
            <w:tcW w:w="836" w:type="dxa"/>
          </w:tcPr>
          <w:p w:rsidR="00FD7284" w:rsidRPr="00A9592F" w:rsidRDefault="00FD7284" w:rsidP="00460093">
            <w:pPr>
              <w:pStyle w:val="Table"/>
            </w:pPr>
            <w:r w:rsidRPr="00A9592F">
              <w:t>3,0</w:t>
            </w:r>
          </w:p>
        </w:tc>
        <w:tc>
          <w:tcPr>
            <w:tcW w:w="836" w:type="dxa"/>
          </w:tcPr>
          <w:p w:rsidR="00FD7284" w:rsidRPr="00A9592F" w:rsidRDefault="00FD7284" w:rsidP="00460093">
            <w:pPr>
              <w:pStyle w:val="Table"/>
            </w:pPr>
            <w:r w:rsidRPr="00A9592F">
              <w:t>3,0</w:t>
            </w:r>
          </w:p>
        </w:tc>
        <w:tc>
          <w:tcPr>
            <w:tcW w:w="1047" w:type="dxa"/>
          </w:tcPr>
          <w:p w:rsidR="00FD7284" w:rsidRPr="00A9592F" w:rsidRDefault="00FD7284" w:rsidP="00460093">
            <w:pPr>
              <w:pStyle w:val="Table"/>
            </w:pPr>
            <w:r w:rsidRPr="00A9592F">
              <w:t>В течение года</w:t>
            </w:r>
          </w:p>
        </w:tc>
        <w:tc>
          <w:tcPr>
            <w:tcW w:w="1102" w:type="dxa"/>
          </w:tcPr>
          <w:p w:rsidR="00FD7284" w:rsidRPr="00A9592F" w:rsidRDefault="00FD7284" w:rsidP="00460093">
            <w:pPr>
              <w:pStyle w:val="Table"/>
            </w:pPr>
            <w:r w:rsidRPr="00A9592F">
              <w:t>ОДМиС, МЦ</w:t>
            </w:r>
          </w:p>
        </w:tc>
      </w:tr>
      <w:tr w:rsidR="00FD7284" w:rsidRPr="00A9592F">
        <w:tblPrEx>
          <w:tblCellMar>
            <w:top w:w="0" w:type="dxa"/>
            <w:bottom w:w="0" w:type="dxa"/>
          </w:tblCellMar>
        </w:tblPrEx>
        <w:trPr>
          <w:cantSplit/>
        </w:trPr>
        <w:tc>
          <w:tcPr>
            <w:tcW w:w="709" w:type="dxa"/>
          </w:tcPr>
          <w:p w:rsidR="00FD7284" w:rsidRPr="00A9592F" w:rsidRDefault="00FD7284" w:rsidP="00460093">
            <w:pPr>
              <w:pStyle w:val="Table"/>
            </w:pPr>
            <w:r w:rsidRPr="00A9592F">
              <w:t>8.2</w:t>
            </w:r>
          </w:p>
        </w:tc>
        <w:tc>
          <w:tcPr>
            <w:tcW w:w="2710" w:type="dxa"/>
          </w:tcPr>
          <w:p w:rsidR="00FD7284" w:rsidRPr="00A9592F" w:rsidRDefault="00FD7284" w:rsidP="00460093">
            <w:pPr>
              <w:pStyle w:val="Table"/>
            </w:pPr>
            <w:r w:rsidRPr="00A9592F">
              <w:t>Участие в областном семинаре руководителей патриотических клубов</w:t>
            </w:r>
          </w:p>
        </w:tc>
        <w:tc>
          <w:tcPr>
            <w:tcW w:w="753" w:type="dxa"/>
          </w:tcPr>
          <w:p w:rsidR="00FD7284" w:rsidRPr="00A9592F" w:rsidRDefault="00FD7284" w:rsidP="00460093">
            <w:pPr>
              <w:pStyle w:val="Table"/>
            </w:pPr>
            <w:r w:rsidRPr="00A9592F">
              <w:t>МБ</w:t>
            </w:r>
          </w:p>
        </w:tc>
        <w:tc>
          <w:tcPr>
            <w:tcW w:w="890" w:type="dxa"/>
          </w:tcPr>
          <w:p w:rsidR="00FD7284" w:rsidRPr="00A9592F" w:rsidRDefault="00FD7284" w:rsidP="00460093">
            <w:pPr>
              <w:pStyle w:val="Table"/>
            </w:pPr>
            <w:r w:rsidRPr="00A9592F">
              <w:t>1,5</w:t>
            </w:r>
          </w:p>
        </w:tc>
        <w:tc>
          <w:tcPr>
            <w:tcW w:w="836" w:type="dxa"/>
          </w:tcPr>
          <w:p w:rsidR="00FD7284" w:rsidRPr="00A9592F" w:rsidRDefault="00FD7284" w:rsidP="00460093">
            <w:pPr>
              <w:pStyle w:val="Table"/>
            </w:pPr>
            <w:r w:rsidRPr="00A9592F">
              <w:t>0,5</w:t>
            </w:r>
          </w:p>
        </w:tc>
        <w:tc>
          <w:tcPr>
            <w:tcW w:w="836" w:type="dxa"/>
          </w:tcPr>
          <w:p w:rsidR="00FD7284" w:rsidRPr="00A9592F" w:rsidRDefault="00FD7284" w:rsidP="00460093">
            <w:pPr>
              <w:pStyle w:val="Table"/>
            </w:pPr>
            <w:r w:rsidRPr="00A9592F">
              <w:t>0,5</w:t>
            </w:r>
          </w:p>
        </w:tc>
        <w:tc>
          <w:tcPr>
            <w:tcW w:w="836" w:type="dxa"/>
          </w:tcPr>
          <w:p w:rsidR="00FD7284" w:rsidRPr="00A9592F" w:rsidRDefault="00FD7284" w:rsidP="00460093">
            <w:pPr>
              <w:pStyle w:val="Table"/>
            </w:pPr>
            <w:r w:rsidRPr="00A9592F">
              <w:t>0,5</w:t>
            </w:r>
          </w:p>
        </w:tc>
        <w:tc>
          <w:tcPr>
            <w:tcW w:w="1047" w:type="dxa"/>
          </w:tcPr>
          <w:p w:rsidR="00FD7284" w:rsidRPr="00A9592F" w:rsidRDefault="00FD7284" w:rsidP="00460093">
            <w:pPr>
              <w:pStyle w:val="Table"/>
            </w:pPr>
            <w:r w:rsidRPr="00A9592F">
              <w:t>апрель</w:t>
            </w:r>
          </w:p>
        </w:tc>
        <w:tc>
          <w:tcPr>
            <w:tcW w:w="1102" w:type="dxa"/>
          </w:tcPr>
          <w:p w:rsidR="00FD7284" w:rsidRPr="00A9592F" w:rsidRDefault="00FD7284" w:rsidP="00460093">
            <w:pPr>
              <w:pStyle w:val="Table"/>
            </w:pPr>
            <w:r w:rsidRPr="00A9592F">
              <w:t>ОДМиС, МЦ</w:t>
            </w:r>
          </w:p>
        </w:tc>
      </w:tr>
      <w:tr w:rsidR="00FD7284" w:rsidRPr="00A9592F">
        <w:tblPrEx>
          <w:tblCellMar>
            <w:top w:w="0" w:type="dxa"/>
            <w:bottom w:w="0" w:type="dxa"/>
          </w:tblCellMar>
        </w:tblPrEx>
        <w:trPr>
          <w:cantSplit/>
        </w:trPr>
        <w:tc>
          <w:tcPr>
            <w:tcW w:w="709" w:type="dxa"/>
          </w:tcPr>
          <w:p w:rsidR="00FD7284" w:rsidRPr="00A9592F" w:rsidRDefault="00FD7284" w:rsidP="00460093">
            <w:pPr>
              <w:pStyle w:val="Table"/>
            </w:pPr>
            <w:r w:rsidRPr="00A9592F">
              <w:t>8.3</w:t>
            </w:r>
          </w:p>
        </w:tc>
        <w:tc>
          <w:tcPr>
            <w:tcW w:w="2710" w:type="dxa"/>
          </w:tcPr>
          <w:p w:rsidR="00FD7284" w:rsidRPr="00A9592F" w:rsidRDefault="00FD7284" w:rsidP="00460093">
            <w:pPr>
              <w:pStyle w:val="Table"/>
            </w:pPr>
            <w:r w:rsidRPr="00A9592F">
              <w:t>Проведение семинаров для специалистов по работе с молодёжью на территориях.</w:t>
            </w:r>
          </w:p>
        </w:tc>
        <w:tc>
          <w:tcPr>
            <w:tcW w:w="753" w:type="dxa"/>
          </w:tcPr>
          <w:p w:rsidR="00FD7284" w:rsidRPr="00A9592F" w:rsidRDefault="00FD7284" w:rsidP="00460093">
            <w:pPr>
              <w:pStyle w:val="Table"/>
            </w:pPr>
            <w:r w:rsidRPr="00A9592F">
              <w:t>МБ</w:t>
            </w:r>
          </w:p>
        </w:tc>
        <w:tc>
          <w:tcPr>
            <w:tcW w:w="890" w:type="dxa"/>
          </w:tcPr>
          <w:p w:rsidR="00FD7284" w:rsidRPr="00A9592F" w:rsidRDefault="00FD7284" w:rsidP="00460093">
            <w:pPr>
              <w:pStyle w:val="Table"/>
            </w:pPr>
            <w:r w:rsidRPr="00A9592F">
              <w:t>6,0</w:t>
            </w:r>
          </w:p>
        </w:tc>
        <w:tc>
          <w:tcPr>
            <w:tcW w:w="836" w:type="dxa"/>
          </w:tcPr>
          <w:p w:rsidR="00FD7284" w:rsidRPr="00A9592F" w:rsidRDefault="00FD7284" w:rsidP="00460093">
            <w:pPr>
              <w:pStyle w:val="Table"/>
            </w:pPr>
            <w:r w:rsidRPr="00A9592F">
              <w:t>2,0</w:t>
            </w:r>
          </w:p>
        </w:tc>
        <w:tc>
          <w:tcPr>
            <w:tcW w:w="836" w:type="dxa"/>
          </w:tcPr>
          <w:p w:rsidR="00FD7284" w:rsidRPr="00A9592F" w:rsidRDefault="00FD7284" w:rsidP="00460093">
            <w:pPr>
              <w:pStyle w:val="Table"/>
            </w:pPr>
            <w:r w:rsidRPr="00A9592F">
              <w:t>2,0</w:t>
            </w:r>
          </w:p>
        </w:tc>
        <w:tc>
          <w:tcPr>
            <w:tcW w:w="836" w:type="dxa"/>
          </w:tcPr>
          <w:p w:rsidR="00FD7284" w:rsidRPr="00A9592F" w:rsidRDefault="00FD7284" w:rsidP="00460093">
            <w:pPr>
              <w:pStyle w:val="Table"/>
            </w:pPr>
            <w:r w:rsidRPr="00A9592F">
              <w:t>2,0</w:t>
            </w:r>
          </w:p>
        </w:tc>
        <w:tc>
          <w:tcPr>
            <w:tcW w:w="1047" w:type="dxa"/>
          </w:tcPr>
          <w:p w:rsidR="00FD7284" w:rsidRPr="00A9592F" w:rsidRDefault="00FD7284" w:rsidP="00460093">
            <w:pPr>
              <w:pStyle w:val="Table"/>
            </w:pPr>
            <w:r w:rsidRPr="00A9592F">
              <w:t>В течение года</w:t>
            </w:r>
          </w:p>
        </w:tc>
        <w:tc>
          <w:tcPr>
            <w:tcW w:w="1102" w:type="dxa"/>
          </w:tcPr>
          <w:p w:rsidR="00FD7284" w:rsidRPr="00A9592F" w:rsidRDefault="00FD7284" w:rsidP="00460093">
            <w:pPr>
              <w:pStyle w:val="Table"/>
            </w:pPr>
            <w:r w:rsidRPr="00A9592F">
              <w:t>ОДМиС, МЦ</w:t>
            </w:r>
          </w:p>
        </w:tc>
      </w:tr>
      <w:tr w:rsidR="00FD7284" w:rsidRPr="00A9592F">
        <w:tblPrEx>
          <w:tblCellMar>
            <w:top w:w="0" w:type="dxa"/>
            <w:bottom w:w="0" w:type="dxa"/>
          </w:tblCellMar>
        </w:tblPrEx>
        <w:trPr>
          <w:cantSplit/>
        </w:trPr>
        <w:tc>
          <w:tcPr>
            <w:tcW w:w="9719" w:type="dxa"/>
            <w:gridSpan w:val="9"/>
          </w:tcPr>
          <w:p w:rsidR="00FD7284" w:rsidRPr="00A9592F" w:rsidRDefault="00FD7284" w:rsidP="00460093">
            <w:pPr>
              <w:pStyle w:val="Table"/>
            </w:pPr>
            <w:r w:rsidRPr="00A9592F">
              <w:t>9 Укрепление материальной базы молодежных организаций.</w:t>
            </w:r>
          </w:p>
        </w:tc>
      </w:tr>
      <w:tr w:rsidR="00FD7284" w:rsidRPr="00A9592F">
        <w:tblPrEx>
          <w:tblCellMar>
            <w:top w:w="0" w:type="dxa"/>
            <w:bottom w:w="0" w:type="dxa"/>
          </w:tblCellMar>
        </w:tblPrEx>
        <w:trPr>
          <w:cantSplit/>
        </w:trPr>
        <w:tc>
          <w:tcPr>
            <w:tcW w:w="709" w:type="dxa"/>
          </w:tcPr>
          <w:p w:rsidR="00FD7284" w:rsidRPr="00A9592F" w:rsidRDefault="00FD7284" w:rsidP="00460093">
            <w:pPr>
              <w:pStyle w:val="Table"/>
            </w:pPr>
            <w:r w:rsidRPr="00A9592F">
              <w:t>9.1</w:t>
            </w:r>
          </w:p>
        </w:tc>
        <w:tc>
          <w:tcPr>
            <w:tcW w:w="2710" w:type="dxa"/>
          </w:tcPr>
          <w:p w:rsidR="00FD7284" w:rsidRPr="00A9592F" w:rsidRDefault="00FD7284" w:rsidP="00460093">
            <w:pPr>
              <w:pStyle w:val="Table"/>
            </w:pPr>
            <w:r w:rsidRPr="00A9592F">
              <w:t>Оборудовать новое помещение для МЦ «Лидер» в .Крапивинский</w:t>
            </w:r>
          </w:p>
        </w:tc>
        <w:tc>
          <w:tcPr>
            <w:tcW w:w="753" w:type="dxa"/>
          </w:tcPr>
          <w:p w:rsidR="00FD7284" w:rsidRPr="00A9592F" w:rsidRDefault="00FD7284" w:rsidP="00460093">
            <w:pPr>
              <w:pStyle w:val="Table"/>
            </w:pPr>
            <w:r w:rsidRPr="00A9592F">
              <w:t>МБ</w:t>
            </w:r>
          </w:p>
          <w:p w:rsidR="00FD7284" w:rsidRPr="00A9592F" w:rsidRDefault="00FD7284" w:rsidP="00460093">
            <w:pPr>
              <w:pStyle w:val="Table"/>
            </w:pPr>
          </w:p>
        </w:tc>
        <w:tc>
          <w:tcPr>
            <w:tcW w:w="3398" w:type="dxa"/>
            <w:gridSpan w:val="4"/>
          </w:tcPr>
          <w:p w:rsidR="00FD7284" w:rsidRPr="00A9592F" w:rsidRDefault="00FD7284" w:rsidP="00460093">
            <w:pPr>
              <w:pStyle w:val="Table"/>
            </w:pPr>
            <w:r w:rsidRPr="00A9592F">
              <w:t>Отдельная смета</w:t>
            </w:r>
          </w:p>
        </w:tc>
        <w:tc>
          <w:tcPr>
            <w:tcW w:w="1047" w:type="dxa"/>
          </w:tcPr>
          <w:p w:rsidR="00FD7284" w:rsidRPr="00A9592F" w:rsidRDefault="00FD7284" w:rsidP="00460093">
            <w:pPr>
              <w:pStyle w:val="Table"/>
            </w:pPr>
            <w:r w:rsidRPr="00A9592F">
              <w:t>20</w:t>
            </w:r>
            <w:r w:rsidR="00F27C54" w:rsidRPr="00A9592F">
              <w:t>10</w:t>
            </w:r>
            <w:r w:rsidRPr="00A9592F">
              <w:t>г.</w:t>
            </w:r>
          </w:p>
        </w:tc>
        <w:tc>
          <w:tcPr>
            <w:tcW w:w="1102" w:type="dxa"/>
          </w:tcPr>
          <w:p w:rsidR="00FD7284" w:rsidRPr="00A9592F" w:rsidRDefault="00FD7284" w:rsidP="00460093">
            <w:pPr>
              <w:pStyle w:val="Table"/>
            </w:pPr>
            <w:r w:rsidRPr="00A9592F">
              <w:t>ОДМиС, МЦ, Глава территории</w:t>
            </w:r>
          </w:p>
        </w:tc>
      </w:tr>
      <w:tr w:rsidR="00FD7284" w:rsidRPr="00A9592F">
        <w:tblPrEx>
          <w:tblCellMar>
            <w:top w:w="0" w:type="dxa"/>
            <w:bottom w:w="0" w:type="dxa"/>
          </w:tblCellMar>
        </w:tblPrEx>
        <w:trPr>
          <w:cantSplit/>
        </w:trPr>
        <w:tc>
          <w:tcPr>
            <w:tcW w:w="709" w:type="dxa"/>
          </w:tcPr>
          <w:p w:rsidR="00FD7284" w:rsidRPr="00A9592F" w:rsidRDefault="00FD7284" w:rsidP="00460093">
            <w:pPr>
              <w:pStyle w:val="Table"/>
            </w:pPr>
            <w:r w:rsidRPr="00A9592F">
              <w:t>9.</w:t>
            </w:r>
            <w:r w:rsidR="00BE350A" w:rsidRPr="00A9592F">
              <w:t>2</w:t>
            </w:r>
          </w:p>
        </w:tc>
        <w:tc>
          <w:tcPr>
            <w:tcW w:w="2710" w:type="dxa"/>
          </w:tcPr>
          <w:p w:rsidR="00FD7284" w:rsidRPr="00A9592F" w:rsidRDefault="00FD7284" w:rsidP="00460093">
            <w:pPr>
              <w:pStyle w:val="Table"/>
            </w:pPr>
            <w:r w:rsidRPr="00A9592F">
              <w:t>Приобретение спортивно-игрового инвентаря для МЦ в территориях района</w:t>
            </w:r>
          </w:p>
        </w:tc>
        <w:tc>
          <w:tcPr>
            <w:tcW w:w="753" w:type="dxa"/>
          </w:tcPr>
          <w:p w:rsidR="00FD7284" w:rsidRPr="00A9592F" w:rsidRDefault="00FD7284" w:rsidP="00460093">
            <w:pPr>
              <w:pStyle w:val="Table"/>
            </w:pPr>
            <w:r w:rsidRPr="00A9592F">
              <w:t>ОБ</w:t>
            </w:r>
          </w:p>
          <w:p w:rsidR="00FD7284" w:rsidRPr="00A9592F" w:rsidRDefault="00FD7284" w:rsidP="00460093">
            <w:pPr>
              <w:pStyle w:val="Table"/>
            </w:pPr>
          </w:p>
        </w:tc>
        <w:tc>
          <w:tcPr>
            <w:tcW w:w="890" w:type="dxa"/>
          </w:tcPr>
          <w:p w:rsidR="00FD7284" w:rsidRPr="00A9592F" w:rsidRDefault="00FD7284" w:rsidP="00460093">
            <w:pPr>
              <w:pStyle w:val="Table"/>
            </w:pPr>
            <w:r w:rsidRPr="00A9592F">
              <w:t>390,0</w:t>
            </w:r>
          </w:p>
        </w:tc>
        <w:tc>
          <w:tcPr>
            <w:tcW w:w="836" w:type="dxa"/>
          </w:tcPr>
          <w:p w:rsidR="00FD7284" w:rsidRPr="00A9592F" w:rsidRDefault="00FD7284" w:rsidP="00460093">
            <w:pPr>
              <w:pStyle w:val="Table"/>
            </w:pPr>
            <w:r w:rsidRPr="00A9592F">
              <w:t>130,0</w:t>
            </w:r>
          </w:p>
        </w:tc>
        <w:tc>
          <w:tcPr>
            <w:tcW w:w="836" w:type="dxa"/>
          </w:tcPr>
          <w:p w:rsidR="00FD7284" w:rsidRPr="00A9592F" w:rsidRDefault="00FD7284" w:rsidP="00460093">
            <w:pPr>
              <w:pStyle w:val="Table"/>
            </w:pPr>
            <w:r w:rsidRPr="00A9592F">
              <w:t>130,0</w:t>
            </w:r>
          </w:p>
        </w:tc>
        <w:tc>
          <w:tcPr>
            <w:tcW w:w="836" w:type="dxa"/>
          </w:tcPr>
          <w:p w:rsidR="00FD7284" w:rsidRPr="00A9592F" w:rsidRDefault="00FD7284" w:rsidP="00460093">
            <w:pPr>
              <w:pStyle w:val="Table"/>
            </w:pPr>
            <w:r w:rsidRPr="00A9592F">
              <w:t>130,0</w:t>
            </w:r>
          </w:p>
        </w:tc>
        <w:tc>
          <w:tcPr>
            <w:tcW w:w="1047" w:type="dxa"/>
          </w:tcPr>
          <w:p w:rsidR="00FD7284" w:rsidRPr="00A9592F" w:rsidRDefault="00FD7284" w:rsidP="00460093">
            <w:pPr>
              <w:pStyle w:val="Table"/>
            </w:pPr>
            <w:r w:rsidRPr="00A9592F">
              <w:t>В течение года</w:t>
            </w:r>
          </w:p>
        </w:tc>
        <w:tc>
          <w:tcPr>
            <w:tcW w:w="1102" w:type="dxa"/>
          </w:tcPr>
          <w:p w:rsidR="00FD7284" w:rsidRPr="00A9592F" w:rsidRDefault="00FD7284" w:rsidP="00460093">
            <w:pPr>
              <w:pStyle w:val="Table"/>
            </w:pPr>
            <w:r w:rsidRPr="00A9592F">
              <w:t>ОДМиС, МЦ, Глава территории</w:t>
            </w:r>
          </w:p>
        </w:tc>
      </w:tr>
      <w:tr w:rsidR="00FD7284" w:rsidRPr="00A9592F">
        <w:tblPrEx>
          <w:tblCellMar>
            <w:top w:w="0" w:type="dxa"/>
            <w:bottom w:w="0" w:type="dxa"/>
          </w:tblCellMar>
        </w:tblPrEx>
        <w:trPr>
          <w:cantSplit/>
        </w:trPr>
        <w:tc>
          <w:tcPr>
            <w:tcW w:w="709" w:type="dxa"/>
          </w:tcPr>
          <w:p w:rsidR="00FD7284" w:rsidRPr="00A9592F" w:rsidRDefault="00FD7284" w:rsidP="00460093">
            <w:pPr>
              <w:pStyle w:val="Table"/>
            </w:pPr>
          </w:p>
        </w:tc>
        <w:tc>
          <w:tcPr>
            <w:tcW w:w="2710" w:type="dxa"/>
          </w:tcPr>
          <w:p w:rsidR="00FD7284" w:rsidRPr="00A9592F" w:rsidRDefault="00FD7284" w:rsidP="00460093">
            <w:pPr>
              <w:pStyle w:val="Table"/>
            </w:pPr>
            <w:r w:rsidRPr="00A9592F">
              <w:t>Итого: мероприятия</w:t>
            </w:r>
          </w:p>
        </w:tc>
        <w:tc>
          <w:tcPr>
            <w:tcW w:w="753" w:type="dxa"/>
          </w:tcPr>
          <w:p w:rsidR="003C4375" w:rsidRPr="00A9592F" w:rsidRDefault="003C4375" w:rsidP="00460093">
            <w:pPr>
              <w:pStyle w:val="Table"/>
            </w:pPr>
            <w:r w:rsidRPr="00A9592F">
              <w:t>ОБ</w:t>
            </w:r>
          </w:p>
          <w:p w:rsidR="00FD7284" w:rsidRPr="00A9592F" w:rsidRDefault="00FD7284" w:rsidP="00460093">
            <w:pPr>
              <w:pStyle w:val="Table"/>
            </w:pPr>
            <w:r w:rsidRPr="00A9592F">
              <w:t>МБ</w:t>
            </w:r>
          </w:p>
          <w:p w:rsidR="003C4375" w:rsidRPr="00A9592F" w:rsidRDefault="003C4375" w:rsidP="00460093">
            <w:pPr>
              <w:pStyle w:val="Table"/>
            </w:pPr>
            <w:r w:rsidRPr="00A9592F">
              <w:t>Пр. ср – ва.</w:t>
            </w:r>
          </w:p>
        </w:tc>
        <w:tc>
          <w:tcPr>
            <w:tcW w:w="890" w:type="dxa"/>
          </w:tcPr>
          <w:p w:rsidR="00FD7284" w:rsidRPr="00A9592F" w:rsidRDefault="0005595B" w:rsidP="00460093">
            <w:pPr>
              <w:pStyle w:val="Table"/>
            </w:pPr>
            <w:r w:rsidRPr="00A9592F">
              <w:t>1770,748</w:t>
            </w:r>
          </w:p>
          <w:p w:rsidR="007D33F5" w:rsidRPr="00A9592F" w:rsidRDefault="007D33F5" w:rsidP="00460093">
            <w:pPr>
              <w:pStyle w:val="Table"/>
            </w:pPr>
            <w:r w:rsidRPr="00A9592F">
              <w:t>3860,5</w:t>
            </w:r>
          </w:p>
          <w:p w:rsidR="00F12707" w:rsidRPr="00A9592F" w:rsidRDefault="00F12707" w:rsidP="00460093">
            <w:pPr>
              <w:pStyle w:val="Table"/>
            </w:pPr>
            <w:r w:rsidRPr="00A9592F">
              <w:t>322,0</w:t>
            </w:r>
          </w:p>
        </w:tc>
        <w:tc>
          <w:tcPr>
            <w:tcW w:w="836" w:type="dxa"/>
          </w:tcPr>
          <w:p w:rsidR="00FD7284" w:rsidRPr="00A9592F" w:rsidRDefault="009271F4" w:rsidP="00460093">
            <w:pPr>
              <w:pStyle w:val="Table"/>
            </w:pPr>
            <w:r w:rsidRPr="00A9592F">
              <w:t>551,916</w:t>
            </w:r>
          </w:p>
          <w:p w:rsidR="009271F4" w:rsidRPr="00A9592F" w:rsidRDefault="009271F4" w:rsidP="00460093">
            <w:pPr>
              <w:pStyle w:val="Table"/>
            </w:pPr>
            <w:r w:rsidRPr="00A9592F">
              <w:t>1251,5</w:t>
            </w:r>
          </w:p>
          <w:p w:rsidR="009271F4" w:rsidRPr="00A9592F" w:rsidRDefault="004A1442" w:rsidP="00460093">
            <w:pPr>
              <w:pStyle w:val="Table"/>
            </w:pPr>
            <w:r w:rsidRPr="00A9592F">
              <w:t>175,0</w:t>
            </w:r>
          </w:p>
        </w:tc>
        <w:tc>
          <w:tcPr>
            <w:tcW w:w="836" w:type="dxa"/>
          </w:tcPr>
          <w:p w:rsidR="00FD7284" w:rsidRPr="00A9592F" w:rsidRDefault="00221712" w:rsidP="00460093">
            <w:pPr>
              <w:pStyle w:val="Table"/>
            </w:pPr>
            <w:r w:rsidRPr="00A9592F">
              <w:t>601,916</w:t>
            </w:r>
          </w:p>
          <w:p w:rsidR="00221712" w:rsidRPr="00A9592F" w:rsidRDefault="00E726E1" w:rsidP="00460093">
            <w:pPr>
              <w:pStyle w:val="Table"/>
            </w:pPr>
            <w:r w:rsidRPr="00A9592F">
              <w:t>1257,5</w:t>
            </w:r>
          </w:p>
          <w:p w:rsidR="00E726E1" w:rsidRPr="00A9592F" w:rsidRDefault="004D3CF2" w:rsidP="00460093">
            <w:pPr>
              <w:pStyle w:val="Table"/>
            </w:pPr>
            <w:r w:rsidRPr="00A9592F">
              <w:t>7</w:t>
            </w:r>
            <w:r w:rsidR="005929F4" w:rsidRPr="00A9592F">
              <w:t>5</w:t>
            </w:r>
            <w:r w:rsidR="00E726E1" w:rsidRPr="00A9592F">
              <w:t>,0</w:t>
            </w:r>
          </w:p>
        </w:tc>
        <w:tc>
          <w:tcPr>
            <w:tcW w:w="836" w:type="dxa"/>
          </w:tcPr>
          <w:p w:rsidR="00FD7284" w:rsidRPr="00A9592F" w:rsidRDefault="00785774" w:rsidP="00460093">
            <w:pPr>
              <w:pStyle w:val="Table"/>
            </w:pPr>
            <w:r w:rsidRPr="00A9592F">
              <w:t>616,916</w:t>
            </w:r>
          </w:p>
          <w:p w:rsidR="0035564A" w:rsidRPr="00A9592F" w:rsidRDefault="00336EA9" w:rsidP="00460093">
            <w:pPr>
              <w:pStyle w:val="Table"/>
            </w:pPr>
            <w:r w:rsidRPr="00A9592F">
              <w:t>1351,5</w:t>
            </w:r>
          </w:p>
          <w:p w:rsidR="0035564A" w:rsidRPr="00A9592F" w:rsidRDefault="0035564A" w:rsidP="00460093">
            <w:pPr>
              <w:pStyle w:val="Table"/>
            </w:pPr>
            <w:r w:rsidRPr="00A9592F">
              <w:t>7</w:t>
            </w:r>
            <w:r w:rsidR="005929F4" w:rsidRPr="00A9592F">
              <w:t>2</w:t>
            </w:r>
            <w:r w:rsidRPr="00A9592F">
              <w:t>,0</w:t>
            </w:r>
          </w:p>
        </w:tc>
        <w:tc>
          <w:tcPr>
            <w:tcW w:w="1047" w:type="dxa"/>
          </w:tcPr>
          <w:p w:rsidR="00FD7284" w:rsidRPr="00A9592F" w:rsidRDefault="00FD7284" w:rsidP="00460093">
            <w:pPr>
              <w:pStyle w:val="Table"/>
            </w:pPr>
          </w:p>
        </w:tc>
        <w:tc>
          <w:tcPr>
            <w:tcW w:w="1102" w:type="dxa"/>
          </w:tcPr>
          <w:p w:rsidR="00FD7284" w:rsidRPr="00A9592F" w:rsidRDefault="00FD7284" w:rsidP="00460093">
            <w:pPr>
              <w:pStyle w:val="Table"/>
            </w:pPr>
          </w:p>
        </w:tc>
      </w:tr>
      <w:tr w:rsidR="00FD7284" w:rsidRPr="00A9592F">
        <w:tblPrEx>
          <w:tblCellMar>
            <w:top w:w="0" w:type="dxa"/>
            <w:bottom w:w="0" w:type="dxa"/>
          </w:tblCellMar>
        </w:tblPrEx>
        <w:trPr>
          <w:cantSplit/>
        </w:trPr>
        <w:tc>
          <w:tcPr>
            <w:tcW w:w="709" w:type="dxa"/>
          </w:tcPr>
          <w:p w:rsidR="00FD7284" w:rsidRPr="00A9592F" w:rsidRDefault="00FD7284" w:rsidP="00460093">
            <w:pPr>
              <w:pStyle w:val="Table"/>
            </w:pPr>
          </w:p>
        </w:tc>
        <w:tc>
          <w:tcPr>
            <w:tcW w:w="2710" w:type="dxa"/>
          </w:tcPr>
          <w:p w:rsidR="00FD7284" w:rsidRPr="00A9592F" w:rsidRDefault="00FD7284" w:rsidP="00460093">
            <w:pPr>
              <w:pStyle w:val="Table"/>
            </w:pPr>
            <w:r w:rsidRPr="00A9592F">
              <w:t>Всего:</w:t>
            </w:r>
          </w:p>
        </w:tc>
        <w:tc>
          <w:tcPr>
            <w:tcW w:w="753" w:type="dxa"/>
          </w:tcPr>
          <w:p w:rsidR="00D034F5" w:rsidRPr="00A9592F" w:rsidRDefault="00D034F5" w:rsidP="00460093">
            <w:pPr>
              <w:pStyle w:val="Table"/>
            </w:pPr>
          </w:p>
        </w:tc>
        <w:tc>
          <w:tcPr>
            <w:tcW w:w="890" w:type="dxa"/>
          </w:tcPr>
          <w:p w:rsidR="00FD7284" w:rsidRPr="00A9592F" w:rsidRDefault="005B018D" w:rsidP="00460093">
            <w:pPr>
              <w:pStyle w:val="Table"/>
            </w:pPr>
            <w:r w:rsidRPr="00A9592F">
              <w:t>5953,248</w:t>
            </w:r>
          </w:p>
        </w:tc>
        <w:tc>
          <w:tcPr>
            <w:tcW w:w="836" w:type="dxa"/>
          </w:tcPr>
          <w:p w:rsidR="00FD7284" w:rsidRPr="00A9592F" w:rsidRDefault="00E11BBC" w:rsidP="00460093">
            <w:pPr>
              <w:pStyle w:val="Table"/>
            </w:pPr>
            <w:r w:rsidRPr="00A9592F">
              <w:t>1978,41</w:t>
            </w:r>
            <w:r w:rsidR="001037B1" w:rsidRPr="00A9592F">
              <w:t>6</w:t>
            </w:r>
          </w:p>
        </w:tc>
        <w:tc>
          <w:tcPr>
            <w:tcW w:w="836" w:type="dxa"/>
          </w:tcPr>
          <w:p w:rsidR="00FD7284" w:rsidRPr="00A9592F" w:rsidRDefault="00336EA9" w:rsidP="00460093">
            <w:pPr>
              <w:pStyle w:val="Table"/>
            </w:pPr>
            <w:r w:rsidRPr="00A9592F">
              <w:t>193</w:t>
            </w:r>
            <w:r w:rsidR="005929F4" w:rsidRPr="00A9592F">
              <w:t>4</w:t>
            </w:r>
            <w:r w:rsidRPr="00A9592F">
              <w:t>,416</w:t>
            </w:r>
          </w:p>
        </w:tc>
        <w:tc>
          <w:tcPr>
            <w:tcW w:w="836" w:type="dxa"/>
          </w:tcPr>
          <w:p w:rsidR="00FD7284" w:rsidRPr="00A9592F" w:rsidRDefault="00336EA9" w:rsidP="00460093">
            <w:pPr>
              <w:pStyle w:val="Table"/>
            </w:pPr>
            <w:r w:rsidRPr="00A9592F">
              <w:t>204</w:t>
            </w:r>
            <w:r w:rsidR="005929F4" w:rsidRPr="00A9592F">
              <w:t>0</w:t>
            </w:r>
            <w:r w:rsidRPr="00A9592F">
              <w:t>,416</w:t>
            </w:r>
          </w:p>
        </w:tc>
        <w:tc>
          <w:tcPr>
            <w:tcW w:w="1047" w:type="dxa"/>
          </w:tcPr>
          <w:p w:rsidR="00FD7284" w:rsidRPr="00A9592F" w:rsidRDefault="00FD7284" w:rsidP="00460093">
            <w:pPr>
              <w:pStyle w:val="Table"/>
            </w:pPr>
          </w:p>
        </w:tc>
        <w:tc>
          <w:tcPr>
            <w:tcW w:w="1102" w:type="dxa"/>
          </w:tcPr>
          <w:p w:rsidR="00FD7284" w:rsidRPr="00A9592F" w:rsidRDefault="00FD7284" w:rsidP="00460093">
            <w:pPr>
              <w:pStyle w:val="Table"/>
            </w:pPr>
          </w:p>
        </w:tc>
      </w:tr>
    </w:tbl>
    <w:p w:rsidR="00F563ED" w:rsidRPr="00A9592F" w:rsidRDefault="00F563ED" w:rsidP="00A9592F"/>
    <w:p w:rsidR="000118D0" w:rsidRPr="00A9592F" w:rsidRDefault="000118D0" w:rsidP="00A9592F">
      <w:r w:rsidRPr="00A9592F">
        <w:t>Примененные сокращения:</w:t>
      </w:r>
    </w:p>
    <w:p w:rsidR="00C42172" w:rsidRDefault="000118D0" w:rsidP="00A9592F">
      <w:r w:rsidRPr="00A9592F">
        <w:t xml:space="preserve">РОВД – Районный отдел внутренних дел </w:t>
      </w:r>
    </w:p>
    <w:p w:rsidR="000118D0" w:rsidRPr="00A9592F" w:rsidRDefault="00170BD1" w:rsidP="00A9592F">
      <w:r w:rsidRPr="00A9592F">
        <w:t>ОДМ</w:t>
      </w:r>
      <w:r w:rsidR="00E60045" w:rsidRPr="00A9592F">
        <w:t>и</w:t>
      </w:r>
      <w:r w:rsidRPr="00A9592F">
        <w:t>С</w:t>
      </w:r>
      <w:r w:rsidR="000118D0" w:rsidRPr="00A9592F">
        <w:t xml:space="preserve"> – Отдел по делам молодежи</w:t>
      </w:r>
      <w:r w:rsidR="000855C8" w:rsidRPr="00A9592F">
        <w:t xml:space="preserve"> и спорту</w:t>
      </w:r>
    </w:p>
    <w:p w:rsidR="00C42172" w:rsidRDefault="000118D0" w:rsidP="00A9592F">
      <w:r w:rsidRPr="00A9592F">
        <w:t>МУО – Муниципальное управление образования</w:t>
      </w:r>
    </w:p>
    <w:p w:rsidR="000118D0" w:rsidRPr="00A9592F" w:rsidRDefault="000118D0" w:rsidP="00A9592F">
      <w:r w:rsidRPr="00A9592F">
        <w:t>МУК – Муниципальное Управление Культуры</w:t>
      </w:r>
    </w:p>
    <w:p w:rsidR="00C42172" w:rsidRDefault="00BB22D2" w:rsidP="00A9592F">
      <w:r w:rsidRPr="00A9592F">
        <w:t>МЦ – Молодежный Центр «ЛИДЕР»</w:t>
      </w:r>
    </w:p>
    <w:p w:rsidR="00E01B14" w:rsidRPr="00A9592F" w:rsidRDefault="00CC7F1A" w:rsidP="00A9592F">
      <w:r w:rsidRPr="00A9592F">
        <w:t>УСХ – управление сельского хозяйства</w:t>
      </w:r>
    </w:p>
    <w:p w:rsidR="00C42172" w:rsidRDefault="001B5DA3" w:rsidP="00A9592F">
      <w:r w:rsidRPr="00A9592F">
        <w:t>УСЗН – Управление социальной защиты населения</w:t>
      </w:r>
    </w:p>
    <w:p w:rsidR="001B5DA3" w:rsidRPr="00A9592F" w:rsidRDefault="0012731C" w:rsidP="00A9592F">
      <w:r w:rsidRPr="00A9592F">
        <w:t>Жил. Отд. – жилищный отдел</w:t>
      </w:r>
    </w:p>
    <w:p w:rsidR="00C42172" w:rsidRDefault="001E0958" w:rsidP="00A9592F">
      <w:r w:rsidRPr="00A9592F">
        <w:t>РВК – Военный комиссариат</w:t>
      </w:r>
    </w:p>
    <w:p w:rsidR="001E0958" w:rsidRPr="00A9592F" w:rsidRDefault="00B36D35" w:rsidP="00A9592F">
      <w:r w:rsidRPr="00A9592F">
        <w:t>О</w:t>
      </w:r>
      <w:r w:rsidR="0012731C" w:rsidRPr="00A9592F">
        <w:t xml:space="preserve">Б – </w:t>
      </w:r>
      <w:r w:rsidRPr="00A9592F">
        <w:t>Областной</w:t>
      </w:r>
      <w:r w:rsidR="0012731C" w:rsidRPr="00A9592F">
        <w:t xml:space="preserve"> бюджет</w:t>
      </w:r>
    </w:p>
    <w:p w:rsidR="00C42172" w:rsidRDefault="00E01B14" w:rsidP="00A9592F">
      <w:r w:rsidRPr="00A9592F">
        <w:t>МБ – Муниципальный бюджет</w:t>
      </w:r>
    </w:p>
    <w:p w:rsidR="000118D0" w:rsidRPr="00A9592F" w:rsidRDefault="000D2791" w:rsidP="00A9592F">
      <w:r w:rsidRPr="00A9592F">
        <w:t>Пр.Ср – привлеченные средства</w:t>
      </w:r>
    </w:p>
    <w:p w:rsidR="00366003" w:rsidRPr="00A9592F" w:rsidRDefault="00366003" w:rsidP="00A9592F"/>
    <w:p w:rsidR="00366003" w:rsidRPr="00A9592F" w:rsidRDefault="00366003" w:rsidP="00C42172">
      <w:pPr>
        <w:pStyle w:val="Application"/>
        <w:spacing w:before="0" w:after="0"/>
      </w:pPr>
      <w:r w:rsidRPr="00A9592F">
        <w:t>Приложение 1</w:t>
      </w:r>
    </w:p>
    <w:p w:rsidR="00C42172" w:rsidRDefault="00C42172" w:rsidP="00A9592F"/>
    <w:p w:rsidR="00366003" w:rsidRPr="00A9592F" w:rsidRDefault="00366003" w:rsidP="00C42172">
      <w:pPr>
        <w:pStyle w:val="1"/>
      </w:pPr>
      <w:r w:rsidRPr="00A9592F">
        <w:t>МЕРОПРИЯТИЯ</w:t>
      </w:r>
    </w:p>
    <w:p w:rsidR="00366003" w:rsidRPr="00A9592F" w:rsidRDefault="00366003" w:rsidP="00C42172">
      <w:pPr>
        <w:pStyle w:val="1"/>
      </w:pPr>
      <w:r w:rsidRPr="00A9592F">
        <w:lastRenderedPageBreak/>
        <w:t>муниципального Управления культуры в программу</w:t>
      </w:r>
      <w:r w:rsidR="00FB4899" w:rsidRPr="00A9592F">
        <w:t xml:space="preserve"> </w:t>
      </w:r>
      <w:r w:rsidRPr="00A9592F">
        <w:t xml:space="preserve">«Молодежь Крапивинского района» на 2009 – </w:t>
      </w:r>
      <w:smartTag w:uri="urn:schemas-microsoft-com:office:smarttags" w:element="metricconverter">
        <w:smartTagPr>
          <w:attr w:name="ProductID" w:val="2011 г"/>
        </w:smartTagPr>
        <w:r w:rsidRPr="00A9592F">
          <w:t>2011 г</w:t>
        </w:r>
      </w:smartTag>
      <w:r w:rsidRPr="00A9592F">
        <w:t>.г.</w:t>
      </w:r>
    </w:p>
    <w:p w:rsidR="00366003" w:rsidRPr="00A9592F" w:rsidRDefault="00366003" w:rsidP="00A9592F"/>
    <w:tbl>
      <w:tblPr>
        <w:tblStyle w:val="a7"/>
        <w:tblW w:w="5000" w:type="pct"/>
        <w:tblLayout w:type="fixed"/>
        <w:tblLook w:val="01E0" w:firstRow="1" w:lastRow="1" w:firstColumn="1" w:lastColumn="1" w:noHBand="0" w:noVBand="0"/>
      </w:tblPr>
      <w:tblGrid>
        <w:gridCol w:w="472"/>
        <w:gridCol w:w="2334"/>
        <w:gridCol w:w="946"/>
        <w:gridCol w:w="840"/>
        <w:gridCol w:w="840"/>
        <w:gridCol w:w="840"/>
        <w:gridCol w:w="946"/>
        <w:gridCol w:w="946"/>
        <w:gridCol w:w="1689"/>
      </w:tblGrid>
      <w:tr w:rsidR="00366003" w:rsidRPr="00A9592F">
        <w:tc>
          <w:tcPr>
            <w:tcW w:w="635" w:type="dxa"/>
            <w:vMerge w:val="restart"/>
          </w:tcPr>
          <w:p w:rsidR="00366003" w:rsidRPr="00A9592F" w:rsidRDefault="00366003" w:rsidP="00C42172">
            <w:pPr>
              <w:pStyle w:val="Table0"/>
            </w:pPr>
            <w:r w:rsidRPr="00A9592F">
              <w:t>№</w:t>
            </w:r>
            <w:r w:rsidR="00C42172">
              <w:t xml:space="preserve"> </w:t>
            </w:r>
            <w:r w:rsidRPr="00A9592F">
              <w:t>п/п</w:t>
            </w:r>
          </w:p>
        </w:tc>
        <w:tc>
          <w:tcPr>
            <w:tcW w:w="3793" w:type="dxa"/>
            <w:vMerge w:val="restart"/>
          </w:tcPr>
          <w:p w:rsidR="00366003" w:rsidRPr="00A9592F" w:rsidRDefault="00366003" w:rsidP="00C42172">
            <w:pPr>
              <w:pStyle w:val="Table0"/>
            </w:pPr>
            <w:r w:rsidRPr="00A9592F">
              <w:t>Перечень</w:t>
            </w:r>
            <w:r w:rsidR="00C42172">
              <w:t xml:space="preserve"> </w:t>
            </w:r>
            <w:r w:rsidRPr="00A9592F">
              <w:t>мероприятий</w:t>
            </w:r>
          </w:p>
        </w:tc>
        <w:tc>
          <w:tcPr>
            <w:tcW w:w="1440" w:type="dxa"/>
            <w:vMerge w:val="restart"/>
          </w:tcPr>
          <w:p w:rsidR="00366003" w:rsidRPr="00A9592F" w:rsidRDefault="00366003" w:rsidP="00C42172">
            <w:pPr>
              <w:pStyle w:val="Table0"/>
            </w:pPr>
            <w:r w:rsidRPr="00A9592F">
              <w:t>Источник</w:t>
            </w:r>
            <w:r w:rsidR="00C42172">
              <w:t xml:space="preserve"> </w:t>
            </w:r>
            <w:r w:rsidRPr="00A9592F">
              <w:t>финансирования</w:t>
            </w:r>
          </w:p>
        </w:tc>
        <w:tc>
          <w:tcPr>
            <w:tcW w:w="5220" w:type="dxa"/>
            <w:gridSpan w:val="4"/>
          </w:tcPr>
          <w:p w:rsidR="00366003" w:rsidRPr="00A9592F" w:rsidRDefault="00366003" w:rsidP="00C42172">
            <w:pPr>
              <w:pStyle w:val="Table0"/>
            </w:pPr>
            <w:r w:rsidRPr="00A9592F">
              <w:t>Финансовые затраты в рублях</w:t>
            </w:r>
          </w:p>
        </w:tc>
        <w:tc>
          <w:tcPr>
            <w:tcW w:w="1440" w:type="dxa"/>
            <w:vMerge w:val="restart"/>
          </w:tcPr>
          <w:p w:rsidR="00366003" w:rsidRPr="00A9592F" w:rsidRDefault="00366003" w:rsidP="00C42172">
            <w:pPr>
              <w:pStyle w:val="Table0"/>
            </w:pPr>
            <w:r w:rsidRPr="00A9592F">
              <w:t>Срокисполнения</w:t>
            </w:r>
          </w:p>
        </w:tc>
        <w:tc>
          <w:tcPr>
            <w:tcW w:w="2700" w:type="dxa"/>
            <w:vMerge w:val="restart"/>
          </w:tcPr>
          <w:p w:rsidR="00366003" w:rsidRPr="00A9592F" w:rsidRDefault="00366003" w:rsidP="00C42172">
            <w:pPr>
              <w:pStyle w:val="Table0"/>
            </w:pPr>
            <w:r w:rsidRPr="00A9592F">
              <w:t>Исполнители</w:t>
            </w:r>
          </w:p>
        </w:tc>
      </w:tr>
      <w:tr w:rsidR="00366003" w:rsidRPr="00A9592F">
        <w:tc>
          <w:tcPr>
            <w:tcW w:w="635" w:type="dxa"/>
            <w:vMerge/>
          </w:tcPr>
          <w:p w:rsidR="00366003" w:rsidRPr="00A9592F" w:rsidRDefault="00366003" w:rsidP="00C42172">
            <w:pPr>
              <w:pStyle w:val="Table"/>
            </w:pPr>
          </w:p>
        </w:tc>
        <w:tc>
          <w:tcPr>
            <w:tcW w:w="3793" w:type="dxa"/>
            <w:vMerge/>
          </w:tcPr>
          <w:p w:rsidR="00366003" w:rsidRPr="00A9592F" w:rsidRDefault="00366003" w:rsidP="00C42172">
            <w:pPr>
              <w:pStyle w:val="Table"/>
            </w:pPr>
          </w:p>
        </w:tc>
        <w:tc>
          <w:tcPr>
            <w:tcW w:w="1440" w:type="dxa"/>
            <w:vMerge/>
          </w:tcPr>
          <w:p w:rsidR="00366003" w:rsidRPr="00A9592F" w:rsidRDefault="00366003" w:rsidP="00C42172">
            <w:pPr>
              <w:pStyle w:val="Table"/>
            </w:pPr>
          </w:p>
        </w:tc>
        <w:tc>
          <w:tcPr>
            <w:tcW w:w="1260" w:type="dxa"/>
            <w:vMerge w:val="restart"/>
          </w:tcPr>
          <w:p w:rsidR="00366003" w:rsidRPr="00A9592F" w:rsidRDefault="00366003" w:rsidP="00C42172">
            <w:pPr>
              <w:pStyle w:val="Table0"/>
            </w:pPr>
            <w:r w:rsidRPr="00A9592F">
              <w:t>Всего</w:t>
            </w:r>
          </w:p>
        </w:tc>
        <w:tc>
          <w:tcPr>
            <w:tcW w:w="3960" w:type="dxa"/>
            <w:gridSpan w:val="3"/>
          </w:tcPr>
          <w:p w:rsidR="00366003" w:rsidRPr="00A9592F" w:rsidRDefault="00366003" w:rsidP="00C42172">
            <w:pPr>
              <w:pStyle w:val="Table0"/>
            </w:pPr>
            <w:r w:rsidRPr="00A9592F">
              <w:t>в том числе</w:t>
            </w:r>
          </w:p>
        </w:tc>
        <w:tc>
          <w:tcPr>
            <w:tcW w:w="1440" w:type="dxa"/>
            <w:vMerge/>
          </w:tcPr>
          <w:p w:rsidR="00366003" w:rsidRPr="00A9592F" w:rsidRDefault="00366003" w:rsidP="00C42172">
            <w:pPr>
              <w:pStyle w:val="Table"/>
            </w:pPr>
          </w:p>
        </w:tc>
        <w:tc>
          <w:tcPr>
            <w:tcW w:w="2700" w:type="dxa"/>
            <w:vMerge/>
          </w:tcPr>
          <w:p w:rsidR="00366003" w:rsidRPr="00A9592F" w:rsidRDefault="00366003" w:rsidP="00C42172">
            <w:pPr>
              <w:pStyle w:val="Table"/>
            </w:pPr>
          </w:p>
        </w:tc>
      </w:tr>
      <w:tr w:rsidR="00366003" w:rsidRPr="00A9592F">
        <w:tc>
          <w:tcPr>
            <w:tcW w:w="635" w:type="dxa"/>
            <w:vMerge/>
          </w:tcPr>
          <w:p w:rsidR="00366003" w:rsidRPr="00A9592F" w:rsidRDefault="00366003" w:rsidP="00C42172">
            <w:pPr>
              <w:pStyle w:val="Table"/>
            </w:pPr>
          </w:p>
        </w:tc>
        <w:tc>
          <w:tcPr>
            <w:tcW w:w="3793" w:type="dxa"/>
            <w:vMerge/>
          </w:tcPr>
          <w:p w:rsidR="00366003" w:rsidRPr="00A9592F" w:rsidRDefault="00366003" w:rsidP="00C42172">
            <w:pPr>
              <w:pStyle w:val="Table"/>
            </w:pPr>
          </w:p>
        </w:tc>
        <w:tc>
          <w:tcPr>
            <w:tcW w:w="1440" w:type="dxa"/>
            <w:vMerge/>
          </w:tcPr>
          <w:p w:rsidR="00366003" w:rsidRPr="00A9592F" w:rsidRDefault="00366003" w:rsidP="00C42172">
            <w:pPr>
              <w:pStyle w:val="Table"/>
            </w:pPr>
          </w:p>
        </w:tc>
        <w:tc>
          <w:tcPr>
            <w:tcW w:w="1260" w:type="dxa"/>
            <w:vMerge/>
          </w:tcPr>
          <w:p w:rsidR="00366003" w:rsidRPr="00A9592F" w:rsidRDefault="00366003" w:rsidP="00C42172">
            <w:pPr>
              <w:pStyle w:val="Table0"/>
            </w:pPr>
          </w:p>
        </w:tc>
        <w:tc>
          <w:tcPr>
            <w:tcW w:w="1260" w:type="dxa"/>
          </w:tcPr>
          <w:p w:rsidR="00366003" w:rsidRPr="00A9592F" w:rsidRDefault="00366003" w:rsidP="00C42172">
            <w:pPr>
              <w:pStyle w:val="Table0"/>
            </w:pPr>
            <w:r w:rsidRPr="00A9592F">
              <w:t>2009</w:t>
            </w:r>
          </w:p>
        </w:tc>
        <w:tc>
          <w:tcPr>
            <w:tcW w:w="1260" w:type="dxa"/>
          </w:tcPr>
          <w:p w:rsidR="00366003" w:rsidRPr="00A9592F" w:rsidRDefault="00366003" w:rsidP="00C42172">
            <w:pPr>
              <w:pStyle w:val="Table0"/>
            </w:pPr>
            <w:r w:rsidRPr="00A9592F">
              <w:t>2010</w:t>
            </w:r>
          </w:p>
        </w:tc>
        <w:tc>
          <w:tcPr>
            <w:tcW w:w="1440" w:type="dxa"/>
          </w:tcPr>
          <w:p w:rsidR="00366003" w:rsidRPr="00A9592F" w:rsidRDefault="00366003" w:rsidP="00C42172">
            <w:pPr>
              <w:pStyle w:val="Table0"/>
            </w:pPr>
            <w:r w:rsidRPr="00A9592F">
              <w:t>2011</w:t>
            </w:r>
          </w:p>
          <w:p w:rsidR="00366003" w:rsidRPr="00A9592F" w:rsidRDefault="00366003" w:rsidP="00C42172">
            <w:pPr>
              <w:pStyle w:val="Table0"/>
            </w:pPr>
          </w:p>
        </w:tc>
        <w:tc>
          <w:tcPr>
            <w:tcW w:w="1440" w:type="dxa"/>
            <w:vMerge/>
          </w:tcPr>
          <w:p w:rsidR="00366003" w:rsidRPr="00A9592F" w:rsidRDefault="00366003" w:rsidP="00C42172">
            <w:pPr>
              <w:pStyle w:val="Table"/>
            </w:pPr>
          </w:p>
        </w:tc>
        <w:tc>
          <w:tcPr>
            <w:tcW w:w="2700" w:type="dxa"/>
            <w:vMerge/>
          </w:tcPr>
          <w:p w:rsidR="00366003" w:rsidRPr="00A9592F" w:rsidRDefault="00366003" w:rsidP="00C42172">
            <w:pPr>
              <w:pStyle w:val="Table"/>
            </w:pPr>
          </w:p>
        </w:tc>
      </w:tr>
      <w:tr w:rsidR="00366003" w:rsidRPr="00A9592F">
        <w:tc>
          <w:tcPr>
            <w:tcW w:w="635" w:type="dxa"/>
          </w:tcPr>
          <w:p w:rsidR="00366003" w:rsidRPr="00A9592F" w:rsidRDefault="00366003" w:rsidP="00C42172">
            <w:pPr>
              <w:pStyle w:val="Table"/>
            </w:pPr>
            <w:r w:rsidRPr="00A9592F">
              <w:t>1.</w:t>
            </w:r>
          </w:p>
        </w:tc>
        <w:tc>
          <w:tcPr>
            <w:tcW w:w="3793" w:type="dxa"/>
          </w:tcPr>
          <w:p w:rsidR="00366003" w:rsidRPr="00A9592F" w:rsidRDefault="00366003" w:rsidP="00C42172">
            <w:pPr>
              <w:pStyle w:val="Table"/>
            </w:pPr>
            <w:r w:rsidRPr="00A9592F">
              <w:t>Областной конкурс на лучший творческий коллектив «Успех»</w:t>
            </w:r>
          </w:p>
        </w:tc>
        <w:tc>
          <w:tcPr>
            <w:tcW w:w="1440" w:type="dxa"/>
          </w:tcPr>
          <w:p w:rsidR="00366003" w:rsidRPr="00A9592F" w:rsidRDefault="00366003" w:rsidP="00C42172">
            <w:pPr>
              <w:pStyle w:val="Table"/>
            </w:pPr>
            <w:r w:rsidRPr="00A9592F">
              <w:t>-</w:t>
            </w:r>
          </w:p>
        </w:tc>
        <w:tc>
          <w:tcPr>
            <w:tcW w:w="1260" w:type="dxa"/>
          </w:tcPr>
          <w:p w:rsidR="00366003" w:rsidRPr="00A9592F" w:rsidRDefault="00366003" w:rsidP="00C42172">
            <w:pPr>
              <w:pStyle w:val="Table"/>
            </w:pPr>
            <w:r w:rsidRPr="00A9592F">
              <w:t>-</w:t>
            </w:r>
          </w:p>
        </w:tc>
        <w:tc>
          <w:tcPr>
            <w:tcW w:w="1260" w:type="dxa"/>
          </w:tcPr>
          <w:p w:rsidR="00366003" w:rsidRPr="00A9592F" w:rsidRDefault="00366003" w:rsidP="00C42172">
            <w:pPr>
              <w:pStyle w:val="Table"/>
            </w:pPr>
            <w:r w:rsidRPr="00A9592F">
              <w:t>-</w:t>
            </w:r>
          </w:p>
        </w:tc>
        <w:tc>
          <w:tcPr>
            <w:tcW w:w="1260" w:type="dxa"/>
          </w:tcPr>
          <w:p w:rsidR="00366003" w:rsidRPr="00A9592F" w:rsidRDefault="00366003" w:rsidP="00C42172">
            <w:pPr>
              <w:pStyle w:val="Table"/>
            </w:pPr>
            <w:r w:rsidRPr="00A9592F">
              <w:t>-</w:t>
            </w:r>
          </w:p>
        </w:tc>
        <w:tc>
          <w:tcPr>
            <w:tcW w:w="1440" w:type="dxa"/>
          </w:tcPr>
          <w:p w:rsidR="00366003" w:rsidRPr="00A9592F" w:rsidRDefault="00366003" w:rsidP="00C42172">
            <w:pPr>
              <w:pStyle w:val="Table"/>
            </w:pPr>
            <w:r w:rsidRPr="00A9592F">
              <w:t>-</w:t>
            </w:r>
          </w:p>
        </w:tc>
        <w:tc>
          <w:tcPr>
            <w:tcW w:w="1440" w:type="dxa"/>
          </w:tcPr>
          <w:p w:rsidR="00366003" w:rsidRPr="00A9592F" w:rsidRDefault="00366003" w:rsidP="00C42172">
            <w:pPr>
              <w:pStyle w:val="Table"/>
            </w:pPr>
            <w:r w:rsidRPr="00A9592F">
              <w:t>январь-март</w:t>
            </w:r>
          </w:p>
        </w:tc>
        <w:tc>
          <w:tcPr>
            <w:tcW w:w="2700" w:type="dxa"/>
          </w:tcPr>
          <w:p w:rsidR="00366003" w:rsidRPr="00A9592F" w:rsidRDefault="00366003" w:rsidP="00C42172">
            <w:pPr>
              <w:pStyle w:val="Table"/>
            </w:pPr>
            <w:r w:rsidRPr="00A9592F">
              <w:t>Управление культуры, ГДК</w:t>
            </w:r>
          </w:p>
        </w:tc>
      </w:tr>
      <w:tr w:rsidR="00366003" w:rsidRPr="00A9592F">
        <w:tc>
          <w:tcPr>
            <w:tcW w:w="635" w:type="dxa"/>
          </w:tcPr>
          <w:p w:rsidR="00366003" w:rsidRPr="00A9592F" w:rsidRDefault="00366003" w:rsidP="00C42172">
            <w:pPr>
              <w:pStyle w:val="Table"/>
            </w:pPr>
            <w:r w:rsidRPr="00A9592F">
              <w:t>2.</w:t>
            </w:r>
          </w:p>
        </w:tc>
        <w:tc>
          <w:tcPr>
            <w:tcW w:w="3793" w:type="dxa"/>
          </w:tcPr>
          <w:p w:rsidR="00366003" w:rsidRPr="00A9592F" w:rsidRDefault="00366003" w:rsidP="00C42172">
            <w:pPr>
              <w:pStyle w:val="Table"/>
            </w:pPr>
            <w:r w:rsidRPr="00A9592F">
              <w:t>Областной конкурс детских и юношеских хореографических коллективов на призы Администрации Кемеровской области и редакции газеты «Труд»</w:t>
            </w:r>
          </w:p>
        </w:tc>
        <w:tc>
          <w:tcPr>
            <w:tcW w:w="1440" w:type="dxa"/>
          </w:tcPr>
          <w:p w:rsidR="00366003" w:rsidRPr="00A9592F" w:rsidRDefault="00366003" w:rsidP="00C42172">
            <w:pPr>
              <w:pStyle w:val="Table"/>
            </w:pPr>
            <w:r w:rsidRPr="00A9592F">
              <w:t>МБ</w:t>
            </w:r>
          </w:p>
        </w:tc>
        <w:tc>
          <w:tcPr>
            <w:tcW w:w="1260" w:type="dxa"/>
          </w:tcPr>
          <w:p w:rsidR="00366003" w:rsidRPr="00A9592F" w:rsidRDefault="00366003" w:rsidP="00C42172">
            <w:pPr>
              <w:pStyle w:val="Table"/>
            </w:pPr>
            <w:r w:rsidRPr="00A9592F">
              <w:t>12 т.р.</w:t>
            </w:r>
          </w:p>
        </w:tc>
        <w:tc>
          <w:tcPr>
            <w:tcW w:w="1260" w:type="dxa"/>
          </w:tcPr>
          <w:p w:rsidR="00366003" w:rsidRPr="00A9592F" w:rsidRDefault="00366003" w:rsidP="00C42172">
            <w:pPr>
              <w:pStyle w:val="Table"/>
            </w:pPr>
            <w:r w:rsidRPr="00A9592F">
              <w:t>4 т.р.</w:t>
            </w:r>
          </w:p>
        </w:tc>
        <w:tc>
          <w:tcPr>
            <w:tcW w:w="1260" w:type="dxa"/>
          </w:tcPr>
          <w:p w:rsidR="00366003" w:rsidRPr="00A9592F" w:rsidRDefault="00366003" w:rsidP="00C42172">
            <w:pPr>
              <w:pStyle w:val="Table"/>
            </w:pPr>
            <w:r w:rsidRPr="00A9592F">
              <w:t>4 т.р.</w:t>
            </w:r>
          </w:p>
        </w:tc>
        <w:tc>
          <w:tcPr>
            <w:tcW w:w="1440" w:type="dxa"/>
          </w:tcPr>
          <w:p w:rsidR="00366003" w:rsidRPr="00A9592F" w:rsidRDefault="00366003" w:rsidP="00C42172">
            <w:pPr>
              <w:pStyle w:val="Table"/>
            </w:pPr>
            <w:r w:rsidRPr="00A9592F">
              <w:t>4 т.р.</w:t>
            </w:r>
          </w:p>
        </w:tc>
        <w:tc>
          <w:tcPr>
            <w:tcW w:w="1440" w:type="dxa"/>
          </w:tcPr>
          <w:p w:rsidR="00366003" w:rsidRPr="00A9592F" w:rsidRDefault="00366003" w:rsidP="00C42172">
            <w:pPr>
              <w:pStyle w:val="Table"/>
            </w:pPr>
            <w:r w:rsidRPr="00A9592F">
              <w:t>февраль-март</w:t>
            </w:r>
          </w:p>
        </w:tc>
        <w:tc>
          <w:tcPr>
            <w:tcW w:w="2700" w:type="dxa"/>
          </w:tcPr>
          <w:p w:rsidR="00366003" w:rsidRPr="00A9592F" w:rsidRDefault="00366003" w:rsidP="00C42172">
            <w:pPr>
              <w:pStyle w:val="Table"/>
            </w:pPr>
            <w:r w:rsidRPr="00A9592F">
              <w:t>Управление культуры, Зеленогорский ГДК</w:t>
            </w:r>
          </w:p>
        </w:tc>
      </w:tr>
      <w:tr w:rsidR="00366003" w:rsidRPr="00A9592F">
        <w:tc>
          <w:tcPr>
            <w:tcW w:w="635" w:type="dxa"/>
          </w:tcPr>
          <w:p w:rsidR="00366003" w:rsidRPr="00A9592F" w:rsidRDefault="00366003" w:rsidP="00C42172">
            <w:pPr>
              <w:pStyle w:val="Table"/>
            </w:pPr>
            <w:r w:rsidRPr="00A9592F">
              <w:t>3.</w:t>
            </w:r>
          </w:p>
        </w:tc>
        <w:tc>
          <w:tcPr>
            <w:tcW w:w="3793" w:type="dxa"/>
          </w:tcPr>
          <w:p w:rsidR="00366003" w:rsidRPr="00A9592F" w:rsidRDefault="00366003" w:rsidP="00C42172">
            <w:pPr>
              <w:pStyle w:val="Table"/>
            </w:pPr>
            <w:r w:rsidRPr="00A9592F">
              <w:t>Областной открытый детско – юношеский фестиваль – конкурс «Троицкие забавы», посвященный Году молодежи</w:t>
            </w:r>
          </w:p>
        </w:tc>
        <w:tc>
          <w:tcPr>
            <w:tcW w:w="1440" w:type="dxa"/>
          </w:tcPr>
          <w:p w:rsidR="00366003" w:rsidRPr="00A9592F" w:rsidRDefault="00366003" w:rsidP="00C42172">
            <w:pPr>
              <w:pStyle w:val="Table"/>
            </w:pPr>
            <w:r w:rsidRPr="00A9592F">
              <w:t>МБ</w:t>
            </w:r>
          </w:p>
        </w:tc>
        <w:tc>
          <w:tcPr>
            <w:tcW w:w="1260" w:type="dxa"/>
          </w:tcPr>
          <w:p w:rsidR="00366003" w:rsidRPr="00A9592F" w:rsidRDefault="00366003" w:rsidP="00C42172">
            <w:pPr>
              <w:pStyle w:val="Table"/>
            </w:pPr>
            <w:r w:rsidRPr="00A9592F">
              <w:t>12 т.р.</w:t>
            </w:r>
          </w:p>
        </w:tc>
        <w:tc>
          <w:tcPr>
            <w:tcW w:w="1260" w:type="dxa"/>
          </w:tcPr>
          <w:p w:rsidR="00366003" w:rsidRPr="00A9592F" w:rsidRDefault="00366003" w:rsidP="00C42172">
            <w:pPr>
              <w:pStyle w:val="Table"/>
            </w:pPr>
            <w:r w:rsidRPr="00A9592F">
              <w:t>4 т.р.</w:t>
            </w:r>
          </w:p>
        </w:tc>
        <w:tc>
          <w:tcPr>
            <w:tcW w:w="1260" w:type="dxa"/>
          </w:tcPr>
          <w:p w:rsidR="00366003" w:rsidRPr="00A9592F" w:rsidRDefault="00366003" w:rsidP="00C42172">
            <w:pPr>
              <w:pStyle w:val="Table"/>
            </w:pPr>
            <w:r w:rsidRPr="00A9592F">
              <w:t>4 т.р.</w:t>
            </w:r>
          </w:p>
        </w:tc>
        <w:tc>
          <w:tcPr>
            <w:tcW w:w="1440" w:type="dxa"/>
          </w:tcPr>
          <w:p w:rsidR="00366003" w:rsidRPr="00A9592F" w:rsidRDefault="00366003" w:rsidP="00C42172">
            <w:pPr>
              <w:pStyle w:val="Table"/>
            </w:pPr>
            <w:r w:rsidRPr="00A9592F">
              <w:t>4 т.р.</w:t>
            </w:r>
          </w:p>
        </w:tc>
        <w:tc>
          <w:tcPr>
            <w:tcW w:w="1440" w:type="dxa"/>
          </w:tcPr>
          <w:p w:rsidR="00366003" w:rsidRPr="00A9592F" w:rsidRDefault="00366003" w:rsidP="00C42172">
            <w:pPr>
              <w:pStyle w:val="Table"/>
            </w:pPr>
            <w:r w:rsidRPr="00A9592F">
              <w:t>7 июня</w:t>
            </w:r>
          </w:p>
        </w:tc>
        <w:tc>
          <w:tcPr>
            <w:tcW w:w="2700" w:type="dxa"/>
          </w:tcPr>
          <w:p w:rsidR="00366003" w:rsidRPr="00A9592F" w:rsidRDefault="00366003" w:rsidP="00C42172">
            <w:pPr>
              <w:pStyle w:val="Table"/>
            </w:pPr>
            <w:r w:rsidRPr="00A9592F">
              <w:t>Управление культуры, Зеленогорская ДШИ, ГДК</w:t>
            </w:r>
          </w:p>
        </w:tc>
      </w:tr>
      <w:tr w:rsidR="00366003" w:rsidRPr="00A9592F">
        <w:tc>
          <w:tcPr>
            <w:tcW w:w="635" w:type="dxa"/>
          </w:tcPr>
          <w:p w:rsidR="00366003" w:rsidRPr="00A9592F" w:rsidRDefault="00366003" w:rsidP="00C42172">
            <w:pPr>
              <w:pStyle w:val="Table"/>
            </w:pPr>
            <w:r w:rsidRPr="00A9592F">
              <w:t>4.</w:t>
            </w:r>
          </w:p>
        </w:tc>
        <w:tc>
          <w:tcPr>
            <w:tcW w:w="3793" w:type="dxa"/>
          </w:tcPr>
          <w:p w:rsidR="00366003" w:rsidRPr="00A9592F" w:rsidRDefault="00366003" w:rsidP="00C42172">
            <w:pPr>
              <w:pStyle w:val="Table"/>
            </w:pPr>
            <w:r w:rsidRPr="00A9592F">
              <w:t>Областной конкурс молодых семей «Ты + я = мы семья!», посвященный Году молодежи</w:t>
            </w:r>
          </w:p>
        </w:tc>
        <w:tc>
          <w:tcPr>
            <w:tcW w:w="1440" w:type="dxa"/>
          </w:tcPr>
          <w:p w:rsidR="00366003" w:rsidRPr="00A9592F" w:rsidRDefault="00366003" w:rsidP="00C42172">
            <w:pPr>
              <w:pStyle w:val="Table"/>
            </w:pPr>
            <w:r w:rsidRPr="00A9592F">
              <w:t>МБ</w:t>
            </w:r>
          </w:p>
        </w:tc>
        <w:tc>
          <w:tcPr>
            <w:tcW w:w="1260" w:type="dxa"/>
          </w:tcPr>
          <w:p w:rsidR="00366003" w:rsidRPr="00A9592F" w:rsidRDefault="00366003" w:rsidP="00C42172">
            <w:pPr>
              <w:pStyle w:val="Table"/>
            </w:pPr>
            <w:r w:rsidRPr="00A9592F">
              <w:t>12 т.р.</w:t>
            </w:r>
          </w:p>
        </w:tc>
        <w:tc>
          <w:tcPr>
            <w:tcW w:w="1260" w:type="dxa"/>
          </w:tcPr>
          <w:p w:rsidR="00366003" w:rsidRPr="00A9592F" w:rsidRDefault="00366003" w:rsidP="00C42172">
            <w:pPr>
              <w:pStyle w:val="Table"/>
            </w:pPr>
            <w:r w:rsidRPr="00A9592F">
              <w:t>5 т.р.</w:t>
            </w:r>
          </w:p>
        </w:tc>
        <w:tc>
          <w:tcPr>
            <w:tcW w:w="1260" w:type="dxa"/>
          </w:tcPr>
          <w:p w:rsidR="00366003" w:rsidRPr="00A9592F" w:rsidRDefault="00366003" w:rsidP="00C42172">
            <w:pPr>
              <w:pStyle w:val="Table"/>
            </w:pPr>
            <w:r w:rsidRPr="00A9592F">
              <w:t>-</w:t>
            </w:r>
          </w:p>
        </w:tc>
        <w:tc>
          <w:tcPr>
            <w:tcW w:w="1440" w:type="dxa"/>
          </w:tcPr>
          <w:p w:rsidR="00366003" w:rsidRPr="00A9592F" w:rsidRDefault="00366003" w:rsidP="00C42172">
            <w:pPr>
              <w:pStyle w:val="Table"/>
            </w:pPr>
            <w:r w:rsidRPr="00A9592F">
              <w:t>7 т.р.</w:t>
            </w:r>
          </w:p>
        </w:tc>
        <w:tc>
          <w:tcPr>
            <w:tcW w:w="1440" w:type="dxa"/>
          </w:tcPr>
          <w:p w:rsidR="00366003" w:rsidRPr="00A9592F" w:rsidRDefault="00366003" w:rsidP="00C42172">
            <w:pPr>
              <w:pStyle w:val="Table"/>
            </w:pPr>
            <w:r w:rsidRPr="00A9592F">
              <w:t>21 ноября</w:t>
            </w:r>
          </w:p>
        </w:tc>
        <w:tc>
          <w:tcPr>
            <w:tcW w:w="2700" w:type="dxa"/>
          </w:tcPr>
          <w:p w:rsidR="00366003" w:rsidRPr="00A9592F" w:rsidRDefault="00366003" w:rsidP="00C42172">
            <w:pPr>
              <w:pStyle w:val="Table"/>
            </w:pPr>
            <w:r w:rsidRPr="00A9592F">
              <w:t>Управление культуры, Барачатский СДК</w:t>
            </w:r>
          </w:p>
        </w:tc>
      </w:tr>
      <w:tr w:rsidR="00366003" w:rsidRPr="00A9592F">
        <w:tc>
          <w:tcPr>
            <w:tcW w:w="635" w:type="dxa"/>
          </w:tcPr>
          <w:p w:rsidR="00366003" w:rsidRPr="00A9592F" w:rsidRDefault="00366003" w:rsidP="00C42172">
            <w:pPr>
              <w:pStyle w:val="Table"/>
            </w:pPr>
            <w:r w:rsidRPr="00A9592F">
              <w:t>5.</w:t>
            </w:r>
          </w:p>
        </w:tc>
        <w:tc>
          <w:tcPr>
            <w:tcW w:w="3793" w:type="dxa"/>
          </w:tcPr>
          <w:p w:rsidR="00366003" w:rsidRPr="00A9592F" w:rsidRDefault="00366003" w:rsidP="00C42172">
            <w:pPr>
              <w:pStyle w:val="Table"/>
            </w:pPr>
            <w:r w:rsidRPr="00A9592F">
              <w:t>Праздничное мероприятие, посвященное Дню защитника Отечества</w:t>
            </w:r>
          </w:p>
        </w:tc>
        <w:tc>
          <w:tcPr>
            <w:tcW w:w="1440" w:type="dxa"/>
          </w:tcPr>
          <w:p w:rsidR="00366003" w:rsidRPr="00A9592F" w:rsidRDefault="00366003" w:rsidP="00C42172">
            <w:pPr>
              <w:pStyle w:val="Table"/>
            </w:pPr>
            <w:r w:rsidRPr="00A9592F">
              <w:t>МБ</w:t>
            </w:r>
          </w:p>
        </w:tc>
        <w:tc>
          <w:tcPr>
            <w:tcW w:w="1260" w:type="dxa"/>
          </w:tcPr>
          <w:p w:rsidR="00366003" w:rsidRPr="00A9592F" w:rsidRDefault="00366003" w:rsidP="00C42172">
            <w:pPr>
              <w:pStyle w:val="Table"/>
            </w:pPr>
            <w:r w:rsidRPr="00A9592F">
              <w:t>27 т.р.</w:t>
            </w:r>
          </w:p>
        </w:tc>
        <w:tc>
          <w:tcPr>
            <w:tcW w:w="1260" w:type="dxa"/>
          </w:tcPr>
          <w:p w:rsidR="00366003" w:rsidRPr="00A9592F" w:rsidRDefault="00366003" w:rsidP="00C42172">
            <w:pPr>
              <w:pStyle w:val="Table"/>
            </w:pPr>
            <w:r w:rsidRPr="00A9592F">
              <w:t>8 т.р.</w:t>
            </w:r>
          </w:p>
        </w:tc>
        <w:tc>
          <w:tcPr>
            <w:tcW w:w="1260" w:type="dxa"/>
          </w:tcPr>
          <w:p w:rsidR="00366003" w:rsidRPr="00A9592F" w:rsidRDefault="00366003" w:rsidP="00C42172">
            <w:pPr>
              <w:pStyle w:val="Table"/>
            </w:pPr>
            <w:r w:rsidRPr="00A9592F">
              <w:t>9 т.р.</w:t>
            </w:r>
          </w:p>
        </w:tc>
        <w:tc>
          <w:tcPr>
            <w:tcW w:w="1440" w:type="dxa"/>
          </w:tcPr>
          <w:p w:rsidR="00366003" w:rsidRPr="00A9592F" w:rsidRDefault="00366003" w:rsidP="00C42172">
            <w:pPr>
              <w:pStyle w:val="Table"/>
            </w:pPr>
            <w:r w:rsidRPr="00A9592F">
              <w:t>10 т.р.</w:t>
            </w:r>
          </w:p>
        </w:tc>
        <w:tc>
          <w:tcPr>
            <w:tcW w:w="1440" w:type="dxa"/>
          </w:tcPr>
          <w:p w:rsidR="00366003" w:rsidRPr="00A9592F" w:rsidRDefault="00366003" w:rsidP="00C42172">
            <w:pPr>
              <w:pStyle w:val="Table"/>
            </w:pPr>
            <w:r w:rsidRPr="00A9592F">
              <w:t>март</w:t>
            </w:r>
          </w:p>
        </w:tc>
        <w:tc>
          <w:tcPr>
            <w:tcW w:w="2700" w:type="dxa"/>
          </w:tcPr>
          <w:p w:rsidR="00366003" w:rsidRPr="00A9592F" w:rsidRDefault="00366003" w:rsidP="00C42172">
            <w:pPr>
              <w:pStyle w:val="Table"/>
            </w:pPr>
            <w:r w:rsidRPr="00A9592F">
              <w:t>Управление культуры, ГДК, РДК, СДК</w:t>
            </w:r>
          </w:p>
        </w:tc>
      </w:tr>
      <w:tr w:rsidR="00366003" w:rsidRPr="00A9592F">
        <w:tc>
          <w:tcPr>
            <w:tcW w:w="635" w:type="dxa"/>
          </w:tcPr>
          <w:p w:rsidR="00366003" w:rsidRPr="00A9592F" w:rsidRDefault="00366003" w:rsidP="00C42172">
            <w:pPr>
              <w:pStyle w:val="Table"/>
            </w:pPr>
            <w:r w:rsidRPr="00A9592F">
              <w:t>6.</w:t>
            </w:r>
          </w:p>
        </w:tc>
        <w:tc>
          <w:tcPr>
            <w:tcW w:w="3793" w:type="dxa"/>
          </w:tcPr>
          <w:p w:rsidR="00366003" w:rsidRPr="00A9592F" w:rsidRDefault="00366003" w:rsidP="00C42172">
            <w:pPr>
              <w:pStyle w:val="Table"/>
            </w:pPr>
            <w:r w:rsidRPr="00A9592F">
              <w:t>Праздничное мероприятие, посвященное Международному Дню молодежи</w:t>
            </w:r>
          </w:p>
        </w:tc>
        <w:tc>
          <w:tcPr>
            <w:tcW w:w="1440" w:type="dxa"/>
          </w:tcPr>
          <w:p w:rsidR="00366003" w:rsidRPr="00A9592F" w:rsidRDefault="00366003" w:rsidP="00C42172">
            <w:pPr>
              <w:pStyle w:val="Table"/>
            </w:pPr>
            <w:r w:rsidRPr="00A9592F">
              <w:t>МБ</w:t>
            </w:r>
          </w:p>
        </w:tc>
        <w:tc>
          <w:tcPr>
            <w:tcW w:w="1260" w:type="dxa"/>
          </w:tcPr>
          <w:p w:rsidR="00366003" w:rsidRPr="00A9592F" w:rsidRDefault="00366003" w:rsidP="00C42172">
            <w:pPr>
              <w:pStyle w:val="Table"/>
            </w:pPr>
            <w:r w:rsidRPr="00A9592F">
              <w:t>27 т.р.</w:t>
            </w:r>
          </w:p>
        </w:tc>
        <w:tc>
          <w:tcPr>
            <w:tcW w:w="1260" w:type="dxa"/>
          </w:tcPr>
          <w:p w:rsidR="00366003" w:rsidRPr="00A9592F" w:rsidRDefault="00366003" w:rsidP="00C42172">
            <w:pPr>
              <w:pStyle w:val="Table"/>
            </w:pPr>
            <w:r w:rsidRPr="00A9592F">
              <w:t>10 т.р.</w:t>
            </w:r>
          </w:p>
        </w:tc>
        <w:tc>
          <w:tcPr>
            <w:tcW w:w="1260" w:type="dxa"/>
          </w:tcPr>
          <w:p w:rsidR="00366003" w:rsidRPr="00A9592F" w:rsidRDefault="00366003" w:rsidP="00C42172">
            <w:pPr>
              <w:pStyle w:val="Table"/>
            </w:pPr>
            <w:r w:rsidRPr="00A9592F">
              <w:t>8 т.р.</w:t>
            </w:r>
          </w:p>
        </w:tc>
        <w:tc>
          <w:tcPr>
            <w:tcW w:w="1440" w:type="dxa"/>
          </w:tcPr>
          <w:p w:rsidR="00366003" w:rsidRPr="00A9592F" w:rsidRDefault="00366003" w:rsidP="00C42172">
            <w:pPr>
              <w:pStyle w:val="Table"/>
            </w:pPr>
            <w:r w:rsidRPr="00A9592F">
              <w:t>9 т.р.</w:t>
            </w:r>
          </w:p>
        </w:tc>
        <w:tc>
          <w:tcPr>
            <w:tcW w:w="1440" w:type="dxa"/>
          </w:tcPr>
          <w:p w:rsidR="00366003" w:rsidRPr="00A9592F" w:rsidRDefault="00366003" w:rsidP="00C42172">
            <w:pPr>
              <w:pStyle w:val="Table"/>
            </w:pPr>
            <w:r w:rsidRPr="00A9592F">
              <w:t>июнь</w:t>
            </w:r>
          </w:p>
        </w:tc>
        <w:tc>
          <w:tcPr>
            <w:tcW w:w="2700" w:type="dxa"/>
          </w:tcPr>
          <w:p w:rsidR="00366003" w:rsidRPr="00A9592F" w:rsidRDefault="00366003" w:rsidP="00C42172">
            <w:pPr>
              <w:pStyle w:val="Table"/>
            </w:pPr>
            <w:r w:rsidRPr="00A9592F">
              <w:t>Управление</w:t>
            </w:r>
            <w:r w:rsidR="00C42172">
              <w:t xml:space="preserve"> </w:t>
            </w:r>
            <w:r w:rsidRPr="00A9592F">
              <w:t>культуры, ГДК, РДК, СДК</w:t>
            </w:r>
          </w:p>
        </w:tc>
      </w:tr>
      <w:tr w:rsidR="00366003" w:rsidRPr="00A9592F">
        <w:tc>
          <w:tcPr>
            <w:tcW w:w="635" w:type="dxa"/>
          </w:tcPr>
          <w:p w:rsidR="00366003" w:rsidRPr="00A9592F" w:rsidRDefault="00366003" w:rsidP="00C42172">
            <w:pPr>
              <w:pStyle w:val="Table"/>
            </w:pPr>
            <w:r w:rsidRPr="00A9592F">
              <w:t>7.</w:t>
            </w:r>
          </w:p>
        </w:tc>
        <w:tc>
          <w:tcPr>
            <w:tcW w:w="3793" w:type="dxa"/>
          </w:tcPr>
          <w:p w:rsidR="00366003" w:rsidRPr="00A9592F" w:rsidRDefault="00366003" w:rsidP="00C42172">
            <w:pPr>
              <w:pStyle w:val="Table"/>
            </w:pPr>
            <w:r w:rsidRPr="00A9592F">
              <w:t>День призывника</w:t>
            </w:r>
          </w:p>
        </w:tc>
        <w:tc>
          <w:tcPr>
            <w:tcW w:w="1440" w:type="dxa"/>
          </w:tcPr>
          <w:p w:rsidR="00366003" w:rsidRPr="00A9592F" w:rsidRDefault="00366003" w:rsidP="00C42172">
            <w:pPr>
              <w:pStyle w:val="Table"/>
            </w:pPr>
            <w:r w:rsidRPr="00A9592F">
              <w:t>МБ</w:t>
            </w:r>
          </w:p>
        </w:tc>
        <w:tc>
          <w:tcPr>
            <w:tcW w:w="1260" w:type="dxa"/>
          </w:tcPr>
          <w:p w:rsidR="00366003" w:rsidRPr="00A9592F" w:rsidRDefault="00366003" w:rsidP="00C42172">
            <w:pPr>
              <w:pStyle w:val="Table"/>
            </w:pPr>
            <w:r w:rsidRPr="00A9592F">
              <w:t>6 т.р.</w:t>
            </w:r>
          </w:p>
        </w:tc>
        <w:tc>
          <w:tcPr>
            <w:tcW w:w="1260" w:type="dxa"/>
          </w:tcPr>
          <w:p w:rsidR="00366003" w:rsidRPr="00A9592F" w:rsidRDefault="00366003" w:rsidP="00C42172">
            <w:pPr>
              <w:pStyle w:val="Table"/>
            </w:pPr>
            <w:r w:rsidRPr="00A9592F">
              <w:t>2 т.р.</w:t>
            </w:r>
          </w:p>
        </w:tc>
        <w:tc>
          <w:tcPr>
            <w:tcW w:w="1260" w:type="dxa"/>
          </w:tcPr>
          <w:p w:rsidR="00366003" w:rsidRPr="00A9592F" w:rsidRDefault="00366003" w:rsidP="00C42172">
            <w:pPr>
              <w:pStyle w:val="Table"/>
            </w:pPr>
            <w:r w:rsidRPr="00A9592F">
              <w:t>2 т.р.</w:t>
            </w:r>
          </w:p>
        </w:tc>
        <w:tc>
          <w:tcPr>
            <w:tcW w:w="1440" w:type="dxa"/>
          </w:tcPr>
          <w:p w:rsidR="00366003" w:rsidRPr="00A9592F" w:rsidRDefault="00366003" w:rsidP="00C42172">
            <w:pPr>
              <w:pStyle w:val="Table"/>
            </w:pPr>
            <w:r w:rsidRPr="00A9592F">
              <w:t>2 т.р.</w:t>
            </w:r>
          </w:p>
        </w:tc>
        <w:tc>
          <w:tcPr>
            <w:tcW w:w="1440" w:type="dxa"/>
          </w:tcPr>
          <w:p w:rsidR="00366003" w:rsidRPr="00A9592F" w:rsidRDefault="00366003" w:rsidP="00C42172">
            <w:pPr>
              <w:pStyle w:val="Table"/>
            </w:pPr>
            <w:r w:rsidRPr="00A9592F">
              <w:t>март-октябрь</w:t>
            </w:r>
          </w:p>
        </w:tc>
        <w:tc>
          <w:tcPr>
            <w:tcW w:w="2700" w:type="dxa"/>
          </w:tcPr>
          <w:p w:rsidR="00366003" w:rsidRPr="00A9592F" w:rsidRDefault="00366003" w:rsidP="00C42172">
            <w:pPr>
              <w:pStyle w:val="Table"/>
            </w:pPr>
            <w:r w:rsidRPr="00A9592F">
              <w:t>ГДК, РДК, СДК</w:t>
            </w:r>
          </w:p>
        </w:tc>
      </w:tr>
      <w:tr w:rsidR="00366003" w:rsidRPr="00A9592F">
        <w:tc>
          <w:tcPr>
            <w:tcW w:w="635" w:type="dxa"/>
          </w:tcPr>
          <w:p w:rsidR="00366003" w:rsidRPr="00A9592F" w:rsidRDefault="00366003" w:rsidP="00C42172">
            <w:pPr>
              <w:pStyle w:val="Table"/>
            </w:pPr>
            <w:r w:rsidRPr="00A9592F">
              <w:lastRenderedPageBreak/>
              <w:t>8.</w:t>
            </w:r>
          </w:p>
        </w:tc>
        <w:tc>
          <w:tcPr>
            <w:tcW w:w="3793" w:type="dxa"/>
          </w:tcPr>
          <w:p w:rsidR="00366003" w:rsidRPr="00A9592F" w:rsidRDefault="00366003" w:rsidP="00C42172">
            <w:pPr>
              <w:pStyle w:val="Table"/>
            </w:pPr>
            <w:r w:rsidRPr="00A9592F">
              <w:t>«Татьянин день»</w:t>
            </w:r>
          </w:p>
        </w:tc>
        <w:tc>
          <w:tcPr>
            <w:tcW w:w="1440" w:type="dxa"/>
          </w:tcPr>
          <w:p w:rsidR="00366003" w:rsidRPr="00A9592F" w:rsidRDefault="00366003" w:rsidP="00C42172">
            <w:pPr>
              <w:pStyle w:val="Table"/>
            </w:pPr>
            <w:r w:rsidRPr="00A9592F">
              <w:t>МБ</w:t>
            </w:r>
          </w:p>
        </w:tc>
        <w:tc>
          <w:tcPr>
            <w:tcW w:w="1260" w:type="dxa"/>
          </w:tcPr>
          <w:p w:rsidR="00366003" w:rsidRPr="00A9592F" w:rsidRDefault="00366003" w:rsidP="00C42172">
            <w:pPr>
              <w:pStyle w:val="Table"/>
            </w:pPr>
            <w:r w:rsidRPr="00A9592F">
              <w:t>6 т.р.</w:t>
            </w:r>
          </w:p>
        </w:tc>
        <w:tc>
          <w:tcPr>
            <w:tcW w:w="1260" w:type="dxa"/>
          </w:tcPr>
          <w:p w:rsidR="00366003" w:rsidRPr="00A9592F" w:rsidRDefault="00366003" w:rsidP="00C42172">
            <w:pPr>
              <w:pStyle w:val="Table"/>
            </w:pPr>
            <w:r w:rsidRPr="00A9592F">
              <w:t>2 т.р.</w:t>
            </w:r>
          </w:p>
        </w:tc>
        <w:tc>
          <w:tcPr>
            <w:tcW w:w="1260" w:type="dxa"/>
          </w:tcPr>
          <w:p w:rsidR="00366003" w:rsidRPr="00A9592F" w:rsidRDefault="00366003" w:rsidP="00C42172">
            <w:pPr>
              <w:pStyle w:val="Table"/>
            </w:pPr>
            <w:r w:rsidRPr="00A9592F">
              <w:t>2 т.р.</w:t>
            </w:r>
          </w:p>
        </w:tc>
        <w:tc>
          <w:tcPr>
            <w:tcW w:w="1440" w:type="dxa"/>
          </w:tcPr>
          <w:p w:rsidR="00366003" w:rsidRPr="00A9592F" w:rsidRDefault="00366003" w:rsidP="00C42172">
            <w:pPr>
              <w:pStyle w:val="Table"/>
            </w:pPr>
            <w:r w:rsidRPr="00A9592F">
              <w:t>2 т.р.</w:t>
            </w:r>
          </w:p>
        </w:tc>
        <w:tc>
          <w:tcPr>
            <w:tcW w:w="1440" w:type="dxa"/>
          </w:tcPr>
          <w:p w:rsidR="00366003" w:rsidRPr="00A9592F" w:rsidRDefault="00366003" w:rsidP="00C42172">
            <w:pPr>
              <w:pStyle w:val="Table"/>
            </w:pPr>
            <w:r w:rsidRPr="00A9592F">
              <w:t>январь</w:t>
            </w:r>
          </w:p>
        </w:tc>
        <w:tc>
          <w:tcPr>
            <w:tcW w:w="2700" w:type="dxa"/>
          </w:tcPr>
          <w:p w:rsidR="00366003" w:rsidRPr="00A9592F" w:rsidRDefault="00366003" w:rsidP="00C42172">
            <w:pPr>
              <w:pStyle w:val="Table"/>
            </w:pPr>
            <w:r w:rsidRPr="00A9592F">
              <w:t>ГДК, РДК, СДК</w:t>
            </w:r>
          </w:p>
        </w:tc>
      </w:tr>
      <w:tr w:rsidR="00366003" w:rsidRPr="00A9592F">
        <w:tc>
          <w:tcPr>
            <w:tcW w:w="635" w:type="dxa"/>
          </w:tcPr>
          <w:p w:rsidR="00366003" w:rsidRPr="00A9592F" w:rsidRDefault="00366003" w:rsidP="00C42172">
            <w:pPr>
              <w:pStyle w:val="Table"/>
            </w:pPr>
            <w:r w:rsidRPr="00A9592F">
              <w:t>9.</w:t>
            </w:r>
          </w:p>
        </w:tc>
        <w:tc>
          <w:tcPr>
            <w:tcW w:w="3793" w:type="dxa"/>
          </w:tcPr>
          <w:p w:rsidR="00366003" w:rsidRPr="00A9592F" w:rsidRDefault="00366003" w:rsidP="00C42172">
            <w:pPr>
              <w:pStyle w:val="Table"/>
            </w:pPr>
            <w:r w:rsidRPr="00A9592F">
              <w:t>Мероприятия, посвященные Дню святого Валентина</w:t>
            </w:r>
          </w:p>
        </w:tc>
        <w:tc>
          <w:tcPr>
            <w:tcW w:w="1440" w:type="dxa"/>
          </w:tcPr>
          <w:p w:rsidR="00366003" w:rsidRPr="00A9592F" w:rsidRDefault="00366003" w:rsidP="00C42172">
            <w:pPr>
              <w:pStyle w:val="Table"/>
            </w:pPr>
            <w:r w:rsidRPr="00A9592F">
              <w:t>МБ</w:t>
            </w:r>
          </w:p>
        </w:tc>
        <w:tc>
          <w:tcPr>
            <w:tcW w:w="1260" w:type="dxa"/>
          </w:tcPr>
          <w:p w:rsidR="00366003" w:rsidRPr="00A9592F" w:rsidRDefault="00366003" w:rsidP="00C42172">
            <w:pPr>
              <w:pStyle w:val="Table"/>
            </w:pPr>
            <w:r w:rsidRPr="00A9592F">
              <w:t>6 т.р.</w:t>
            </w:r>
          </w:p>
        </w:tc>
        <w:tc>
          <w:tcPr>
            <w:tcW w:w="1260" w:type="dxa"/>
          </w:tcPr>
          <w:p w:rsidR="00366003" w:rsidRPr="00A9592F" w:rsidRDefault="00366003" w:rsidP="00C42172">
            <w:pPr>
              <w:pStyle w:val="Table"/>
            </w:pPr>
            <w:r w:rsidRPr="00A9592F">
              <w:t>2 т.р.</w:t>
            </w:r>
          </w:p>
        </w:tc>
        <w:tc>
          <w:tcPr>
            <w:tcW w:w="1260" w:type="dxa"/>
          </w:tcPr>
          <w:p w:rsidR="00366003" w:rsidRPr="00A9592F" w:rsidRDefault="00366003" w:rsidP="00C42172">
            <w:pPr>
              <w:pStyle w:val="Table"/>
            </w:pPr>
            <w:r w:rsidRPr="00A9592F">
              <w:t>2 т.р.</w:t>
            </w:r>
          </w:p>
        </w:tc>
        <w:tc>
          <w:tcPr>
            <w:tcW w:w="1440" w:type="dxa"/>
          </w:tcPr>
          <w:p w:rsidR="00366003" w:rsidRPr="00A9592F" w:rsidRDefault="00366003" w:rsidP="00C42172">
            <w:pPr>
              <w:pStyle w:val="Table"/>
            </w:pPr>
            <w:r w:rsidRPr="00A9592F">
              <w:t>2 т.р.</w:t>
            </w:r>
          </w:p>
        </w:tc>
        <w:tc>
          <w:tcPr>
            <w:tcW w:w="1440" w:type="dxa"/>
          </w:tcPr>
          <w:p w:rsidR="00366003" w:rsidRPr="00A9592F" w:rsidRDefault="00366003" w:rsidP="00C42172">
            <w:pPr>
              <w:pStyle w:val="Table"/>
            </w:pPr>
            <w:r w:rsidRPr="00A9592F">
              <w:t>февраль</w:t>
            </w:r>
          </w:p>
        </w:tc>
        <w:tc>
          <w:tcPr>
            <w:tcW w:w="2700" w:type="dxa"/>
          </w:tcPr>
          <w:p w:rsidR="00366003" w:rsidRPr="00A9592F" w:rsidRDefault="00366003" w:rsidP="00C42172">
            <w:pPr>
              <w:pStyle w:val="Table"/>
            </w:pPr>
            <w:r w:rsidRPr="00A9592F">
              <w:t>ГДК, РДК, СДК</w:t>
            </w:r>
          </w:p>
        </w:tc>
      </w:tr>
      <w:tr w:rsidR="00366003" w:rsidRPr="00A9592F">
        <w:trPr>
          <w:trHeight w:val="237"/>
        </w:trPr>
        <w:tc>
          <w:tcPr>
            <w:tcW w:w="635" w:type="dxa"/>
          </w:tcPr>
          <w:p w:rsidR="00366003" w:rsidRPr="00A9592F" w:rsidRDefault="00366003" w:rsidP="00C42172">
            <w:pPr>
              <w:pStyle w:val="Table"/>
            </w:pPr>
          </w:p>
        </w:tc>
        <w:tc>
          <w:tcPr>
            <w:tcW w:w="3793" w:type="dxa"/>
          </w:tcPr>
          <w:p w:rsidR="00366003" w:rsidRPr="00A9592F" w:rsidRDefault="00366003" w:rsidP="00C42172">
            <w:pPr>
              <w:pStyle w:val="Table"/>
            </w:pPr>
            <w:r w:rsidRPr="00A9592F">
              <w:t>Итого:</w:t>
            </w:r>
          </w:p>
        </w:tc>
        <w:tc>
          <w:tcPr>
            <w:tcW w:w="1440" w:type="dxa"/>
          </w:tcPr>
          <w:p w:rsidR="00366003" w:rsidRPr="00A9592F" w:rsidRDefault="00366003" w:rsidP="00C42172">
            <w:pPr>
              <w:pStyle w:val="Table"/>
            </w:pPr>
            <w:r w:rsidRPr="00A9592F">
              <w:t>МБ</w:t>
            </w:r>
          </w:p>
        </w:tc>
        <w:tc>
          <w:tcPr>
            <w:tcW w:w="1260" w:type="dxa"/>
          </w:tcPr>
          <w:p w:rsidR="00366003" w:rsidRPr="00A9592F" w:rsidRDefault="00366003" w:rsidP="00C42172">
            <w:pPr>
              <w:pStyle w:val="Table"/>
            </w:pPr>
            <w:r w:rsidRPr="00A9592F">
              <w:t>108 т.р.</w:t>
            </w:r>
          </w:p>
        </w:tc>
        <w:tc>
          <w:tcPr>
            <w:tcW w:w="1260" w:type="dxa"/>
          </w:tcPr>
          <w:p w:rsidR="00366003" w:rsidRPr="00A9592F" w:rsidRDefault="00366003" w:rsidP="00C42172">
            <w:pPr>
              <w:pStyle w:val="Table"/>
            </w:pPr>
            <w:r w:rsidRPr="00A9592F">
              <w:t>37 т.р.</w:t>
            </w:r>
          </w:p>
        </w:tc>
        <w:tc>
          <w:tcPr>
            <w:tcW w:w="1260" w:type="dxa"/>
          </w:tcPr>
          <w:p w:rsidR="00366003" w:rsidRPr="00A9592F" w:rsidRDefault="00366003" w:rsidP="00C42172">
            <w:pPr>
              <w:pStyle w:val="Table"/>
            </w:pPr>
            <w:r w:rsidRPr="00A9592F">
              <w:t>31 т.р.</w:t>
            </w:r>
          </w:p>
        </w:tc>
        <w:tc>
          <w:tcPr>
            <w:tcW w:w="1440" w:type="dxa"/>
          </w:tcPr>
          <w:p w:rsidR="00366003" w:rsidRPr="00A9592F" w:rsidRDefault="00366003" w:rsidP="00C42172">
            <w:pPr>
              <w:pStyle w:val="Table"/>
            </w:pPr>
            <w:r w:rsidRPr="00A9592F">
              <w:t>40 т.р.</w:t>
            </w:r>
          </w:p>
        </w:tc>
        <w:tc>
          <w:tcPr>
            <w:tcW w:w="1440" w:type="dxa"/>
          </w:tcPr>
          <w:p w:rsidR="00366003" w:rsidRPr="00A9592F" w:rsidRDefault="00366003" w:rsidP="00C42172">
            <w:pPr>
              <w:pStyle w:val="Table"/>
            </w:pPr>
          </w:p>
        </w:tc>
        <w:tc>
          <w:tcPr>
            <w:tcW w:w="2700" w:type="dxa"/>
          </w:tcPr>
          <w:p w:rsidR="00366003" w:rsidRPr="00A9592F" w:rsidRDefault="00366003" w:rsidP="00C42172">
            <w:pPr>
              <w:pStyle w:val="Table"/>
            </w:pPr>
          </w:p>
        </w:tc>
      </w:tr>
    </w:tbl>
    <w:p w:rsidR="00C42172" w:rsidRDefault="00C42172" w:rsidP="00A9592F"/>
    <w:p w:rsidR="00C42172" w:rsidRPr="00A9592F" w:rsidRDefault="00C42172" w:rsidP="00037C5A">
      <w:pPr>
        <w:pStyle w:val="Application"/>
        <w:spacing w:before="0" w:after="0"/>
      </w:pPr>
      <w:r w:rsidRPr="00A9592F">
        <w:t>Приложение 2.</w:t>
      </w:r>
    </w:p>
    <w:p w:rsidR="00037C5A" w:rsidRDefault="00037C5A" w:rsidP="00C42172"/>
    <w:p w:rsidR="00C42172" w:rsidRPr="00A9592F" w:rsidRDefault="00C42172" w:rsidP="00037C5A">
      <w:pPr>
        <w:pStyle w:val="1"/>
      </w:pPr>
      <w:r w:rsidRPr="00A9592F">
        <w:t>спортивные мероприятия</w:t>
      </w:r>
    </w:p>
    <w:p w:rsidR="00C42172" w:rsidRPr="00A9592F" w:rsidRDefault="00C42172" w:rsidP="00037C5A">
      <w:pPr>
        <w:pStyle w:val="1"/>
      </w:pPr>
      <w:r w:rsidRPr="00A9592F">
        <w:t>в программу «Молодёжь Крапивинского района» на 2009-2011г</w:t>
      </w:r>
    </w:p>
    <w:p w:rsidR="00C42172" w:rsidRPr="00A9592F" w:rsidRDefault="00C42172" w:rsidP="00C4217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01"/>
        <w:gridCol w:w="7"/>
        <w:gridCol w:w="2139"/>
        <w:gridCol w:w="7"/>
        <w:gridCol w:w="920"/>
        <w:gridCol w:w="1022"/>
        <w:gridCol w:w="8"/>
        <w:gridCol w:w="845"/>
        <w:gridCol w:w="852"/>
        <w:gridCol w:w="852"/>
        <w:gridCol w:w="1360"/>
        <w:gridCol w:w="1204"/>
      </w:tblGrid>
      <w:tr w:rsidR="00C42172" w:rsidRPr="00A9592F">
        <w:trPr>
          <w:trHeight w:val="837"/>
        </w:trPr>
        <w:tc>
          <w:tcPr>
            <w:tcW w:w="52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0"/>
            </w:pPr>
            <w:r w:rsidRPr="00A9592F">
              <w:t>№ п/п</w:t>
            </w:r>
          </w:p>
        </w:tc>
        <w:tc>
          <w:tcPr>
            <w:tcW w:w="227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0"/>
            </w:pPr>
            <w:r w:rsidRPr="00A9592F">
              <w:t>Перечень мероприятий</w:t>
            </w:r>
          </w:p>
        </w:tc>
        <w:tc>
          <w:tcPr>
            <w:tcW w:w="97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0"/>
            </w:pPr>
            <w:r w:rsidRPr="00A9592F">
              <w:t>Источники</w:t>
            </w:r>
            <w:r w:rsidR="00037C5A">
              <w:t xml:space="preserve"> </w:t>
            </w:r>
            <w:r w:rsidRPr="00A9592F">
              <w:t>финансирования</w:t>
            </w:r>
          </w:p>
        </w:tc>
        <w:tc>
          <w:tcPr>
            <w:tcW w:w="378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0"/>
            </w:pPr>
            <w:r w:rsidRPr="00A9592F">
              <w:t xml:space="preserve">Финансовые затраты </w:t>
            </w:r>
          </w:p>
          <w:p w:rsidR="00C42172" w:rsidRPr="00A9592F" w:rsidRDefault="00C42172" w:rsidP="00C42172">
            <w:pPr>
              <w:pStyle w:val="Table0"/>
            </w:pPr>
            <w:r w:rsidRPr="00A9592F">
              <w:t>в тыс. руб.</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0"/>
            </w:pPr>
            <w:r w:rsidRPr="00A9592F">
              <w:t>Срок</w:t>
            </w:r>
            <w:r w:rsidR="00037C5A">
              <w:t xml:space="preserve"> </w:t>
            </w:r>
            <w:r w:rsidRPr="00A9592F">
              <w:t>выполнения</w:t>
            </w:r>
          </w:p>
        </w:tc>
        <w:tc>
          <w:tcPr>
            <w:tcW w:w="127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0"/>
            </w:pPr>
            <w:r w:rsidRPr="00A9592F">
              <w:t>Исполнители</w:t>
            </w:r>
          </w:p>
        </w:tc>
      </w:tr>
      <w:tr w:rsidR="00C42172" w:rsidRPr="00A9592F">
        <w:trPr>
          <w:trHeight w:val="423"/>
        </w:trPr>
        <w:tc>
          <w:tcPr>
            <w:tcW w:w="501" w:type="dxa"/>
            <w:vMerge/>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p>
        </w:tc>
        <w:tc>
          <w:tcPr>
            <w:tcW w:w="2146"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p>
        </w:tc>
        <w:tc>
          <w:tcPr>
            <w:tcW w:w="979"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p>
        </w:tc>
        <w:tc>
          <w:tcPr>
            <w:tcW w:w="10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037C5A">
            <w:pPr>
              <w:pStyle w:val="Table0"/>
            </w:pPr>
            <w:r w:rsidRPr="00A9592F">
              <w:t>Всего</w:t>
            </w:r>
          </w:p>
        </w:tc>
        <w:tc>
          <w:tcPr>
            <w:tcW w:w="270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037C5A">
            <w:pPr>
              <w:pStyle w:val="Table0"/>
            </w:pPr>
            <w:r w:rsidRPr="00A9592F">
              <w:t>В том числе</w:t>
            </w:r>
          </w:p>
        </w:tc>
        <w:tc>
          <w:tcPr>
            <w:tcW w:w="144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p>
        </w:tc>
        <w:tc>
          <w:tcPr>
            <w:tcW w:w="1274" w:type="dxa"/>
            <w:vMerge/>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p>
        </w:tc>
      </w:tr>
      <w:tr w:rsidR="00C42172" w:rsidRPr="00A9592F">
        <w:trPr>
          <w:trHeight w:val="337"/>
        </w:trPr>
        <w:tc>
          <w:tcPr>
            <w:tcW w:w="501" w:type="dxa"/>
            <w:vMerge/>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p>
        </w:tc>
        <w:tc>
          <w:tcPr>
            <w:tcW w:w="2146"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p>
        </w:tc>
        <w:tc>
          <w:tcPr>
            <w:tcW w:w="979"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p>
        </w:tc>
        <w:tc>
          <w:tcPr>
            <w:tcW w:w="10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037C5A">
            <w:pPr>
              <w:pStyle w:val="Table0"/>
            </w:pP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037C5A">
            <w:pPr>
              <w:pStyle w:val="Table0"/>
            </w:pPr>
            <w:r w:rsidRPr="00A9592F">
              <w:t>2009</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037C5A">
            <w:pPr>
              <w:pStyle w:val="Table0"/>
            </w:pPr>
            <w:r w:rsidRPr="00A9592F">
              <w:t>2010</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037C5A">
            <w:pPr>
              <w:pStyle w:val="Table0"/>
            </w:pPr>
            <w:r w:rsidRPr="00A9592F">
              <w:t>2011</w:t>
            </w:r>
          </w:p>
        </w:tc>
        <w:tc>
          <w:tcPr>
            <w:tcW w:w="144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p>
        </w:tc>
        <w:tc>
          <w:tcPr>
            <w:tcW w:w="1274" w:type="dxa"/>
            <w:vMerge/>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p>
        </w:tc>
      </w:tr>
      <w:tr w:rsidR="00C42172" w:rsidRPr="00A9592F">
        <w:trPr>
          <w:trHeight w:val="333"/>
        </w:trPr>
        <w:tc>
          <w:tcPr>
            <w:tcW w:w="526" w:type="dxa"/>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037C5A">
            <w:pPr>
              <w:pStyle w:val="Table0"/>
            </w:pPr>
            <w:r w:rsidRPr="00A9592F">
              <w:t>1</w:t>
            </w:r>
          </w:p>
        </w:tc>
        <w:tc>
          <w:tcPr>
            <w:tcW w:w="2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037C5A">
            <w:pPr>
              <w:pStyle w:val="Table0"/>
            </w:pPr>
            <w:r w:rsidRPr="00A9592F">
              <w:t>2</w:t>
            </w:r>
          </w:p>
        </w:tc>
        <w:tc>
          <w:tcPr>
            <w:tcW w:w="9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037C5A">
            <w:pPr>
              <w:pStyle w:val="Table0"/>
            </w:pPr>
            <w:r w:rsidRPr="00A9592F">
              <w:t>3</w:t>
            </w:r>
          </w:p>
        </w:tc>
        <w:tc>
          <w:tcPr>
            <w:tcW w:w="10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037C5A">
            <w:pPr>
              <w:pStyle w:val="Table0"/>
            </w:pPr>
            <w:r w:rsidRPr="00A9592F">
              <w:t>4</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037C5A">
            <w:pPr>
              <w:pStyle w:val="Table0"/>
            </w:pPr>
            <w:r w:rsidRPr="00A9592F">
              <w:t>5</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037C5A">
            <w:pPr>
              <w:pStyle w:val="Table0"/>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037C5A">
            <w:pPr>
              <w:pStyle w:val="Table0"/>
            </w:pPr>
            <w:r w:rsidRPr="00A9592F">
              <w:t>6</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037C5A">
            <w:pPr>
              <w:pStyle w:val="Table0"/>
            </w:pPr>
            <w:r w:rsidRPr="00A9592F">
              <w:t>7</w:t>
            </w:r>
          </w:p>
        </w:tc>
        <w:tc>
          <w:tcPr>
            <w:tcW w:w="1274" w:type="dxa"/>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037C5A">
            <w:pPr>
              <w:pStyle w:val="Table0"/>
            </w:pPr>
            <w:r w:rsidRPr="00A9592F">
              <w:t>8</w:t>
            </w:r>
          </w:p>
        </w:tc>
      </w:tr>
      <w:tr w:rsidR="00C42172" w:rsidRPr="00A9592F">
        <w:trPr>
          <w:trHeight w:val="1073"/>
        </w:trPr>
        <w:tc>
          <w:tcPr>
            <w:tcW w:w="526" w:type="dxa"/>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1.</w:t>
            </w:r>
          </w:p>
        </w:tc>
        <w:tc>
          <w:tcPr>
            <w:tcW w:w="2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Районные и областные соревнования по лыжным гонкам</w:t>
            </w:r>
          </w:p>
        </w:tc>
        <w:tc>
          <w:tcPr>
            <w:tcW w:w="9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М.Б.</w:t>
            </w:r>
          </w:p>
        </w:tc>
        <w:tc>
          <w:tcPr>
            <w:tcW w:w="10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325,00</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100,0</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110,0</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115,0</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В течение года</w:t>
            </w:r>
          </w:p>
        </w:tc>
        <w:tc>
          <w:tcPr>
            <w:tcW w:w="1274" w:type="dxa"/>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ОДМиС</w:t>
            </w:r>
          </w:p>
        </w:tc>
      </w:tr>
      <w:tr w:rsidR="00C42172" w:rsidRPr="00A9592F">
        <w:trPr>
          <w:trHeight w:val="1032"/>
        </w:trPr>
        <w:tc>
          <w:tcPr>
            <w:tcW w:w="526" w:type="dxa"/>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2.</w:t>
            </w:r>
          </w:p>
        </w:tc>
        <w:tc>
          <w:tcPr>
            <w:tcW w:w="2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Районные и областные турниры по мини-футболу</w:t>
            </w:r>
          </w:p>
        </w:tc>
        <w:tc>
          <w:tcPr>
            <w:tcW w:w="9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М.Б.</w:t>
            </w:r>
          </w:p>
        </w:tc>
        <w:tc>
          <w:tcPr>
            <w:tcW w:w="10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165,00</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50,0</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55,0</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60,0</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Сентябрь-март</w:t>
            </w:r>
          </w:p>
        </w:tc>
        <w:tc>
          <w:tcPr>
            <w:tcW w:w="1274" w:type="dxa"/>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ОДМиС</w:t>
            </w:r>
          </w:p>
        </w:tc>
      </w:tr>
      <w:tr w:rsidR="00C42172" w:rsidRPr="00A9592F">
        <w:trPr>
          <w:trHeight w:val="1076"/>
        </w:trPr>
        <w:tc>
          <w:tcPr>
            <w:tcW w:w="526" w:type="dxa"/>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3.</w:t>
            </w:r>
          </w:p>
        </w:tc>
        <w:tc>
          <w:tcPr>
            <w:tcW w:w="2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Районные и областные турниры по футболу</w:t>
            </w:r>
          </w:p>
        </w:tc>
        <w:tc>
          <w:tcPr>
            <w:tcW w:w="9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М.Б.</w:t>
            </w:r>
          </w:p>
        </w:tc>
        <w:tc>
          <w:tcPr>
            <w:tcW w:w="10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325,00</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100,0</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110,0</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115.0</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Май-сентябрь</w:t>
            </w:r>
          </w:p>
        </w:tc>
        <w:tc>
          <w:tcPr>
            <w:tcW w:w="1274" w:type="dxa"/>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ОДМиС</w:t>
            </w:r>
          </w:p>
        </w:tc>
      </w:tr>
      <w:tr w:rsidR="00C42172" w:rsidRPr="00A9592F">
        <w:trPr>
          <w:trHeight w:val="1059"/>
        </w:trPr>
        <w:tc>
          <w:tcPr>
            <w:tcW w:w="526" w:type="dxa"/>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4.</w:t>
            </w:r>
          </w:p>
        </w:tc>
        <w:tc>
          <w:tcPr>
            <w:tcW w:w="2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Районный чемпионат по волейболу</w:t>
            </w:r>
          </w:p>
        </w:tc>
        <w:tc>
          <w:tcPr>
            <w:tcW w:w="9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М.Б.</w:t>
            </w:r>
          </w:p>
        </w:tc>
        <w:tc>
          <w:tcPr>
            <w:tcW w:w="10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195,0</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60,0</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65,0</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70,0</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Сентябрь-март</w:t>
            </w:r>
          </w:p>
        </w:tc>
        <w:tc>
          <w:tcPr>
            <w:tcW w:w="1274" w:type="dxa"/>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ОДМиС</w:t>
            </w:r>
          </w:p>
        </w:tc>
      </w:tr>
      <w:tr w:rsidR="00C42172" w:rsidRPr="00A9592F">
        <w:trPr>
          <w:trHeight w:val="853"/>
        </w:trPr>
        <w:tc>
          <w:tcPr>
            <w:tcW w:w="526" w:type="dxa"/>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5.</w:t>
            </w:r>
          </w:p>
        </w:tc>
        <w:tc>
          <w:tcPr>
            <w:tcW w:w="2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Районные и областные соревнования по шахматам</w:t>
            </w:r>
          </w:p>
        </w:tc>
        <w:tc>
          <w:tcPr>
            <w:tcW w:w="9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М.Б.</w:t>
            </w:r>
          </w:p>
        </w:tc>
        <w:tc>
          <w:tcPr>
            <w:tcW w:w="10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40,0</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10,0</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10,0</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20,0</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март, сентябрь,</w:t>
            </w:r>
            <w:r w:rsidR="00037C5A">
              <w:t xml:space="preserve"> </w:t>
            </w:r>
            <w:r w:rsidRPr="00A9592F">
              <w:t>июнь, декабрь</w:t>
            </w:r>
          </w:p>
        </w:tc>
        <w:tc>
          <w:tcPr>
            <w:tcW w:w="1274" w:type="dxa"/>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ОДМиС</w:t>
            </w:r>
          </w:p>
        </w:tc>
      </w:tr>
      <w:tr w:rsidR="00C42172" w:rsidRPr="00A9592F">
        <w:trPr>
          <w:trHeight w:val="834"/>
        </w:trPr>
        <w:tc>
          <w:tcPr>
            <w:tcW w:w="53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6.</w:t>
            </w:r>
          </w:p>
        </w:tc>
        <w:tc>
          <w:tcPr>
            <w:tcW w:w="2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Районные турниры по настольному теннису</w:t>
            </w: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М.Б.</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65,0</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20,0</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20,0</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25,0</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C42172" w:rsidRPr="00A9592F" w:rsidRDefault="00C42172" w:rsidP="00C42172">
            <w:pPr>
              <w:pStyle w:val="Table"/>
            </w:pPr>
            <w:r w:rsidRPr="00A9592F">
              <w:t>январь, март, сентябрь, ноябрь</w:t>
            </w:r>
          </w:p>
        </w:tc>
        <w:tc>
          <w:tcPr>
            <w:tcW w:w="1274" w:type="dxa"/>
            <w:tcBorders>
              <w:top w:val="single" w:sz="4" w:space="0" w:color="auto"/>
              <w:left w:val="single" w:sz="4" w:space="0" w:color="auto"/>
              <w:bottom w:val="single" w:sz="4" w:space="0" w:color="auto"/>
              <w:right w:val="single" w:sz="4" w:space="0" w:color="auto"/>
            </w:tcBorders>
            <w:shd w:val="clear" w:color="auto" w:fill="auto"/>
          </w:tcPr>
          <w:p w:rsidR="00C42172" w:rsidRPr="00A9592F" w:rsidRDefault="00C42172" w:rsidP="00C42172">
            <w:pPr>
              <w:pStyle w:val="Table"/>
            </w:pPr>
            <w:r w:rsidRPr="00A9592F">
              <w:t>ОДМиС</w:t>
            </w:r>
          </w:p>
        </w:tc>
      </w:tr>
      <w:tr w:rsidR="00C42172" w:rsidRPr="00A9592F">
        <w:trPr>
          <w:trHeight w:val="520"/>
        </w:trPr>
        <w:tc>
          <w:tcPr>
            <w:tcW w:w="53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7.</w:t>
            </w:r>
          </w:p>
        </w:tc>
        <w:tc>
          <w:tcPr>
            <w:tcW w:w="2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Районная зимняя спартакиада</w:t>
            </w: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М.Б.</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90,00</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25,0</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30,0</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35,00</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февраль</w:t>
            </w:r>
          </w:p>
        </w:tc>
        <w:tc>
          <w:tcPr>
            <w:tcW w:w="1274" w:type="dxa"/>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ОДМиС</w:t>
            </w:r>
          </w:p>
        </w:tc>
      </w:tr>
      <w:tr w:rsidR="00C42172" w:rsidRPr="00A9592F">
        <w:trPr>
          <w:trHeight w:val="170"/>
        </w:trPr>
        <w:tc>
          <w:tcPr>
            <w:tcW w:w="53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8.</w:t>
            </w:r>
          </w:p>
        </w:tc>
        <w:tc>
          <w:tcPr>
            <w:tcW w:w="2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Традиционный забег «Зеленогорск-</w:t>
            </w:r>
            <w:r w:rsidRPr="00A9592F">
              <w:lastRenderedPageBreak/>
              <w:t>Крапивино»</w:t>
            </w: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lastRenderedPageBreak/>
              <w:t>М.Б.</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90,00.</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25,0</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30,0</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35,0</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май</w:t>
            </w:r>
          </w:p>
        </w:tc>
        <w:tc>
          <w:tcPr>
            <w:tcW w:w="1274" w:type="dxa"/>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ОДМиС</w:t>
            </w:r>
          </w:p>
        </w:tc>
      </w:tr>
      <w:tr w:rsidR="00C42172" w:rsidRPr="00A9592F">
        <w:trPr>
          <w:trHeight w:val="810"/>
        </w:trPr>
        <w:tc>
          <w:tcPr>
            <w:tcW w:w="53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lastRenderedPageBreak/>
              <w:t>9.</w:t>
            </w:r>
          </w:p>
        </w:tc>
        <w:tc>
          <w:tcPr>
            <w:tcW w:w="2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Финал летней Спартакиады среди сельских районов</w:t>
            </w: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М.Б.</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105,0</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30,0</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35,0</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40,0</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июнь</w:t>
            </w:r>
          </w:p>
        </w:tc>
        <w:tc>
          <w:tcPr>
            <w:tcW w:w="1274" w:type="dxa"/>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ОДМиС</w:t>
            </w:r>
          </w:p>
        </w:tc>
      </w:tr>
      <w:tr w:rsidR="00C42172" w:rsidRPr="00A9592F">
        <w:trPr>
          <w:trHeight w:val="890"/>
        </w:trPr>
        <w:tc>
          <w:tcPr>
            <w:tcW w:w="53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10.</w:t>
            </w:r>
          </w:p>
        </w:tc>
        <w:tc>
          <w:tcPr>
            <w:tcW w:w="2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Соревнование посвященному празднику «День России»</w:t>
            </w: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М.Б.</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75,0</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20,0</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25,0</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30,0</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июнь</w:t>
            </w:r>
          </w:p>
        </w:tc>
        <w:tc>
          <w:tcPr>
            <w:tcW w:w="1274" w:type="dxa"/>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ОДМиС</w:t>
            </w:r>
          </w:p>
        </w:tc>
      </w:tr>
      <w:tr w:rsidR="00C42172" w:rsidRPr="00A9592F">
        <w:trPr>
          <w:trHeight w:val="705"/>
        </w:trPr>
        <w:tc>
          <w:tcPr>
            <w:tcW w:w="53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11.</w:t>
            </w:r>
          </w:p>
        </w:tc>
        <w:tc>
          <w:tcPr>
            <w:tcW w:w="2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Районная Спартакиада  «День Физкультурника»</w:t>
            </w: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М.Б.</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105,0</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30,0</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35,0</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40,0</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август</w:t>
            </w:r>
          </w:p>
        </w:tc>
        <w:tc>
          <w:tcPr>
            <w:tcW w:w="1274" w:type="dxa"/>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ОДМиС</w:t>
            </w:r>
          </w:p>
        </w:tc>
      </w:tr>
      <w:tr w:rsidR="00C42172" w:rsidRPr="00A9592F">
        <w:trPr>
          <w:trHeight w:val="705"/>
        </w:trPr>
        <w:tc>
          <w:tcPr>
            <w:tcW w:w="53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12.</w:t>
            </w:r>
          </w:p>
        </w:tc>
        <w:tc>
          <w:tcPr>
            <w:tcW w:w="2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Соревнование посвященному празднику «День пожилого человека»</w:t>
            </w: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М.Б.</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40,0</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10,0</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15,0</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15,0</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октябрь</w:t>
            </w:r>
          </w:p>
        </w:tc>
        <w:tc>
          <w:tcPr>
            <w:tcW w:w="1274" w:type="dxa"/>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ОДМиС</w:t>
            </w:r>
          </w:p>
        </w:tc>
      </w:tr>
      <w:tr w:rsidR="00C42172" w:rsidRPr="00A9592F">
        <w:trPr>
          <w:trHeight w:val="425"/>
        </w:trPr>
        <w:tc>
          <w:tcPr>
            <w:tcW w:w="28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ИТОГО:</w:t>
            </w: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1620,0</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480,0</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540,0</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r w:rsidRPr="00A9592F">
              <w:t>600,0</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p>
        </w:tc>
        <w:tc>
          <w:tcPr>
            <w:tcW w:w="1274" w:type="dxa"/>
            <w:tcBorders>
              <w:top w:val="single" w:sz="4" w:space="0" w:color="auto"/>
              <w:left w:val="single" w:sz="4" w:space="0" w:color="auto"/>
              <w:bottom w:val="single" w:sz="4" w:space="0" w:color="auto"/>
              <w:right w:val="single" w:sz="4" w:space="0" w:color="auto"/>
            </w:tcBorders>
            <w:shd w:val="clear" w:color="auto" w:fill="auto"/>
            <w:vAlign w:val="center"/>
          </w:tcPr>
          <w:p w:rsidR="00C42172" w:rsidRPr="00A9592F" w:rsidRDefault="00C42172" w:rsidP="00C42172">
            <w:pPr>
              <w:pStyle w:val="Table"/>
            </w:pPr>
          </w:p>
        </w:tc>
      </w:tr>
    </w:tbl>
    <w:p w:rsidR="00C42172" w:rsidRDefault="00C42172" w:rsidP="00A9592F"/>
    <w:p w:rsidR="00111016" w:rsidRPr="00A9592F" w:rsidRDefault="00623549" w:rsidP="00C42172">
      <w:pPr>
        <w:pStyle w:val="Application"/>
        <w:spacing w:before="0" w:after="0"/>
      </w:pPr>
      <w:r w:rsidRPr="00A9592F">
        <w:t>При</w:t>
      </w:r>
      <w:r w:rsidR="006267BA" w:rsidRPr="00A9592F">
        <w:t>ложе</w:t>
      </w:r>
      <w:r w:rsidRPr="00A9592F">
        <w:t>ние</w:t>
      </w:r>
      <w:r w:rsidR="00812EC8" w:rsidRPr="00A9592F">
        <w:t xml:space="preserve"> </w:t>
      </w:r>
      <w:r w:rsidR="0050262E" w:rsidRPr="00A9592F">
        <w:t>3</w:t>
      </w:r>
      <w:r w:rsidR="00812EC8" w:rsidRPr="00A9592F">
        <w:t>.</w:t>
      </w:r>
    </w:p>
    <w:p w:rsidR="00E43D2A" w:rsidRPr="00A9592F" w:rsidRDefault="00E43D2A" w:rsidP="00C42172">
      <w:pPr>
        <w:pStyle w:val="1"/>
      </w:pPr>
      <w:r w:rsidRPr="00A9592F">
        <w:t>Мероприятия</w:t>
      </w:r>
    </w:p>
    <w:p w:rsidR="00E43D2A" w:rsidRPr="00A9592F" w:rsidRDefault="00E43D2A" w:rsidP="00C42172">
      <w:pPr>
        <w:pStyle w:val="1"/>
      </w:pPr>
      <w:r w:rsidRPr="00A9592F">
        <w:t>МУО администрации МО «Крапивинский район» в программу «Молодёжь Крапивинского района»</w:t>
      </w:r>
      <w:r w:rsidR="00E23D30" w:rsidRPr="00A9592F">
        <w:t xml:space="preserve"> </w:t>
      </w:r>
      <w:r w:rsidRPr="00A9592F">
        <w:t>на 200</w:t>
      </w:r>
      <w:r w:rsidR="00FD22DF" w:rsidRPr="00A9592F">
        <w:t>9</w:t>
      </w:r>
      <w:r w:rsidRPr="00A9592F">
        <w:t>-200</w:t>
      </w:r>
      <w:r w:rsidR="00FD22DF" w:rsidRPr="00A9592F">
        <w:t>11</w:t>
      </w:r>
      <w:r w:rsidRPr="00A9592F">
        <w:t>г</w:t>
      </w:r>
    </w:p>
    <w:p w:rsidR="00812EC8" w:rsidRPr="00A9592F" w:rsidRDefault="00812EC8" w:rsidP="00A9592F"/>
    <w:tbl>
      <w:tblPr>
        <w:tblStyle w:val="a7"/>
        <w:tblW w:w="9741" w:type="dxa"/>
        <w:tblInd w:w="108" w:type="dxa"/>
        <w:tblLayout w:type="fixed"/>
        <w:tblLook w:val="01E0" w:firstRow="1" w:lastRow="1" w:firstColumn="1" w:lastColumn="1" w:noHBand="0" w:noVBand="0"/>
      </w:tblPr>
      <w:tblGrid>
        <w:gridCol w:w="360"/>
        <w:gridCol w:w="1980"/>
        <w:gridCol w:w="1260"/>
        <w:gridCol w:w="900"/>
        <w:gridCol w:w="879"/>
        <w:gridCol w:w="900"/>
        <w:gridCol w:w="900"/>
        <w:gridCol w:w="1241"/>
        <w:gridCol w:w="1321"/>
      </w:tblGrid>
      <w:tr w:rsidR="00375A4D" w:rsidRPr="00A9592F">
        <w:trPr>
          <w:trHeight w:val="535"/>
        </w:trPr>
        <w:tc>
          <w:tcPr>
            <w:tcW w:w="360" w:type="dxa"/>
            <w:vMerge w:val="restart"/>
          </w:tcPr>
          <w:p w:rsidR="00375A4D" w:rsidRPr="00A9592F" w:rsidRDefault="00375A4D" w:rsidP="00C42172">
            <w:pPr>
              <w:pStyle w:val="Table0"/>
            </w:pPr>
            <w:r w:rsidRPr="00A9592F">
              <w:t>№</w:t>
            </w:r>
          </w:p>
        </w:tc>
        <w:tc>
          <w:tcPr>
            <w:tcW w:w="1980" w:type="dxa"/>
            <w:vMerge w:val="restart"/>
          </w:tcPr>
          <w:p w:rsidR="00375A4D" w:rsidRPr="00A9592F" w:rsidRDefault="00375A4D" w:rsidP="00C42172">
            <w:pPr>
              <w:pStyle w:val="Table0"/>
            </w:pPr>
            <w:r w:rsidRPr="00A9592F">
              <w:t>Перечень мероприятий</w:t>
            </w:r>
          </w:p>
        </w:tc>
        <w:tc>
          <w:tcPr>
            <w:tcW w:w="1260" w:type="dxa"/>
            <w:vMerge w:val="restart"/>
          </w:tcPr>
          <w:p w:rsidR="00375A4D" w:rsidRPr="00A9592F" w:rsidRDefault="00375A4D" w:rsidP="00C42172">
            <w:pPr>
              <w:pStyle w:val="Table0"/>
            </w:pPr>
            <w:r w:rsidRPr="00A9592F">
              <w:t>Источники финансирования</w:t>
            </w:r>
          </w:p>
        </w:tc>
        <w:tc>
          <w:tcPr>
            <w:tcW w:w="3579" w:type="dxa"/>
            <w:gridSpan w:val="4"/>
          </w:tcPr>
          <w:p w:rsidR="00375A4D" w:rsidRPr="00A9592F" w:rsidRDefault="00375A4D" w:rsidP="00C42172">
            <w:pPr>
              <w:pStyle w:val="Table0"/>
            </w:pPr>
            <w:r w:rsidRPr="00A9592F">
              <w:t>Финансовые затраты на реализацию в тыс. руб.</w:t>
            </w:r>
          </w:p>
        </w:tc>
        <w:tc>
          <w:tcPr>
            <w:tcW w:w="1241" w:type="dxa"/>
            <w:vMerge w:val="restart"/>
          </w:tcPr>
          <w:p w:rsidR="00375A4D" w:rsidRPr="00A9592F" w:rsidRDefault="00375A4D" w:rsidP="00C42172">
            <w:pPr>
              <w:pStyle w:val="Table0"/>
            </w:pPr>
            <w:r w:rsidRPr="00A9592F">
              <w:t>Срок выполнения</w:t>
            </w:r>
          </w:p>
        </w:tc>
        <w:tc>
          <w:tcPr>
            <w:tcW w:w="1321" w:type="dxa"/>
            <w:vMerge w:val="restart"/>
          </w:tcPr>
          <w:p w:rsidR="00375A4D" w:rsidRPr="00A9592F" w:rsidRDefault="00375A4D" w:rsidP="00C42172">
            <w:pPr>
              <w:pStyle w:val="Table0"/>
            </w:pPr>
            <w:r w:rsidRPr="00A9592F">
              <w:t>Исполнители</w:t>
            </w:r>
          </w:p>
        </w:tc>
      </w:tr>
      <w:tr w:rsidR="001342BE" w:rsidRPr="00A9592F">
        <w:trPr>
          <w:trHeight w:val="360"/>
        </w:trPr>
        <w:tc>
          <w:tcPr>
            <w:tcW w:w="360" w:type="dxa"/>
            <w:vMerge/>
          </w:tcPr>
          <w:p w:rsidR="001342BE" w:rsidRPr="00A9592F" w:rsidRDefault="001342BE" w:rsidP="00C42172">
            <w:pPr>
              <w:pStyle w:val="Table"/>
            </w:pPr>
          </w:p>
        </w:tc>
        <w:tc>
          <w:tcPr>
            <w:tcW w:w="1980" w:type="dxa"/>
            <w:vMerge/>
          </w:tcPr>
          <w:p w:rsidR="001342BE" w:rsidRPr="00A9592F" w:rsidRDefault="001342BE" w:rsidP="00C42172">
            <w:pPr>
              <w:pStyle w:val="Table"/>
            </w:pPr>
          </w:p>
        </w:tc>
        <w:tc>
          <w:tcPr>
            <w:tcW w:w="1260" w:type="dxa"/>
            <w:vMerge/>
          </w:tcPr>
          <w:p w:rsidR="001342BE" w:rsidRPr="00A9592F" w:rsidRDefault="001342BE" w:rsidP="00C42172">
            <w:pPr>
              <w:pStyle w:val="Table"/>
            </w:pPr>
          </w:p>
        </w:tc>
        <w:tc>
          <w:tcPr>
            <w:tcW w:w="900" w:type="dxa"/>
            <w:vMerge w:val="restart"/>
          </w:tcPr>
          <w:p w:rsidR="001342BE" w:rsidRPr="00A9592F" w:rsidRDefault="001342BE" w:rsidP="00C42172">
            <w:pPr>
              <w:pStyle w:val="Table0"/>
            </w:pPr>
            <w:r w:rsidRPr="00A9592F">
              <w:t>всего</w:t>
            </w:r>
          </w:p>
        </w:tc>
        <w:tc>
          <w:tcPr>
            <w:tcW w:w="2679" w:type="dxa"/>
            <w:gridSpan w:val="3"/>
            <w:shd w:val="clear" w:color="auto" w:fill="auto"/>
          </w:tcPr>
          <w:p w:rsidR="001342BE" w:rsidRPr="00A9592F" w:rsidRDefault="001342BE" w:rsidP="00C42172">
            <w:pPr>
              <w:pStyle w:val="Table0"/>
            </w:pPr>
            <w:r w:rsidRPr="00A9592F">
              <w:t>в том числе</w:t>
            </w:r>
          </w:p>
        </w:tc>
        <w:tc>
          <w:tcPr>
            <w:tcW w:w="1241" w:type="dxa"/>
            <w:vMerge/>
          </w:tcPr>
          <w:p w:rsidR="001342BE" w:rsidRPr="00A9592F" w:rsidRDefault="001342BE" w:rsidP="00C42172">
            <w:pPr>
              <w:pStyle w:val="Table"/>
            </w:pPr>
          </w:p>
        </w:tc>
        <w:tc>
          <w:tcPr>
            <w:tcW w:w="1321" w:type="dxa"/>
            <w:vMerge/>
          </w:tcPr>
          <w:p w:rsidR="001342BE" w:rsidRPr="00A9592F" w:rsidRDefault="001342BE" w:rsidP="00C42172">
            <w:pPr>
              <w:pStyle w:val="Table"/>
            </w:pPr>
          </w:p>
        </w:tc>
      </w:tr>
      <w:tr w:rsidR="001342BE" w:rsidRPr="00A9592F">
        <w:trPr>
          <w:trHeight w:val="260"/>
        </w:trPr>
        <w:tc>
          <w:tcPr>
            <w:tcW w:w="360" w:type="dxa"/>
            <w:vMerge/>
          </w:tcPr>
          <w:p w:rsidR="001342BE" w:rsidRPr="00A9592F" w:rsidRDefault="001342BE" w:rsidP="00C42172">
            <w:pPr>
              <w:pStyle w:val="Table"/>
            </w:pPr>
          </w:p>
        </w:tc>
        <w:tc>
          <w:tcPr>
            <w:tcW w:w="1980" w:type="dxa"/>
            <w:vMerge/>
          </w:tcPr>
          <w:p w:rsidR="001342BE" w:rsidRPr="00A9592F" w:rsidRDefault="001342BE" w:rsidP="00C42172">
            <w:pPr>
              <w:pStyle w:val="Table"/>
            </w:pPr>
          </w:p>
        </w:tc>
        <w:tc>
          <w:tcPr>
            <w:tcW w:w="1260" w:type="dxa"/>
            <w:vMerge/>
          </w:tcPr>
          <w:p w:rsidR="001342BE" w:rsidRPr="00A9592F" w:rsidRDefault="001342BE" w:rsidP="00C42172">
            <w:pPr>
              <w:pStyle w:val="Table"/>
            </w:pPr>
          </w:p>
        </w:tc>
        <w:tc>
          <w:tcPr>
            <w:tcW w:w="900" w:type="dxa"/>
            <w:vMerge/>
          </w:tcPr>
          <w:p w:rsidR="001342BE" w:rsidRPr="00A9592F" w:rsidRDefault="001342BE" w:rsidP="00C42172">
            <w:pPr>
              <w:pStyle w:val="Table0"/>
            </w:pPr>
          </w:p>
        </w:tc>
        <w:tc>
          <w:tcPr>
            <w:tcW w:w="879" w:type="dxa"/>
            <w:shd w:val="clear" w:color="auto" w:fill="auto"/>
          </w:tcPr>
          <w:p w:rsidR="001342BE" w:rsidRPr="00A9592F" w:rsidRDefault="001342BE" w:rsidP="00C42172">
            <w:pPr>
              <w:pStyle w:val="Table0"/>
            </w:pPr>
            <w:r w:rsidRPr="00A9592F">
              <w:t>2009</w:t>
            </w:r>
          </w:p>
        </w:tc>
        <w:tc>
          <w:tcPr>
            <w:tcW w:w="900" w:type="dxa"/>
          </w:tcPr>
          <w:p w:rsidR="001342BE" w:rsidRPr="00A9592F" w:rsidRDefault="001342BE" w:rsidP="00C42172">
            <w:pPr>
              <w:pStyle w:val="Table0"/>
            </w:pPr>
            <w:r w:rsidRPr="00A9592F">
              <w:t>2010</w:t>
            </w:r>
          </w:p>
        </w:tc>
        <w:tc>
          <w:tcPr>
            <w:tcW w:w="900" w:type="dxa"/>
          </w:tcPr>
          <w:p w:rsidR="001342BE" w:rsidRPr="00A9592F" w:rsidRDefault="001342BE" w:rsidP="00C42172">
            <w:pPr>
              <w:pStyle w:val="Table0"/>
            </w:pPr>
            <w:r w:rsidRPr="00A9592F">
              <w:t>2011</w:t>
            </w:r>
          </w:p>
        </w:tc>
        <w:tc>
          <w:tcPr>
            <w:tcW w:w="1241" w:type="dxa"/>
            <w:vMerge/>
          </w:tcPr>
          <w:p w:rsidR="001342BE" w:rsidRPr="00A9592F" w:rsidRDefault="001342BE" w:rsidP="00C42172">
            <w:pPr>
              <w:pStyle w:val="Table"/>
            </w:pPr>
          </w:p>
        </w:tc>
        <w:tc>
          <w:tcPr>
            <w:tcW w:w="1321" w:type="dxa"/>
            <w:vMerge/>
          </w:tcPr>
          <w:p w:rsidR="001342BE" w:rsidRPr="00A9592F" w:rsidRDefault="001342BE" w:rsidP="00C42172">
            <w:pPr>
              <w:pStyle w:val="Table"/>
            </w:pPr>
          </w:p>
        </w:tc>
      </w:tr>
      <w:tr w:rsidR="00433968" w:rsidRPr="00A9592F">
        <w:tc>
          <w:tcPr>
            <w:tcW w:w="360" w:type="dxa"/>
            <w:vAlign w:val="center"/>
          </w:tcPr>
          <w:p w:rsidR="00433968" w:rsidRPr="00A9592F" w:rsidRDefault="00433968" w:rsidP="00C42172">
            <w:pPr>
              <w:pStyle w:val="Table"/>
            </w:pPr>
            <w:r w:rsidRPr="00A9592F">
              <w:t>1.</w:t>
            </w:r>
          </w:p>
        </w:tc>
        <w:tc>
          <w:tcPr>
            <w:tcW w:w="1980" w:type="dxa"/>
          </w:tcPr>
          <w:p w:rsidR="00433968" w:rsidRPr="00A9592F" w:rsidRDefault="00433968" w:rsidP="00C42172">
            <w:pPr>
              <w:pStyle w:val="Table"/>
            </w:pPr>
            <w:r w:rsidRPr="00A9592F">
              <w:t xml:space="preserve">Районная </w:t>
            </w:r>
            <w:r w:rsidR="00635009" w:rsidRPr="00A9592F">
              <w:t>конференция РД</w:t>
            </w:r>
            <w:r w:rsidRPr="00A9592F">
              <w:t>О «Парус Надежды».</w:t>
            </w:r>
          </w:p>
        </w:tc>
        <w:tc>
          <w:tcPr>
            <w:tcW w:w="1260" w:type="dxa"/>
            <w:vAlign w:val="center"/>
          </w:tcPr>
          <w:p w:rsidR="00433968" w:rsidRPr="00A9592F" w:rsidRDefault="00433968" w:rsidP="00C42172">
            <w:pPr>
              <w:pStyle w:val="Table"/>
            </w:pPr>
            <w:r w:rsidRPr="00A9592F">
              <w:t>М.Б.</w:t>
            </w:r>
          </w:p>
        </w:tc>
        <w:tc>
          <w:tcPr>
            <w:tcW w:w="900" w:type="dxa"/>
            <w:vAlign w:val="center"/>
          </w:tcPr>
          <w:p w:rsidR="00433968" w:rsidRPr="00A9592F" w:rsidRDefault="006D7E73" w:rsidP="00C42172">
            <w:pPr>
              <w:pStyle w:val="Table"/>
            </w:pPr>
            <w:r w:rsidRPr="00A9592F">
              <w:t>15,0</w:t>
            </w:r>
          </w:p>
        </w:tc>
        <w:tc>
          <w:tcPr>
            <w:tcW w:w="879" w:type="dxa"/>
            <w:vAlign w:val="center"/>
          </w:tcPr>
          <w:p w:rsidR="00433968" w:rsidRPr="00A9592F" w:rsidRDefault="006D7E73" w:rsidP="00C42172">
            <w:pPr>
              <w:pStyle w:val="Table"/>
            </w:pPr>
            <w:r w:rsidRPr="00A9592F">
              <w:t>5,0</w:t>
            </w:r>
          </w:p>
        </w:tc>
        <w:tc>
          <w:tcPr>
            <w:tcW w:w="900" w:type="dxa"/>
            <w:vAlign w:val="center"/>
          </w:tcPr>
          <w:p w:rsidR="00433968" w:rsidRPr="00A9592F" w:rsidRDefault="006D7E73" w:rsidP="00C42172">
            <w:pPr>
              <w:pStyle w:val="Table"/>
            </w:pPr>
            <w:r w:rsidRPr="00A9592F">
              <w:t>5,0</w:t>
            </w:r>
          </w:p>
        </w:tc>
        <w:tc>
          <w:tcPr>
            <w:tcW w:w="900" w:type="dxa"/>
            <w:vAlign w:val="center"/>
          </w:tcPr>
          <w:p w:rsidR="00433968" w:rsidRPr="00A9592F" w:rsidRDefault="006D7E73" w:rsidP="00C42172">
            <w:pPr>
              <w:pStyle w:val="Table"/>
            </w:pPr>
            <w:r w:rsidRPr="00A9592F">
              <w:t>5,0</w:t>
            </w:r>
          </w:p>
        </w:tc>
        <w:tc>
          <w:tcPr>
            <w:tcW w:w="1241" w:type="dxa"/>
            <w:vAlign w:val="center"/>
          </w:tcPr>
          <w:p w:rsidR="00433968" w:rsidRPr="00A9592F" w:rsidRDefault="006D7E73" w:rsidP="00C42172">
            <w:pPr>
              <w:pStyle w:val="Table"/>
            </w:pPr>
            <w:r w:rsidRPr="00A9592F">
              <w:t>ноябрь</w:t>
            </w:r>
          </w:p>
        </w:tc>
        <w:tc>
          <w:tcPr>
            <w:tcW w:w="1321" w:type="dxa"/>
            <w:vAlign w:val="center"/>
          </w:tcPr>
          <w:p w:rsidR="00433968" w:rsidRPr="00A9592F" w:rsidRDefault="00433968" w:rsidP="00C42172">
            <w:pPr>
              <w:pStyle w:val="Table"/>
            </w:pPr>
            <w:r w:rsidRPr="00A9592F">
              <w:t>Барган Т.П.</w:t>
            </w:r>
          </w:p>
        </w:tc>
      </w:tr>
      <w:tr w:rsidR="00433968" w:rsidRPr="00A9592F">
        <w:tc>
          <w:tcPr>
            <w:tcW w:w="360" w:type="dxa"/>
            <w:vAlign w:val="center"/>
          </w:tcPr>
          <w:p w:rsidR="00433968" w:rsidRPr="00A9592F" w:rsidRDefault="00433968" w:rsidP="00C42172">
            <w:pPr>
              <w:pStyle w:val="Table"/>
            </w:pPr>
            <w:r w:rsidRPr="00A9592F">
              <w:t>2.</w:t>
            </w:r>
          </w:p>
        </w:tc>
        <w:tc>
          <w:tcPr>
            <w:tcW w:w="1980" w:type="dxa"/>
          </w:tcPr>
          <w:p w:rsidR="00433968" w:rsidRPr="00A9592F" w:rsidRDefault="00433968" w:rsidP="00C42172">
            <w:pPr>
              <w:pStyle w:val="Table"/>
            </w:pPr>
            <w:r w:rsidRPr="00A9592F">
              <w:t>Участие РДЮО «Парус Надежды» в Днях защиты от экологической опасности.</w:t>
            </w:r>
          </w:p>
        </w:tc>
        <w:tc>
          <w:tcPr>
            <w:tcW w:w="1260" w:type="dxa"/>
            <w:vAlign w:val="center"/>
          </w:tcPr>
          <w:p w:rsidR="00433968" w:rsidRPr="00A9592F" w:rsidRDefault="00433968" w:rsidP="00C42172">
            <w:pPr>
              <w:pStyle w:val="Table"/>
            </w:pPr>
            <w:r w:rsidRPr="00A9592F">
              <w:t>М.Б.</w:t>
            </w:r>
          </w:p>
        </w:tc>
        <w:tc>
          <w:tcPr>
            <w:tcW w:w="900" w:type="dxa"/>
            <w:vAlign w:val="center"/>
          </w:tcPr>
          <w:p w:rsidR="00433968" w:rsidRPr="00A9592F" w:rsidRDefault="006D7E73" w:rsidP="00C42172">
            <w:pPr>
              <w:pStyle w:val="Table"/>
            </w:pPr>
            <w:r w:rsidRPr="00A9592F">
              <w:t>30,0</w:t>
            </w:r>
          </w:p>
        </w:tc>
        <w:tc>
          <w:tcPr>
            <w:tcW w:w="879" w:type="dxa"/>
            <w:vAlign w:val="center"/>
          </w:tcPr>
          <w:p w:rsidR="00433968" w:rsidRPr="00A9592F" w:rsidRDefault="006D7E73" w:rsidP="00C42172">
            <w:pPr>
              <w:pStyle w:val="Table"/>
            </w:pPr>
            <w:r w:rsidRPr="00A9592F">
              <w:t>10,0</w:t>
            </w:r>
          </w:p>
        </w:tc>
        <w:tc>
          <w:tcPr>
            <w:tcW w:w="900" w:type="dxa"/>
            <w:vAlign w:val="center"/>
          </w:tcPr>
          <w:p w:rsidR="00433968" w:rsidRPr="00A9592F" w:rsidRDefault="006D7E73" w:rsidP="00C42172">
            <w:pPr>
              <w:pStyle w:val="Table"/>
            </w:pPr>
            <w:r w:rsidRPr="00A9592F">
              <w:t>10,0</w:t>
            </w:r>
          </w:p>
        </w:tc>
        <w:tc>
          <w:tcPr>
            <w:tcW w:w="900" w:type="dxa"/>
            <w:vAlign w:val="center"/>
          </w:tcPr>
          <w:p w:rsidR="00433968" w:rsidRPr="00A9592F" w:rsidRDefault="006D7E73" w:rsidP="00C42172">
            <w:pPr>
              <w:pStyle w:val="Table"/>
            </w:pPr>
            <w:r w:rsidRPr="00A9592F">
              <w:t>10,0</w:t>
            </w:r>
          </w:p>
        </w:tc>
        <w:tc>
          <w:tcPr>
            <w:tcW w:w="1241" w:type="dxa"/>
            <w:vAlign w:val="center"/>
          </w:tcPr>
          <w:p w:rsidR="00433968" w:rsidRPr="00A9592F" w:rsidRDefault="006D7E73" w:rsidP="00C42172">
            <w:pPr>
              <w:pStyle w:val="Table"/>
            </w:pPr>
            <w:r w:rsidRPr="00A9592F">
              <w:t>апрель</w:t>
            </w:r>
          </w:p>
        </w:tc>
        <w:tc>
          <w:tcPr>
            <w:tcW w:w="1321" w:type="dxa"/>
            <w:vAlign w:val="center"/>
          </w:tcPr>
          <w:p w:rsidR="00433968" w:rsidRPr="00A9592F" w:rsidRDefault="00433968" w:rsidP="00C42172">
            <w:pPr>
              <w:pStyle w:val="Table"/>
            </w:pPr>
            <w:r w:rsidRPr="00A9592F">
              <w:t>Барган Т.П.</w:t>
            </w:r>
          </w:p>
        </w:tc>
      </w:tr>
      <w:tr w:rsidR="00433968" w:rsidRPr="00A9592F">
        <w:tc>
          <w:tcPr>
            <w:tcW w:w="360" w:type="dxa"/>
            <w:vAlign w:val="center"/>
          </w:tcPr>
          <w:p w:rsidR="00433968" w:rsidRPr="00A9592F" w:rsidRDefault="00433968" w:rsidP="00C42172">
            <w:pPr>
              <w:pStyle w:val="Table"/>
            </w:pPr>
            <w:r w:rsidRPr="00A9592F">
              <w:t>3.</w:t>
            </w:r>
          </w:p>
        </w:tc>
        <w:tc>
          <w:tcPr>
            <w:tcW w:w="1980" w:type="dxa"/>
          </w:tcPr>
          <w:p w:rsidR="00433968" w:rsidRPr="00A9592F" w:rsidRDefault="00D556FA" w:rsidP="00C42172">
            <w:pPr>
              <w:pStyle w:val="Table"/>
            </w:pPr>
            <w:r w:rsidRPr="00A9592F">
              <w:t>Районный туристический слет педагогов</w:t>
            </w:r>
          </w:p>
        </w:tc>
        <w:tc>
          <w:tcPr>
            <w:tcW w:w="1260" w:type="dxa"/>
            <w:vAlign w:val="center"/>
          </w:tcPr>
          <w:p w:rsidR="00433968" w:rsidRPr="00A9592F" w:rsidRDefault="00D556FA" w:rsidP="00C42172">
            <w:pPr>
              <w:pStyle w:val="Table"/>
            </w:pPr>
            <w:r w:rsidRPr="00A9592F">
              <w:t>М.Б.</w:t>
            </w:r>
          </w:p>
        </w:tc>
        <w:tc>
          <w:tcPr>
            <w:tcW w:w="900" w:type="dxa"/>
            <w:vAlign w:val="center"/>
          </w:tcPr>
          <w:p w:rsidR="00433968" w:rsidRPr="00A9592F" w:rsidRDefault="00D556FA" w:rsidP="00C42172">
            <w:pPr>
              <w:pStyle w:val="Table"/>
            </w:pPr>
            <w:r w:rsidRPr="00A9592F">
              <w:t>15,0</w:t>
            </w:r>
          </w:p>
        </w:tc>
        <w:tc>
          <w:tcPr>
            <w:tcW w:w="879" w:type="dxa"/>
            <w:vAlign w:val="center"/>
          </w:tcPr>
          <w:p w:rsidR="00433968" w:rsidRPr="00A9592F" w:rsidRDefault="00D556FA" w:rsidP="00C42172">
            <w:pPr>
              <w:pStyle w:val="Table"/>
            </w:pPr>
            <w:r w:rsidRPr="00A9592F">
              <w:t>5,0</w:t>
            </w:r>
          </w:p>
        </w:tc>
        <w:tc>
          <w:tcPr>
            <w:tcW w:w="900" w:type="dxa"/>
            <w:vAlign w:val="center"/>
          </w:tcPr>
          <w:p w:rsidR="00433968" w:rsidRPr="00A9592F" w:rsidRDefault="00D556FA" w:rsidP="00C42172">
            <w:pPr>
              <w:pStyle w:val="Table"/>
            </w:pPr>
            <w:r w:rsidRPr="00A9592F">
              <w:t>5,0</w:t>
            </w:r>
          </w:p>
        </w:tc>
        <w:tc>
          <w:tcPr>
            <w:tcW w:w="900" w:type="dxa"/>
            <w:vAlign w:val="center"/>
          </w:tcPr>
          <w:p w:rsidR="00433968" w:rsidRPr="00A9592F" w:rsidRDefault="00D556FA" w:rsidP="00C42172">
            <w:pPr>
              <w:pStyle w:val="Table"/>
            </w:pPr>
            <w:r w:rsidRPr="00A9592F">
              <w:t>5,0</w:t>
            </w:r>
          </w:p>
        </w:tc>
        <w:tc>
          <w:tcPr>
            <w:tcW w:w="1241" w:type="dxa"/>
            <w:vAlign w:val="center"/>
          </w:tcPr>
          <w:p w:rsidR="00433968" w:rsidRPr="00A9592F" w:rsidRDefault="00D556FA" w:rsidP="00C42172">
            <w:pPr>
              <w:pStyle w:val="Table"/>
            </w:pPr>
            <w:r w:rsidRPr="00A9592F">
              <w:t>август</w:t>
            </w:r>
          </w:p>
        </w:tc>
        <w:tc>
          <w:tcPr>
            <w:tcW w:w="1321" w:type="dxa"/>
            <w:vAlign w:val="center"/>
          </w:tcPr>
          <w:p w:rsidR="00433968" w:rsidRPr="00A9592F" w:rsidRDefault="00433968" w:rsidP="00C42172">
            <w:pPr>
              <w:pStyle w:val="Table"/>
            </w:pPr>
            <w:r w:rsidRPr="00A9592F">
              <w:t>Барган Т.П.</w:t>
            </w:r>
          </w:p>
        </w:tc>
      </w:tr>
      <w:tr w:rsidR="00433968" w:rsidRPr="00A9592F">
        <w:tc>
          <w:tcPr>
            <w:tcW w:w="360" w:type="dxa"/>
            <w:vAlign w:val="center"/>
          </w:tcPr>
          <w:p w:rsidR="00433968" w:rsidRPr="00A9592F" w:rsidRDefault="00433968" w:rsidP="00C42172">
            <w:pPr>
              <w:pStyle w:val="Table"/>
            </w:pPr>
            <w:r w:rsidRPr="00A9592F">
              <w:t>4.</w:t>
            </w:r>
          </w:p>
        </w:tc>
        <w:tc>
          <w:tcPr>
            <w:tcW w:w="1980" w:type="dxa"/>
          </w:tcPr>
          <w:p w:rsidR="00433968" w:rsidRPr="00A9592F" w:rsidRDefault="003C30BE" w:rsidP="00C42172">
            <w:pPr>
              <w:pStyle w:val="Table"/>
            </w:pPr>
            <w:r w:rsidRPr="00A9592F">
              <w:t>Туристический слет учащихся</w:t>
            </w:r>
          </w:p>
        </w:tc>
        <w:tc>
          <w:tcPr>
            <w:tcW w:w="1260" w:type="dxa"/>
            <w:vAlign w:val="center"/>
          </w:tcPr>
          <w:p w:rsidR="00433968" w:rsidRPr="00A9592F" w:rsidRDefault="003C30BE" w:rsidP="00C42172">
            <w:pPr>
              <w:pStyle w:val="Table"/>
            </w:pPr>
            <w:r w:rsidRPr="00A9592F">
              <w:t>М.Б.</w:t>
            </w:r>
          </w:p>
        </w:tc>
        <w:tc>
          <w:tcPr>
            <w:tcW w:w="900" w:type="dxa"/>
            <w:vAlign w:val="center"/>
          </w:tcPr>
          <w:p w:rsidR="00433968" w:rsidRPr="00A9592F" w:rsidRDefault="003C30BE" w:rsidP="00C42172">
            <w:pPr>
              <w:pStyle w:val="Table"/>
            </w:pPr>
            <w:r w:rsidRPr="00A9592F">
              <w:t>24,0</w:t>
            </w:r>
          </w:p>
        </w:tc>
        <w:tc>
          <w:tcPr>
            <w:tcW w:w="879" w:type="dxa"/>
            <w:vAlign w:val="center"/>
          </w:tcPr>
          <w:p w:rsidR="00433968" w:rsidRPr="00A9592F" w:rsidRDefault="003C30BE" w:rsidP="00C42172">
            <w:pPr>
              <w:pStyle w:val="Table"/>
            </w:pPr>
            <w:r w:rsidRPr="00A9592F">
              <w:t>8,0</w:t>
            </w:r>
          </w:p>
        </w:tc>
        <w:tc>
          <w:tcPr>
            <w:tcW w:w="900" w:type="dxa"/>
            <w:vAlign w:val="center"/>
          </w:tcPr>
          <w:p w:rsidR="00433968" w:rsidRPr="00A9592F" w:rsidRDefault="003C30BE" w:rsidP="00C42172">
            <w:pPr>
              <w:pStyle w:val="Table"/>
            </w:pPr>
            <w:r w:rsidRPr="00A9592F">
              <w:t>8,0</w:t>
            </w:r>
          </w:p>
        </w:tc>
        <w:tc>
          <w:tcPr>
            <w:tcW w:w="900" w:type="dxa"/>
            <w:vAlign w:val="center"/>
          </w:tcPr>
          <w:p w:rsidR="00433968" w:rsidRPr="00A9592F" w:rsidRDefault="003C30BE" w:rsidP="00C42172">
            <w:pPr>
              <w:pStyle w:val="Table"/>
            </w:pPr>
            <w:r w:rsidRPr="00A9592F">
              <w:t>8,0</w:t>
            </w:r>
          </w:p>
        </w:tc>
        <w:tc>
          <w:tcPr>
            <w:tcW w:w="1241" w:type="dxa"/>
            <w:vAlign w:val="center"/>
          </w:tcPr>
          <w:p w:rsidR="00433968" w:rsidRPr="00A9592F" w:rsidRDefault="003C30BE" w:rsidP="00C42172">
            <w:pPr>
              <w:pStyle w:val="Table"/>
            </w:pPr>
            <w:r w:rsidRPr="00A9592F">
              <w:t>сентябрь</w:t>
            </w:r>
          </w:p>
        </w:tc>
        <w:tc>
          <w:tcPr>
            <w:tcW w:w="1321" w:type="dxa"/>
            <w:vAlign w:val="center"/>
          </w:tcPr>
          <w:p w:rsidR="00433968" w:rsidRPr="00A9592F" w:rsidRDefault="00433968" w:rsidP="00C42172">
            <w:pPr>
              <w:pStyle w:val="Table"/>
            </w:pPr>
            <w:r w:rsidRPr="00A9592F">
              <w:t>Барган Т.П.</w:t>
            </w:r>
          </w:p>
        </w:tc>
      </w:tr>
      <w:tr w:rsidR="00433968" w:rsidRPr="00A9592F">
        <w:tc>
          <w:tcPr>
            <w:tcW w:w="360" w:type="dxa"/>
            <w:vAlign w:val="center"/>
          </w:tcPr>
          <w:p w:rsidR="00433968" w:rsidRPr="00A9592F" w:rsidRDefault="00433968" w:rsidP="00C42172">
            <w:pPr>
              <w:pStyle w:val="Table"/>
            </w:pPr>
            <w:r w:rsidRPr="00A9592F">
              <w:t>5.</w:t>
            </w:r>
          </w:p>
        </w:tc>
        <w:tc>
          <w:tcPr>
            <w:tcW w:w="1980" w:type="dxa"/>
          </w:tcPr>
          <w:p w:rsidR="00433968" w:rsidRPr="00A9592F" w:rsidRDefault="00433968" w:rsidP="00C42172">
            <w:pPr>
              <w:pStyle w:val="Table"/>
            </w:pPr>
            <w:r w:rsidRPr="00A9592F">
              <w:t xml:space="preserve">Акция РДЮО «Парус надежды» </w:t>
            </w:r>
            <w:r w:rsidRPr="00A9592F">
              <w:lastRenderedPageBreak/>
              <w:t>«Цветущий праздник Победы»</w:t>
            </w:r>
          </w:p>
        </w:tc>
        <w:tc>
          <w:tcPr>
            <w:tcW w:w="1260" w:type="dxa"/>
            <w:vAlign w:val="center"/>
          </w:tcPr>
          <w:p w:rsidR="00433968" w:rsidRPr="00A9592F" w:rsidRDefault="00433968" w:rsidP="00C42172">
            <w:pPr>
              <w:pStyle w:val="Table"/>
            </w:pPr>
            <w:r w:rsidRPr="00A9592F">
              <w:lastRenderedPageBreak/>
              <w:t>М.Б.</w:t>
            </w:r>
          </w:p>
        </w:tc>
        <w:tc>
          <w:tcPr>
            <w:tcW w:w="900" w:type="dxa"/>
            <w:vAlign w:val="center"/>
          </w:tcPr>
          <w:p w:rsidR="00433968" w:rsidRPr="00A9592F" w:rsidRDefault="0094130B" w:rsidP="00C42172">
            <w:pPr>
              <w:pStyle w:val="Table"/>
            </w:pPr>
            <w:r w:rsidRPr="00A9592F">
              <w:t>6,0</w:t>
            </w:r>
          </w:p>
        </w:tc>
        <w:tc>
          <w:tcPr>
            <w:tcW w:w="879" w:type="dxa"/>
            <w:vAlign w:val="center"/>
          </w:tcPr>
          <w:p w:rsidR="00433968" w:rsidRPr="00A9592F" w:rsidRDefault="0094130B" w:rsidP="00C42172">
            <w:pPr>
              <w:pStyle w:val="Table"/>
            </w:pPr>
            <w:r w:rsidRPr="00A9592F">
              <w:t>2,0</w:t>
            </w:r>
          </w:p>
        </w:tc>
        <w:tc>
          <w:tcPr>
            <w:tcW w:w="900" w:type="dxa"/>
            <w:vAlign w:val="center"/>
          </w:tcPr>
          <w:p w:rsidR="00433968" w:rsidRPr="00A9592F" w:rsidRDefault="0094130B" w:rsidP="00C42172">
            <w:pPr>
              <w:pStyle w:val="Table"/>
            </w:pPr>
            <w:r w:rsidRPr="00A9592F">
              <w:t>2,0</w:t>
            </w:r>
          </w:p>
        </w:tc>
        <w:tc>
          <w:tcPr>
            <w:tcW w:w="900" w:type="dxa"/>
            <w:vAlign w:val="center"/>
          </w:tcPr>
          <w:p w:rsidR="00433968" w:rsidRPr="00A9592F" w:rsidRDefault="0094130B" w:rsidP="00C42172">
            <w:pPr>
              <w:pStyle w:val="Table"/>
            </w:pPr>
            <w:r w:rsidRPr="00A9592F">
              <w:t>2,0</w:t>
            </w:r>
          </w:p>
        </w:tc>
        <w:tc>
          <w:tcPr>
            <w:tcW w:w="1241" w:type="dxa"/>
            <w:vAlign w:val="center"/>
          </w:tcPr>
          <w:p w:rsidR="00433968" w:rsidRPr="00A9592F" w:rsidRDefault="00433968" w:rsidP="00C42172">
            <w:pPr>
              <w:pStyle w:val="Table"/>
            </w:pPr>
            <w:r w:rsidRPr="00A9592F">
              <w:t>апрель-май</w:t>
            </w:r>
          </w:p>
        </w:tc>
        <w:tc>
          <w:tcPr>
            <w:tcW w:w="1321" w:type="dxa"/>
            <w:vAlign w:val="center"/>
          </w:tcPr>
          <w:p w:rsidR="00433968" w:rsidRPr="00A9592F" w:rsidRDefault="00433968" w:rsidP="00C42172">
            <w:pPr>
              <w:pStyle w:val="Table"/>
            </w:pPr>
            <w:r w:rsidRPr="00A9592F">
              <w:t>Барган Т.П.</w:t>
            </w:r>
          </w:p>
        </w:tc>
      </w:tr>
      <w:tr w:rsidR="00287AB7" w:rsidRPr="00A9592F">
        <w:tc>
          <w:tcPr>
            <w:tcW w:w="360" w:type="dxa"/>
            <w:vAlign w:val="center"/>
          </w:tcPr>
          <w:p w:rsidR="00287AB7" w:rsidRPr="00A9592F" w:rsidRDefault="00287AB7" w:rsidP="00C42172">
            <w:pPr>
              <w:pStyle w:val="Table"/>
            </w:pPr>
            <w:r w:rsidRPr="00A9592F">
              <w:lastRenderedPageBreak/>
              <w:t>6.</w:t>
            </w:r>
          </w:p>
        </w:tc>
        <w:tc>
          <w:tcPr>
            <w:tcW w:w="1980" w:type="dxa"/>
          </w:tcPr>
          <w:p w:rsidR="00287AB7" w:rsidRPr="00A9592F" w:rsidRDefault="00287AB7" w:rsidP="00C42172">
            <w:pPr>
              <w:pStyle w:val="Table"/>
            </w:pPr>
            <w:r w:rsidRPr="00A9592F">
              <w:t>Фестиваль школьных газет «Школьные голоса»</w:t>
            </w:r>
          </w:p>
        </w:tc>
        <w:tc>
          <w:tcPr>
            <w:tcW w:w="1260" w:type="dxa"/>
            <w:vAlign w:val="center"/>
          </w:tcPr>
          <w:p w:rsidR="00287AB7" w:rsidRPr="00A9592F" w:rsidRDefault="00287AB7" w:rsidP="00C42172">
            <w:pPr>
              <w:pStyle w:val="Table"/>
            </w:pPr>
            <w:r w:rsidRPr="00A9592F">
              <w:t>М.Б.</w:t>
            </w:r>
          </w:p>
        </w:tc>
        <w:tc>
          <w:tcPr>
            <w:tcW w:w="900" w:type="dxa"/>
            <w:vAlign w:val="center"/>
          </w:tcPr>
          <w:p w:rsidR="00287AB7" w:rsidRPr="00A9592F" w:rsidRDefault="00287AB7" w:rsidP="00C42172">
            <w:pPr>
              <w:pStyle w:val="Table"/>
            </w:pPr>
            <w:r w:rsidRPr="00A9592F">
              <w:t>6,0</w:t>
            </w:r>
          </w:p>
        </w:tc>
        <w:tc>
          <w:tcPr>
            <w:tcW w:w="879" w:type="dxa"/>
            <w:vAlign w:val="center"/>
          </w:tcPr>
          <w:p w:rsidR="00287AB7" w:rsidRPr="00A9592F" w:rsidRDefault="00287AB7" w:rsidP="00C42172">
            <w:pPr>
              <w:pStyle w:val="Table"/>
            </w:pPr>
            <w:r w:rsidRPr="00A9592F">
              <w:t>2,0</w:t>
            </w:r>
          </w:p>
        </w:tc>
        <w:tc>
          <w:tcPr>
            <w:tcW w:w="900" w:type="dxa"/>
            <w:vAlign w:val="center"/>
          </w:tcPr>
          <w:p w:rsidR="00287AB7" w:rsidRPr="00A9592F" w:rsidRDefault="00287AB7" w:rsidP="00C42172">
            <w:pPr>
              <w:pStyle w:val="Table"/>
            </w:pPr>
            <w:r w:rsidRPr="00A9592F">
              <w:t>2,0</w:t>
            </w:r>
          </w:p>
        </w:tc>
        <w:tc>
          <w:tcPr>
            <w:tcW w:w="900" w:type="dxa"/>
            <w:vAlign w:val="center"/>
          </w:tcPr>
          <w:p w:rsidR="00287AB7" w:rsidRPr="00A9592F" w:rsidRDefault="00287AB7" w:rsidP="00C42172">
            <w:pPr>
              <w:pStyle w:val="Table"/>
            </w:pPr>
            <w:r w:rsidRPr="00A9592F">
              <w:t>2,0</w:t>
            </w:r>
          </w:p>
        </w:tc>
        <w:tc>
          <w:tcPr>
            <w:tcW w:w="1241" w:type="dxa"/>
            <w:vAlign w:val="center"/>
          </w:tcPr>
          <w:p w:rsidR="00287AB7" w:rsidRPr="00A9592F" w:rsidRDefault="00287AB7" w:rsidP="00C42172">
            <w:pPr>
              <w:pStyle w:val="Table"/>
            </w:pPr>
            <w:r w:rsidRPr="00A9592F">
              <w:t>март</w:t>
            </w:r>
          </w:p>
        </w:tc>
        <w:tc>
          <w:tcPr>
            <w:tcW w:w="1321" w:type="dxa"/>
            <w:vAlign w:val="center"/>
          </w:tcPr>
          <w:p w:rsidR="00287AB7" w:rsidRPr="00A9592F" w:rsidRDefault="00287AB7" w:rsidP="00C42172">
            <w:pPr>
              <w:pStyle w:val="Table"/>
            </w:pPr>
            <w:r w:rsidRPr="00A9592F">
              <w:t>Барган Т.П.</w:t>
            </w:r>
          </w:p>
        </w:tc>
      </w:tr>
      <w:tr w:rsidR="00287AB7" w:rsidRPr="00A9592F">
        <w:tc>
          <w:tcPr>
            <w:tcW w:w="360" w:type="dxa"/>
            <w:vAlign w:val="center"/>
          </w:tcPr>
          <w:p w:rsidR="00287AB7" w:rsidRPr="00A9592F" w:rsidRDefault="00287AB7" w:rsidP="00C42172">
            <w:pPr>
              <w:pStyle w:val="Table"/>
            </w:pPr>
            <w:r w:rsidRPr="00A9592F">
              <w:t>7.</w:t>
            </w:r>
          </w:p>
        </w:tc>
        <w:tc>
          <w:tcPr>
            <w:tcW w:w="1980" w:type="dxa"/>
          </w:tcPr>
          <w:p w:rsidR="00287AB7" w:rsidRPr="00A9592F" w:rsidRDefault="00287AB7" w:rsidP="00C42172">
            <w:pPr>
              <w:pStyle w:val="Table"/>
            </w:pPr>
            <w:r w:rsidRPr="00A9592F">
              <w:t>Военно-патриотическая игра «Зарница»</w:t>
            </w:r>
          </w:p>
        </w:tc>
        <w:tc>
          <w:tcPr>
            <w:tcW w:w="1260" w:type="dxa"/>
            <w:vAlign w:val="center"/>
          </w:tcPr>
          <w:p w:rsidR="00287AB7" w:rsidRPr="00A9592F" w:rsidRDefault="00287AB7" w:rsidP="00C42172">
            <w:pPr>
              <w:pStyle w:val="Table"/>
            </w:pPr>
            <w:r w:rsidRPr="00A9592F">
              <w:t>М.Б.</w:t>
            </w:r>
          </w:p>
        </w:tc>
        <w:tc>
          <w:tcPr>
            <w:tcW w:w="900" w:type="dxa"/>
            <w:vAlign w:val="center"/>
          </w:tcPr>
          <w:p w:rsidR="00287AB7" w:rsidRPr="00A9592F" w:rsidRDefault="00287AB7" w:rsidP="00C42172">
            <w:pPr>
              <w:pStyle w:val="Table"/>
            </w:pPr>
            <w:r w:rsidRPr="00A9592F">
              <w:t>60,0</w:t>
            </w:r>
          </w:p>
        </w:tc>
        <w:tc>
          <w:tcPr>
            <w:tcW w:w="879" w:type="dxa"/>
            <w:vAlign w:val="center"/>
          </w:tcPr>
          <w:p w:rsidR="00287AB7" w:rsidRPr="00A9592F" w:rsidRDefault="00287AB7" w:rsidP="00C42172">
            <w:pPr>
              <w:pStyle w:val="Table"/>
            </w:pPr>
            <w:r w:rsidRPr="00A9592F">
              <w:t>20,0</w:t>
            </w:r>
          </w:p>
        </w:tc>
        <w:tc>
          <w:tcPr>
            <w:tcW w:w="900" w:type="dxa"/>
            <w:vAlign w:val="center"/>
          </w:tcPr>
          <w:p w:rsidR="00287AB7" w:rsidRPr="00A9592F" w:rsidRDefault="00287AB7" w:rsidP="00C42172">
            <w:pPr>
              <w:pStyle w:val="Table"/>
            </w:pPr>
            <w:r w:rsidRPr="00A9592F">
              <w:t>20,0</w:t>
            </w:r>
          </w:p>
        </w:tc>
        <w:tc>
          <w:tcPr>
            <w:tcW w:w="900" w:type="dxa"/>
            <w:vAlign w:val="center"/>
          </w:tcPr>
          <w:p w:rsidR="00287AB7" w:rsidRPr="00A9592F" w:rsidRDefault="00287AB7" w:rsidP="00C42172">
            <w:pPr>
              <w:pStyle w:val="Table"/>
            </w:pPr>
            <w:r w:rsidRPr="00A9592F">
              <w:t>20,0</w:t>
            </w:r>
          </w:p>
        </w:tc>
        <w:tc>
          <w:tcPr>
            <w:tcW w:w="1241" w:type="dxa"/>
            <w:vAlign w:val="center"/>
          </w:tcPr>
          <w:p w:rsidR="00287AB7" w:rsidRPr="00A9592F" w:rsidRDefault="00287AB7" w:rsidP="00C42172">
            <w:pPr>
              <w:pStyle w:val="Table"/>
            </w:pPr>
            <w:r w:rsidRPr="00A9592F">
              <w:t>май</w:t>
            </w:r>
          </w:p>
        </w:tc>
        <w:tc>
          <w:tcPr>
            <w:tcW w:w="1321" w:type="dxa"/>
            <w:vAlign w:val="center"/>
          </w:tcPr>
          <w:p w:rsidR="00287AB7" w:rsidRPr="00A9592F" w:rsidRDefault="00287AB7" w:rsidP="00C42172">
            <w:pPr>
              <w:pStyle w:val="Table"/>
            </w:pPr>
            <w:r w:rsidRPr="00A9592F">
              <w:t>Барган Т.П.</w:t>
            </w:r>
          </w:p>
        </w:tc>
      </w:tr>
      <w:tr w:rsidR="00287AB7" w:rsidRPr="00A9592F">
        <w:tc>
          <w:tcPr>
            <w:tcW w:w="360" w:type="dxa"/>
            <w:vAlign w:val="center"/>
          </w:tcPr>
          <w:p w:rsidR="00287AB7" w:rsidRPr="00A9592F" w:rsidRDefault="00287AB7" w:rsidP="00C42172">
            <w:pPr>
              <w:pStyle w:val="Table"/>
            </w:pPr>
            <w:r w:rsidRPr="00A9592F">
              <w:t>8.</w:t>
            </w:r>
          </w:p>
        </w:tc>
        <w:tc>
          <w:tcPr>
            <w:tcW w:w="1980" w:type="dxa"/>
          </w:tcPr>
          <w:p w:rsidR="00287AB7" w:rsidRPr="00A9592F" w:rsidRDefault="001D0F4B" w:rsidP="00C42172">
            <w:pPr>
              <w:pStyle w:val="Table"/>
            </w:pPr>
            <w:r w:rsidRPr="00A9592F">
              <w:t>Конкурс лидеров школьных организаций «Ключ к успеху»</w:t>
            </w:r>
          </w:p>
        </w:tc>
        <w:tc>
          <w:tcPr>
            <w:tcW w:w="1260" w:type="dxa"/>
            <w:vAlign w:val="center"/>
          </w:tcPr>
          <w:p w:rsidR="00287AB7" w:rsidRPr="00A9592F" w:rsidRDefault="007C68F5" w:rsidP="00C42172">
            <w:pPr>
              <w:pStyle w:val="Table"/>
            </w:pPr>
            <w:r w:rsidRPr="00A9592F">
              <w:t>М.Б.</w:t>
            </w:r>
          </w:p>
        </w:tc>
        <w:tc>
          <w:tcPr>
            <w:tcW w:w="900" w:type="dxa"/>
            <w:vAlign w:val="center"/>
          </w:tcPr>
          <w:p w:rsidR="00287AB7" w:rsidRPr="00A9592F" w:rsidRDefault="007C68F5" w:rsidP="00C42172">
            <w:pPr>
              <w:pStyle w:val="Table"/>
            </w:pPr>
            <w:r w:rsidRPr="00A9592F">
              <w:t>15,0</w:t>
            </w:r>
          </w:p>
        </w:tc>
        <w:tc>
          <w:tcPr>
            <w:tcW w:w="879" w:type="dxa"/>
            <w:vAlign w:val="center"/>
          </w:tcPr>
          <w:p w:rsidR="00287AB7" w:rsidRPr="00A9592F" w:rsidRDefault="007C68F5" w:rsidP="00C42172">
            <w:pPr>
              <w:pStyle w:val="Table"/>
            </w:pPr>
            <w:r w:rsidRPr="00A9592F">
              <w:t>5,0</w:t>
            </w:r>
          </w:p>
        </w:tc>
        <w:tc>
          <w:tcPr>
            <w:tcW w:w="900" w:type="dxa"/>
            <w:vAlign w:val="center"/>
          </w:tcPr>
          <w:p w:rsidR="00287AB7" w:rsidRPr="00A9592F" w:rsidRDefault="007C68F5" w:rsidP="00C42172">
            <w:pPr>
              <w:pStyle w:val="Table"/>
            </w:pPr>
            <w:r w:rsidRPr="00A9592F">
              <w:t>5,0</w:t>
            </w:r>
          </w:p>
        </w:tc>
        <w:tc>
          <w:tcPr>
            <w:tcW w:w="900" w:type="dxa"/>
            <w:vAlign w:val="center"/>
          </w:tcPr>
          <w:p w:rsidR="00287AB7" w:rsidRPr="00A9592F" w:rsidRDefault="007C68F5" w:rsidP="00C42172">
            <w:pPr>
              <w:pStyle w:val="Table"/>
            </w:pPr>
            <w:r w:rsidRPr="00A9592F">
              <w:t>5,0</w:t>
            </w:r>
          </w:p>
        </w:tc>
        <w:tc>
          <w:tcPr>
            <w:tcW w:w="1241" w:type="dxa"/>
            <w:vAlign w:val="center"/>
          </w:tcPr>
          <w:p w:rsidR="00287AB7" w:rsidRPr="00A9592F" w:rsidRDefault="007C68F5" w:rsidP="00C42172">
            <w:pPr>
              <w:pStyle w:val="Table"/>
            </w:pPr>
            <w:r w:rsidRPr="00A9592F">
              <w:t>январь</w:t>
            </w:r>
          </w:p>
        </w:tc>
        <w:tc>
          <w:tcPr>
            <w:tcW w:w="1321" w:type="dxa"/>
            <w:vAlign w:val="center"/>
          </w:tcPr>
          <w:p w:rsidR="00287AB7" w:rsidRPr="00A9592F" w:rsidRDefault="00287AB7" w:rsidP="00C42172">
            <w:pPr>
              <w:pStyle w:val="Table"/>
            </w:pPr>
            <w:r w:rsidRPr="00A9592F">
              <w:t>Барган Т.П.</w:t>
            </w:r>
          </w:p>
        </w:tc>
      </w:tr>
      <w:tr w:rsidR="00287AB7" w:rsidRPr="00A9592F">
        <w:tc>
          <w:tcPr>
            <w:tcW w:w="360" w:type="dxa"/>
            <w:vAlign w:val="center"/>
          </w:tcPr>
          <w:p w:rsidR="00287AB7" w:rsidRPr="00A9592F" w:rsidRDefault="00287AB7" w:rsidP="00C42172">
            <w:pPr>
              <w:pStyle w:val="Table"/>
            </w:pPr>
            <w:r w:rsidRPr="00A9592F">
              <w:t>9.</w:t>
            </w:r>
          </w:p>
        </w:tc>
        <w:tc>
          <w:tcPr>
            <w:tcW w:w="1980" w:type="dxa"/>
          </w:tcPr>
          <w:p w:rsidR="00287AB7" w:rsidRPr="00A9592F" w:rsidRDefault="007C68F5" w:rsidP="00C42172">
            <w:pPr>
              <w:pStyle w:val="Table"/>
            </w:pPr>
            <w:r w:rsidRPr="00A9592F">
              <w:t>Фестиваль патриотической песни</w:t>
            </w:r>
          </w:p>
        </w:tc>
        <w:tc>
          <w:tcPr>
            <w:tcW w:w="1260" w:type="dxa"/>
            <w:vAlign w:val="center"/>
          </w:tcPr>
          <w:p w:rsidR="00287AB7" w:rsidRPr="00A9592F" w:rsidRDefault="005B4A08" w:rsidP="00C42172">
            <w:pPr>
              <w:pStyle w:val="Table"/>
            </w:pPr>
            <w:r w:rsidRPr="00A9592F">
              <w:t>М.Б.</w:t>
            </w:r>
          </w:p>
        </w:tc>
        <w:tc>
          <w:tcPr>
            <w:tcW w:w="900" w:type="dxa"/>
            <w:vAlign w:val="center"/>
          </w:tcPr>
          <w:p w:rsidR="00287AB7" w:rsidRPr="00A9592F" w:rsidRDefault="00637A44" w:rsidP="00C42172">
            <w:pPr>
              <w:pStyle w:val="Table"/>
            </w:pPr>
            <w:r w:rsidRPr="00A9592F">
              <w:t>15,0</w:t>
            </w:r>
          </w:p>
        </w:tc>
        <w:tc>
          <w:tcPr>
            <w:tcW w:w="879" w:type="dxa"/>
            <w:vAlign w:val="center"/>
          </w:tcPr>
          <w:p w:rsidR="00287AB7" w:rsidRPr="00A9592F" w:rsidRDefault="00637A44" w:rsidP="00C42172">
            <w:pPr>
              <w:pStyle w:val="Table"/>
            </w:pPr>
            <w:r w:rsidRPr="00A9592F">
              <w:t>5,0</w:t>
            </w:r>
          </w:p>
        </w:tc>
        <w:tc>
          <w:tcPr>
            <w:tcW w:w="900" w:type="dxa"/>
            <w:vAlign w:val="center"/>
          </w:tcPr>
          <w:p w:rsidR="00287AB7" w:rsidRPr="00A9592F" w:rsidRDefault="00637A44" w:rsidP="00C42172">
            <w:pPr>
              <w:pStyle w:val="Table"/>
            </w:pPr>
            <w:r w:rsidRPr="00A9592F">
              <w:t>5,0</w:t>
            </w:r>
          </w:p>
        </w:tc>
        <w:tc>
          <w:tcPr>
            <w:tcW w:w="900" w:type="dxa"/>
            <w:vAlign w:val="center"/>
          </w:tcPr>
          <w:p w:rsidR="00287AB7" w:rsidRPr="00A9592F" w:rsidRDefault="00637A44" w:rsidP="00C42172">
            <w:pPr>
              <w:pStyle w:val="Table"/>
            </w:pPr>
            <w:r w:rsidRPr="00A9592F">
              <w:t>5,0</w:t>
            </w:r>
          </w:p>
        </w:tc>
        <w:tc>
          <w:tcPr>
            <w:tcW w:w="1241" w:type="dxa"/>
            <w:vAlign w:val="center"/>
          </w:tcPr>
          <w:p w:rsidR="00287AB7" w:rsidRPr="00A9592F" w:rsidRDefault="00637A44" w:rsidP="00C42172">
            <w:pPr>
              <w:pStyle w:val="Table"/>
            </w:pPr>
            <w:r w:rsidRPr="00A9592F">
              <w:t>февраль</w:t>
            </w:r>
          </w:p>
        </w:tc>
        <w:tc>
          <w:tcPr>
            <w:tcW w:w="1321" w:type="dxa"/>
            <w:vAlign w:val="center"/>
          </w:tcPr>
          <w:p w:rsidR="00287AB7" w:rsidRPr="00A9592F" w:rsidRDefault="00287AB7" w:rsidP="00C42172">
            <w:pPr>
              <w:pStyle w:val="Table"/>
            </w:pPr>
            <w:r w:rsidRPr="00A9592F">
              <w:t>Барышев Р.М.</w:t>
            </w:r>
          </w:p>
        </w:tc>
      </w:tr>
      <w:tr w:rsidR="00287AB7" w:rsidRPr="00A9592F">
        <w:tc>
          <w:tcPr>
            <w:tcW w:w="360" w:type="dxa"/>
            <w:vAlign w:val="center"/>
          </w:tcPr>
          <w:p w:rsidR="00287AB7" w:rsidRPr="00A9592F" w:rsidRDefault="00287AB7" w:rsidP="00C42172">
            <w:pPr>
              <w:pStyle w:val="Table"/>
            </w:pPr>
            <w:r w:rsidRPr="00A9592F">
              <w:t>10</w:t>
            </w:r>
          </w:p>
        </w:tc>
        <w:tc>
          <w:tcPr>
            <w:tcW w:w="1980" w:type="dxa"/>
          </w:tcPr>
          <w:p w:rsidR="00287AB7" w:rsidRPr="00A9592F" w:rsidRDefault="00637A44" w:rsidP="00C42172">
            <w:pPr>
              <w:pStyle w:val="Table"/>
            </w:pPr>
            <w:r w:rsidRPr="00A9592F">
              <w:t>Районная конференция «Живи Кузнецкая земля»</w:t>
            </w:r>
          </w:p>
        </w:tc>
        <w:tc>
          <w:tcPr>
            <w:tcW w:w="1260" w:type="dxa"/>
            <w:vAlign w:val="center"/>
          </w:tcPr>
          <w:p w:rsidR="00287AB7" w:rsidRPr="00A9592F" w:rsidRDefault="005B4A08" w:rsidP="00C42172">
            <w:pPr>
              <w:pStyle w:val="Table"/>
            </w:pPr>
            <w:r w:rsidRPr="00A9592F">
              <w:t>М.Б.</w:t>
            </w:r>
          </w:p>
        </w:tc>
        <w:tc>
          <w:tcPr>
            <w:tcW w:w="900" w:type="dxa"/>
            <w:vAlign w:val="center"/>
          </w:tcPr>
          <w:p w:rsidR="00287AB7" w:rsidRPr="00A9592F" w:rsidRDefault="00637A44" w:rsidP="00C42172">
            <w:pPr>
              <w:pStyle w:val="Table"/>
            </w:pPr>
            <w:r w:rsidRPr="00A9592F">
              <w:t>6,0</w:t>
            </w:r>
          </w:p>
        </w:tc>
        <w:tc>
          <w:tcPr>
            <w:tcW w:w="879" w:type="dxa"/>
            <w:vAlign w:val="center"/>
          </w:tcPr>
          <w:p w:rsidR="00287AB7" w:rsidRPr="00A9592F" w:rsidRDefault="00637A44" w:rsidP="00C42172">
            <w:pPr>
              <w:pStyle w:val="Table"/>
            </w:pPr>
            <w:r w:rsidRPr="00A9592F">
              <w:t>2,0</w:t>
            </w:r>
          </w:p>
        </w:tc>
        <w:tc>
          <w:tcPr>
            <w:tcW w:w="900" w:type="dxa"/>
            <w:vAlign w:val="center"/>
          </w:tcPr>
          <w:p w:rsidR="00287AB7" w:rsidRPr="00A9592F" w:rsidRDefault="00637A44" w:rsidP="00C42172">
            <w:pPr>
              <w:pStyle w:val="Table"/>
            </w:pPr>
            <w:r w:rsidRPr="00A9592F">
              <w:t>2,0</w:t>
            </w:r>
          </w:p>
        </w:tc>
        <w:tc>
          <w:tcPr>
            <w:tcW w:w="900" w:type="dxa"/>
            <w:vAlign w:val="center"/>
          </w:tcPr>
          <w:p w:rsidR="00287AB7" w:rsidRPr="00A9592F" w:rsidRDefault="00637A44" w:rsidP="00C42172">
            <w:pPr>
              <w:pStyle w:val="Table"/>
            </w:pPr>
            <w:r w:rsidRPr="00A9592F">
              <w:t>2,0</w:t>
            </w:r>
          </w:p>
        </w:tc>
        <w:tc>
          <w:tcPr>
            <w:tcW w:w="1241" w:type="dxa"/>
            <w:vAlign w:val="center"/>
          </w:tcPr>
          <w:p w:rsidR="00287AB7" w:rsidRPr="00A9592F" w:rsidRDefault="00637A44" w:rsidP="00C42172">
            <w:pPr>
              <w:pStyle w:val="Table"/>
            </w:pPr>
            <w:r w:rsidRPr="00A9592F">
              <w:t>март</w:t>
            </w:r>
          </w:p>
        </w:tc>
        <w:tc>
          <w:tcPr>
            <w:tcW w:w="1321" w:type="dxa"/>
            <w:vAlign w:val="center"/>
          </w:tcPr>
          <w:p w:rsidR="00287AB7" w:rsidRPr="00A9592F" w:rsidRDefault="00287AB7" w:rsidP="00C42172">
            <w:pPr>
              <w:pStyle w:val="Table"/>
            </w:pPr>
            <w:r w:rsidRPr="00A9592F">
              <w:t>Барган Т.П.</w:t>
            </w:r>
          </w:p>
        </w:tc>
      </w:tr>
      <w:tr w:rsidR="00287AB7" w:rsidRPr="00A9592F">
        <w:tc>
          <w:tcPr>
            <w:tcW w:w="360" w:type="dxa"/>
            <w:vAlign w:val="center"/>
          </w:tcPr>
          <w:p w:rsidR="00287AB7" w:rsidRPr="00A9592F" w:rsidRDefault="00287AB7" w:rsidP="00C42172">
            <w:pPr>
              <w:pStyle w:val="Table"/>
            </w:pPr>
            <w:r w:rsidRPr="00A9592F">
              <w:t>11</w:t>
            </w:r>
          </w:p>
        </w:tc>
        <w:tc>
          <w:tcPr>
            <w:tcW w:w="1980" w:type="dxa"/>
          </w:tcPr>
          <w:p w:rsidR="00287AB7" w:rsidRPr="00A9592F" w:rsidRDefault="004A6CC3" w:rsidP="00C42172">
            <w:pPr>
              <w:pStyle w:val="Table"/>
            </w:pPr>
            <w:r w:rsidRPr="00A9592F">
              <w:t>19 мая день рождения РДО «Парус надежды» слет организаций</w:t>
            </w:r>
          </w:p>
        </w:tc>
        <w:tc>
          <w:tcPr>
            <w:tcW w:w="1260" w:type="dxa"/>
            <w:vAlign w:val="center"/>
          </w:tcPr>
          <w:p w:rsidR="00287AB7" w:rsidRPr="00A9592F" w:rsidRDefault="005B4A08" w:rsidP="00C42172">
            <w:pPr>
              <w:pStyle w:val="Table"/>
            </w:pPr>
            <w:r w:rsidRPr="00A9592F">
              <w:t>М.Б.</w:t>
            </w:r>
          </w:p>
        </w:tc>
        <w:tc>
          <w:tcPr>
            <w:tcW w:w="900" w:type="dxa"/>
            <w:vAlign w:val="center"/>
          </w:tcPr>
          <w:p w:rsidR="00287AB7" w:rsidRPr="00A9592F" w:rsidRDefault="004A6CC3" w:rsidP="00C42172">
            <w:pPr>
              <w:pStyle w:val="Table"/>
            </w:pPr>
            <w:r w:rsidRPr="00A9592F">
              <w:t>30,0</w:t>
            </w:r>
          </w:p>
        </w:tc>
        <w:tc>
          <w:tcPr>
            <w:tcW w:w="879" w:type="dxa"/>
            <w:vAlign w:val="center"/>
          </w:tcPr>
          <w:p w:rsidR="00287AB7" w:rsidRPr="00A9592F" w:rsidRDefault="004A6CC3" w:rsidP="00C42172">
            <w:pPr>
              <w:pStyle w:val="Table"/>
            </w:pPr>
            <w:r w:rsidRPr="00A9592F">
              <w:t>10,0</w:t>
            </w:r>
          </w:p>
        </w:tc>
        <w:tc>
          <w:tcPr>
            <w:tcW w:w="900" w:type="dxa"/>
            <w:vAlign w:val="center"/>
          </w:tcPr>
          <w:p w:rsidR="00287AB7" w:rsidRPr="00A9592F" w:rsidRDefault="004A6CC3" w:rsidP="00C42172">
            <w:pPr>
              <w:pStyle w:val="Table"/>
            </w:pPr>
            <w:r w:rsidRPr="00A9592F">
              <w:t>10,0</w:t>
            </w:r>
          </w:p>
        </w:tc>
        <w:tc>
          <w:tcPr>
            <w:tcW w:w="900" w:type="dxa"/>
            <w:vAlign w:val="center"/>
          </w:tcPr>
          <w:p w:rsidR="00287AB7" w:rsidRPr="00A9592F" w:rsidRDefault="004A6CC3" w:rsidP="00C42172">
            <w:pPr>
              <w:pStyle w:val="Table"/>
            </w:pPr>
            <w:r w:rsidRPr="00A9592F">
              <w:t>10,0</w:t>
            </w:r>
          </w:p>
        </w:tc>
        <w:tc>
          <w:tcPr>
            <w:tcW w:w="1241" w:type="dxa"/>
            <w:vAlign w:val="center"/>
          </w:tcPr>
          <w:p w:rsidR="00287AB7" w:rsidRPr="00A9592F" w:rsidRDefault="004A6CC3" w:rsidP="00C42172">
            <w:pPr>
              <w:pStyle w:val="Table"/>
            </w:pPr>
            <w:r w:rsidRPr="00A9592F">
              <w:t>май</w:t>
            </w:r>
          </w:p>
        </w:tc>
        <w:tc>
          <w:tcPr>
            <w:tcW w:w="1321" w:type="dxa"/>
            <w:vAlign w:val="center"/>
          </w:tcPr>
          <w:p w:rsidR="00287AB7" w:rsidRPr="00A9592F" w:rsidRDefault="00287AB7" w:rsidP="00C42172">
            <w:pPr>
              <w:pStyle w:val="Table"/>
            </w:pPr>
            <w:r w:rsidRPr="00A9592F">
              <w:t>Барган Т.П.</w:t>
            </w:r>
          </w:p>
        </w:tc>
      </w:tr>
      <w:tr w:rsidR="00287AB7" w:rsidRPr="00A9592F">
        <w:tc>
          <w:tcPr>
            <w:tcW w:w="360" w:type="dxa"/>
            <w:vAlign w:val="center"/>
          </w:tcPr>
          <w:p w:rsidR="00287AB7" w:rsidRPr="00A9592F" w:rsidRDefault="00287AB7" w:rsidP="00C42172">
            <w:pPr>
              <w:pStyle w:val="Table"/>
            </w:pPr>
            <w:r w:rsidRPr="00A9592F">
              <w:t>12</w:t>
            </w:r>
          </w:p>
        </w:tc>
        <w:tc>
          <w:tcPr>
            <w:tcW w:w="1980" w:type="dxa"/>
          </w:tcPr>
          <w:p w:rsidR="00287AB7" w:rsidRPr="00A9592F" w:rsidRDefault="004A6CC3" w:rsidP="00C42172">
            <w:pPr>
              <w:pStyle w:val="Table"/>
            </w:pPr>
            <w:r w:rsidRPr="00A9592F">
              <w:t>Палаточный лагерь «Отважный»</w:t>
            </w:r>
          </w:p>
        </w:tc>
        <w:tc>
          <w:tcPr>
            <w:tcW w:w="1260" w:type="dxa"/>
            <w:vAlign w:val="center"/>
          </w:tcPr>
          <w:p w:rsidR="00287AB7" w:rsidRPr="00A9592F" w:rsidRDefault="005B4A08" w:rsidP="00C42172">
            <w:pPr>
              <w:pStyle w:val="Table"/>
            </w:pPr>
            <w:r w:rsidRPr="00A9592F">
              <w:t>М.Б.</w:t>
            </w:r>
          </w:p>
        </w:tc>
        <w:tc>
          <w:tcPr>
            <w:tcW w:w="900" w:type="dxa"/>
            <w:vAlign w:val="center"/>
          </w:tcPr>
          <w:p w:rsidR="00287AB7" w:rsidRPr="00A9592F" w:rsidRDefault="00287AB7" w:rsidP="00C42172">
            <w:pPr>
              <w:pStyle w:val="Table"/>
            </w:pPr>
          </w:p>
        </w:tc>
        <w:tc>
          <w:tcPr>
            <w:tcW w:w="879" w:type="dxa"/>
            <w:vAlign w:val="center"/>
          </w:tcPr>
          <w:p w:rsidR="00287AB7" w:rsidRPr="00A9592F" w:rsidRDefault="00287AB7" w:rsidP="00C42172">
            <w:pPr>
              <w:pStyle w:val="Table"/>
            </w:pPr>
          </w:p>
        </w:tc>
        <w:tc>
          <w:tcPr>
            <w:tcW w:w="900" w:type="dxa"/>
            <w:vAlign w:val="center"/>
          </w:tcPr>
          <w:p w:rsidR="00287AB7" w:rsidRPr="00A9592F" w:rsidRDefault="00287AB7" w:rsidP="00C42172">
            <w:pPr>
              <w:pStyle w:val="Table"/>
            </w:pPr>
          </w:p>
        </w:tc>
        <w:tc>
          <w:tcPr>
            <w:tcW w:w="900" w:type="dxa"/>
            <w:vAlign w:val="center"/>
          </w:tcPr>
          <w:p w:rsidR="00287AB7" w:rsidRPr="00A9592F" w:rsidRDefault="00287AB7" w:rsidP="00C42172">
            <w:pPr>
              <w:pStyle w:val="Table"/>
            </w:pPr>
          </w:p>
        </w:tc>
        <w:tc>
          <w:tcPr>
            <w:tcW w:w="1241" w:type="dxa"/>
            <w:vAlign w:val="center"/>
          </w:tcPr>
          <w:p w:rsidR="00287AB7" w:rsidRPr="00A9592F" w:rsidRDefault="00011D76" w:rsidP="00C42172">
            <w:pPr>
              <w:pStyle w:val="Table"/>
            </w:pPr>
            <w:r w:rsidRPr="00A9592F">
              <w:t>Июнь - июль</w:t>
            </w:r>
          </w:p>
        </w:tc>
        <w:tc>
          <w:tcPr>
            <w:tcW w:w="1321" w:type="dxa"/>
            <w:vAlign w:val="center"/>
          </w:tcPr>
          <w:p w:rsidR="00287AB7" w:rsidRPr="00A9592F" w:rsidRDefault="00287AB7" w:rsidP="00C42172">
            <w:pPr>
              <w:pStyle w:val="Table"/>
            </w:pPr>
            <w:r w:rsidRPr="00A9592F">
              <w:t>Барган Т.П.</w:t>
            </w:r>
          </w:p>
        </w:tc>
      </w:tr>
      <w:tr w:rsidR="00287AB7" w:rsidRPr="00A9592F">
        <w:tc>
          <w:tcPr>
            <w:tcW w:w="360" w:type="dxa"/>
            <w:vAlign w:val="center"/>
          </w:tcPr>
          <w:p w:rsidR="00287AB7" w:rsidRPr="00A9592F" w:rsidRDefault="00287AB7" w:rsidP="00C42172">
            <w:pPr>
              <w:pStyle w:val="Table"/>
            </w:pPr>
            <w:r w:rsidRPr="00A9592F">
              <w:t>13</w:t>
            </w:r>
          </w:p>
        </w:tc>
        <w:tc>
          <w:tcPr>
            <w:tcW w:w="1980" w:type="dxa"/>
          </w:tcPr>
          <w:p w:rsidR="00287AB7" w:rsidRPr="00A9592F" w:rsidRDefault="00287AB7" w:rsidP="00C42172">
            <w:pPr>
              <w:pStyle w:val="Table"/>
            </w:pPr>
            <w:r w:rsidRPr="00A9592F">
              <w:t>Районн</w:t>
            </w:r>
            <w:r w:rsidR="002068F1" w:rsidRPr="00A9592F">
              <w:t>ый слет</w:t>
            </w:r>
            <w:r w:rsidRPr="00A9592F">
              <w:t xml:space="preserve"> волонтеров </w:t>
            </w:r>
          </w:p>
        </w:tc>
        <w:tc>
          <w:tcPr>
            <w:tcW w:w="1260" w:type="dxa"/>
            <w:vAlign w:val="center"/>
          </w:tcPr>
          <w:p w:rsidR="00287AB7" w:rsidRPr="00A9592F" w:rsidRDefault="00287AB7" w:rsidP="00C42172">
            <w:pPr>
              <w:pStyle w:val="Table"/>
            </w:pPr>
            <w:r w:rsidRPr="00A9592F">
              <w:t>М.Б.</w:t>
            </w:r>
          </w:p>
        </w:tc>
        <w:tc>
          <w:tcPr>
            <w:tcW w:w="900" w:type="dxa"/>
            <w:vAlign w:val="center"/>
          </w:tcPr>
          <w:p w:rsidR="00287AB7" w:rsidRPr="00A9592F" w:rsidRDefault="00287AB7" w:rsidP="00C42172">
            <w:pPr>
              <w:pStyle w:val="Table"/>
            </w:pPr>
          </w:p>
        </w:tc>
        <w:tc>
          <w:tcPr>
            <w:tcW w:w="879" w:type="dxa"/>
            <w:vAlign w:val="center"/>
          </w:tcPr>
          <w:p w:rsidR="00287AB7" w:rsidRPr="00A9592F" w:rsidRDefault="00287AB7" w:rsidP="00C42172">
            <w:pPr>
              <w:pStyle w:val="Table"/>
            </w:pPr>
          </w:p>
        </w:tc>
        <w:tc>
          <w:tcPr>
            <w:tcW w:w="900" w:type="dxa"/>
            <w:vAlign w:val="center"/>
          </w:tcPr>
          <w:p w:rsidR="00287AB7" w:rsidRPr="00A9592F" w:rsidRDefault="00287AB7" w:rsidP="00C42172">
            <w:pPr>
              <w:pStyle w:val="Table"/>
            </w:pPr>
          </w:p>
        </w:tc>
        <w:tc>
          <w:tcPr>
            <w:tcW w:w="900" w:type="dxa"/>
            <w:vAlign w:val="center"/>
          </w:tcPr>
          <w:p w:rsidR="00287AB7" w:rsidRPr="00A9592F" w:rsidRDefault="00287AB7" w:rsidP="00C42172">
            <w:pPr>
              <w:pStyle w:val="Table"/>
            </w:pPr>
          </w:p>
        </w:tc>
        <w:tc>
          <w:tcPr>
            <w:tcW w:w="1241" w:type="dxa"/>
            <w:vAlign w:val="center"/>
          </w:tcPr>
          <w:p w:rsidR="00287AB7" w:rsidRPr="00A9592F" w:rsidRDefault="005B4A08" w:rsidP="00C42172">
            <w:pPr>
              <w:pStyle w:val="Table"/>
            </w:pPr>
            <w:r w:rsidRPr="00A9592F">
              <w:t>апрел</w:t>
            </w:r>
            <w:r w:rsidR="00287AB7" w:rsidRPr="00A9592F">
              <w:t>ь</w:t>
            </w:r>
          </w:p>
        </w:tc>
        <w:tc>
          <w:tcPr>
            <w:tcW w:w="1321" w:type="dxa"/>
            <w:vAlign w:val="center"/>
          </w:tcPr>
          <w:p w:rsidR="00287AB7" w:rsidRPr="00A9592F" w:rsidRDefault="00287AB7" w:rsidP="00C42172">
            <w:pPr>
              <w:pStyle w:val="Table"/>
            </w:pPr>
            <w:r w:rsidRPr="00A9592F">
              <w:t>Барган Т.П.</w:t>
            </w:r>
          </w:p>
        </w:tc>
      </w:tr>
      <w:tr w:rsidR="00287AB7" w:rsidRPr="00A9592F">
        <w:tc>
          <w:tcPr>
            <w:tcW w:w="360" w:type="dxa"/>
            <w:vAlign w:val="center"/>
          </w:tcPr>
          <w:p w:rsidR="00287AB7" w:rsidRPr="00A9592F" w:rsidRDefault="00287AB7" w:rsidP="00C42172">
            <w:pPr>
              <w:pStyle w:val="Table"/>
            </w:pPr>
            <w:r w:rsidRPr="00A9592F">
              <w:t>14</w:t>
            </w:r>
          </w:p>
        </w:tc>
        <w:tc>
          <w:tcPr>
            <w:tcW w:w="1980" w:type="dxa"/>
          </w:tcPr>
          <w:p w:rsidR="00287AB7" w:rsidRPr="00A9592F" w:rsidRDefault="005B4A08" w:rsidP="00C42172">
            <w:pPr>
              <w:pStyle w:val="Table"/>
            </w:pPr>
            <w:r w:rsidRPr="00A9592F">
              <w:t>Рождественский стартин</w:t>
            </w:r>
          </w:p>
        </w:tc>
        <w:tc>
          <w:tcPr>
            <w:tcW w:w="1260" w:type="dxa"/>
            <w:vAlign w:val="center"/>
          </w:tcPr>
          <w:p w:rsidR="00287AB7" w:rsidRPr="00A9592F" w:rsidRDefault="005B4A08" w:rsidP="00C42172">
            <w:pPr>
              <w:pStyle w:val="Table"/>
            </w:pPr>
            <w:r w:rsidRPr="00A9592F">
              <w:t>М.Б.</w:t>
            </w:r>
          </w:p>
        </w:tc>
        <w:tc>
          <w:tcPr>
            <w:tcW w:w="900" w:type="dxa"/>
            <w:vAlign w:val="center"/>
          </w:tcPr>
          <w:p w:rsidR="00287AB7" w:rsidRPr="00A9592F" w:rsidRDefault="005B4A08" w:rsidP="00C42172">
            <w:pPr>
              <w:pStyle w:val="Table"/>
            </w:pPr>
            <w:r w:rsidRPr="00A9592F">
              <w:t>30,0</w:t>
            </w:r>
          </w:p>
        </w:tc>
        <w:tc>
          <w:tcPr>
            <w:tcW w:w="879" w:type="dxa"/>
            <w:vAlign w:val="center"/>
          </w:tcPr>
          <w:p w:rsidR="00287AB7" w:rsidRPr="00A9592F" w:rsidRDefault="005B4A08" w:rsidP="00C42172">
            <w:pPr>
              <w:pStyle w:val="Table"/>
            </w:pPr>
            <w:r w:rsidRPr="00A9592F">
              <w:t>10,0</w:t>
            </w:r>
          </w:p>
        </w:tc>
        <w:tc>
          <w:tcPr>
            <w:tcW w:w="900" w:type="dxa"/>
            <w:vAlign w:val="center"/>
          </w:tcPr>
          <w:p w:rsidR="00287AB7" w:rsidRPr="00A9592F" w:rsidRDefault="005B4A08" w:rsidP="00C42172">
            <w:pPr>
              <w:pStyle w:val="Table"/>
            </w:pPr>
            <w:r w:rsidRPr="00A9592F">
              <w:t>10,0</w:t>
            </w:r>
          </w:p>
        </w:tc>
        <w:tc>
          <w:tcPr>
            <w:tcW w:w="900" w:type="dxa"/>
            <w:vAlign w:val="center"/>
          </w:tcPr>
          <w:p w:rsidR="00287AB7" w:rsidRPr="00A9592F" w:rsidRDefault="005B4A08" w:rsidP="00C42172">
            <w:pPr>
              <w:pStyle w:val="Table"/>
            </w:pPr>
            <w:r w:rsidRPr="00A9592F">
              <w:t>10,0</w:t>
            </w:r>
          </w:p>
        </w:tc>
        <w:tc>
          <w:tcPr>
            <w:tcW w:w="1241" w:type="dxa"/>
            <w:vAlign w:val="center"/>
          </w:tcPr>
          <w:p w:rsidR="00287AB7" w:rsidRPr="00A9592F" w:rsidRDefault="005B4A08" w:rsidP="00C42172">
            <w:pPr>
              <w:pStyle w:val="Table"/>
            </w:pPr>
            <w:r w:rsidRPr="00A9592F">
              <w:t>январь</w:t>
            </w:r>
          </w:p>
        </w:tc>
        <w:tc>
          <w:tcPr>
            <w:tcW w:w="1321" w:type="dxa"/>
            <w:vAlign w:val="center"/>
          </w:tcPr>
          <w:p w:rsidR="00287AB7" w:rsidRPr="00A9592F" w:rsidRDefault="00287AB7" w:rsidP="00C42172">
            <w:pPr>
              <w:pStyle w:val="Table"/>
            </w:pPr>
            <w:r w:rsidRPr="00A9592F">
              <w:t>Барган Т.П.</w:t>
            </w:r>
          </w:p>
        </w:tc>
      </w:tr>
      <w:tr w:rsidR="00287AB7" w:rsidRPr="00A9592F">
        <w:tc>
          <w:tcPr>
            <w:tcW w:w="2340" w:type="dxa"/>
            <w:gridSpan w:val="2"/>
            <w:vAlign w:val="center"/>
          </w:tcPr>
          <w:p w:rsidR="00287AB7" w:rsidRPr="00A9592F" w:rsidRDefault="00287AB7" w:rsidP="00C42172">
            <w:pPr>
              <w:pStyle w:val="Table"/>
            </w:pPr>
            <w:r w:rsidRPr="00A9592F">
              <w:t>ИТОГО:</w:t>
            </w:r>
          </w:p>
        </w:tc>
        <w:tc>
          <w:tcPr>
            <w:tcW w:w="1260" w:type="dxa"/>
            <w:vAlign w:val="center"/>
          </w:tcPr>
          <w:p w:rsidR="00287AB7" w:rsidRPr="00A9592F" w:rsidRDefault="00287AB7" w:rsidP="00C42172">
            <w:pPr>
              <w:pStyle w:val="Table"/>
            </w:pPr>
          </w:p>
        </w:tc>
        <w:tc>
          <w:tcPr>
            <w:tcW w:w="900" w:type="dxa"/>
            <w:vAlign w:val="center"/>
          </w:tcPr>
          <w:p w:rsidR="00287AB7" w:rsidRPr="00A9592F" w:rsidRDefault="008C733D" w:rsidP="00C42172">
            <w:pPr>
              <w:pStyle w:val="Table"/>
            </w:pPr>
            <w:r w:rsidRPr="00A9592F">
              <w:t>252,0</w:t>
            </w:r>
          </w:p>
        </w:tc>
        <w:tc>
          <w:tcPr>
            <w:tcW w:w="879" w:type="dxa"/>
            <w:vAlign w:val="center"/>
          </w:tcPr>
          <w:p w:rsidR="00287AB7" w:rsidRPr="00A9592F" w:rsidRDefault="000677DF" w:rsidP="00C42172">
            <w:pPr>
              <w:pStyle w:val="Table"/>
            </w:pPr>
            <w:r w:rsidRPr="00A9592F">
              <w:t>84,0</w:t>
            </w:r>
          </w:p>
        </w:tc>
        <w:tc>
          <w:tcPr>
            <w:tcW w:w="900" w:type="dxa"/>
            <w:vAlign w:val="center"/>
          </w:tcPr>
          <w:p w:rsidR="00287AB7" w:rsidRPr="00A9592F" w:rsidRDefault="000677DF" w:rsidP="00C42172">
            <w:pPr>
              <w:pStyle w:val="Table"/>
            </w:pPr>
            <w:r w:rsidRPr="00A9592F">
              <w:t>84,0</w:t>
            </w:r>
          </w:p>
        </w:tc>
        <w:tc>
          <w:tcPr>
            <w:tcW w:w="900" w:type="dxa"/>
            <w:vAlign w:val="center"/>
          </w:tcPr>
          <w:p w:rsidR="00287AB7" w:rsidRPr="00A9592F" w:rsidRDefault="000677DF" w:rsidP="00C42172">
            <w:pPr>
              <w:pStyle w:val="Table"/>
            </w:pPr>
            <w:r w:rsidRPr="00A9592F">
              <w:t>84,0</w:t>
            </w:r>
          </w:p>
        </w:tc>
        <w:tc>
          <w:tcPr>
            <w:tcW w:w="1241" w:type="dxa"/>
            <w:vAlign w:val="center"/>
          </w:tcPr>
          <w:p w:rsidR="00287AB7" w:rsidRPr="00A9592F" w:rsidRDefault="00287AB7" w:rsidP="00C42172">
            <w:pPr>
              <w:pStyle w:val="Table"/>
            </w:pPr>
          </w:p>
        </w:tc>
        <w:tc>
          <w:tcPr>
            <w:tcW w:w="1321" w:type="dxa"/>
            <w:vAlign w:val="center"/>
          </w:tcPr>
          <w:p w:rsidR="00287AB7" w:rsidRPr="00A9592F" w:rsidRDefault="00287AB7" w:rsidP="00C42172">
            <w:pPr>
              <w:pStyle w:val="Table"/>
            </w:pPr>
          </w:p>
        </w:tc>
      </w:tr>
    </w:tbl>
    <w:p w:rsidR="00111016" w:rsidRPr="00A9592F" w:rsidRDefault="00111016" w:rsidP="00A9592F"/>
    <w:sectPr w:rsidR="00111016" w:rsidRPr="00A9592F" w:rsidSect="00A9592F">
      <w:pgSz w:w="11906" w:h="16838" w:code="9"/>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AB3D75"/>
    <w:multiLevelType w:val="hybridMultilevel"/>
    <w:tmpl w:val="3F52BDF0"/>
    <w:lvl w:ilvl="0" w:tplc="311EA69C">
      <w:start w:val="1"/>
      <w:numFmt w:val="decimal"/>
      <w:lvlText w:val="%1."/>
      <w:lvlJc w:val="left"/>
      <w:pPr>
        <w:tabs>
          <w:tab w:val="num" w:pos="735"/>
        </w:tabs>
        <w:ind w:left="735" w:hanging="37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2CA1530E"/>
    <w:multiLevelType w:val="hybridMultilevel"/>
    <w:tmpl w:val="33B043D2"/>
    <w:lvl w:ilvl="0" w:tplc="51B02610">
      <w:numFmt w:val="bullet"/>
      <w:lvlText w:val="-"/>
      <w:lvlJc w:val="left"/>
      <w:pPr>
        <w:tabs>
          <w:tab w:val="num" w:pos="560"/>
        </w:tabs>
        <w:ind w:left="560" w:hanging="360"/>
      </w:pPr>
      <w:rPr>
        <w:rFonts w:ascii="Courier New" w:eastAsia="Times New Roman" w:hAnsi="Courier New"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2">
    <w:nsid w:val="501E6851"/>
    <w:multiLevelType w:val="hybridMultilevel"/>
    <w:tmpl w:val="60528F8C"/>
    <w:lvl w:ilvl="0" w:tplc="51B02610">
      <w:numFmt w:val="bullet"/>
      <w:lvlText w:val="-"/>
      <w:lvlJc w:val="left"/>
      <w:pPr>
        <w:tabs>
          <w:tab w:val="num" w:pos="560"/>
        </w:tabs>
        <w:ind w:left="560" w:hanging="360"/>
      </w:pPr>
      <w:rPr>
        <w:rFonts w:ascii="Courier New" w:eastAsia="Times New Roman" w:hAnsi="Courier New"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3">
    <w:nsid w:val="6B905037"/>
    <w:multiLevelType w:val="hybridMultilevel"/>
    <w:tmpl w:val="31A28DC8"/>
    <w:lvl w:ilvl="0" w:tplc="51B02610">
      <w:numFmt w:val="bullet"/>
      <w:lvlText w:val="-"/>
      <w:lvlJc w:val="left"/>
      <w:pPr>
        <w:tabs>
          <w:tab w:val="num" w:pos="560"/>
        </w:tabs>
        <w:ind w:left="560" w:hanging="360"/>
      </w:pPr>
      <w:rPr>
        <w:rFonts w:ascii="Courier New" w:eastAsia="Times New Roman" w:hAnsi="Courier New"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4">
    <w:nsid w:val="73CC1DF7"/>
    <w:multiLevelType w:val="hybridMultilevel"/>
    <w:tmpl w:val="9CC22AD2"/>
    <w:lvl w:ilvl="0" w:tplc="51B02610">
      <w:numFmt w:val="bullet"/>
      <w:lvlText w:val="-"/>
      <w:lvlJc w:val="left"/>
      <w:pPr>
        <w:tabs>
          <w:tab w:val="num" w:pos="560"/>
        </w:tabs>
        <w:ind w:left="560" w:hanging="360"/>
      </w:pPr>
      <w:rPr>
        <w:rFonts w:ascii="Courier New" w:eastAsia="Times New Roman" w:hAnsi="Courier New" w:hint="default"/>
      </w:rPr>
    </w:lvl>
    <w:lvl w:ilvl="1" w:tplc="04190003">
      <w:start w:val="1"/>
      <w:numFmt w:val="bullet"/>
      <w:lvlText w:val="o"/>
      <w:lvlJc w:val="left"/>
      <w:pPr>
        <w:tabs>
          <w:tab w:val="num" w:pos="1280"/>
        </w:tabs>
        <w:ind w:left="1280" w:hanging="360"/>
      </w:pPr>
      <w:rPr>
        <w:rFonts w:ascii="Courier New" w:hAnsi="Courier New" w:cs="Courier New" w:hint="default"/>
      </w:rPr>
    </w:lvl>
    <w:lvl w:ilvl="2" w:tplc="04190005">
      <w:start w:val="1"/>
      <w:numFmt w:val="bullet"/>
      <w:lvlText w:val=""/>
      <w:lvlJc w:val="left"/>
      <w:pPr>
        <w:tabs>
          <w:tab w:val="num" w:pos="2000"/>
        </w:tabs>
        <w:ind w:left="2000" w:hanging="360"/>
      </w:pPr>
      <w:rPr>
        <w:rFonts w:ascii="Wingdings" w:hAnsi="Wingdings" w:cs="Times New Roman" w:hint="default"/>
      </w:rPr>
    </w:lvl>
    <w:lvl w:ilvl="3" w:tplc="04190001">
      <w:start w:val="1"/>
      <w:numFmt w:val="bullet"/>
      <w:lvlText w:val=""/>
      <w:lvlJc w:val="left"/>
      <w:pPr>
        <w:tabs>
          <w:tab w:val="num" w:pos="2720"/>
        </w:tabs>
        <w:ind w:left="2720" w:hanging="360"/>
      </w:pPr>
      <w:rPr>
        <w:rFonts w:ascii="Symbol" w:hAnsi="Symbol" w:cs="Times New Roman" w:hint="default"/>
      </w:rPr>
    </w:lvl>
    <w:lvl w:ilvl="4" w:tplc="04190003">
      <w:start w:val="1"/>
      <w:numFmt w:val="bullet"/>
      <w:lvlText w:val="o"/>
      <w:lvlJc w:val="left"/>
      <w:pPr>
        <w:tabs>
          <w:tab w:val="num" w:pos="3440"/>
        </w:tabs>
        <w:ind w:left="3440" w:hanging="360"/>
      </w:pPr>
      <w:rPr>
        <w:rFonts w:ascii="Courier New" w:hAnsi="Courier New" w:cs="Courier New" w:hint="default"/>
      </w:rPr>
    </w:lvl>
    <w:lvl w:ilvl="5" w:tplc="04190005">
      <w:start w:val="1"/>
      <w:numFmt w:val="bullet"/>
      <w:lvlText w:val=""/>
      <w:lvlJc w:val="left"/>
      <w:pPr>
        <w:tabs>
          <w:tab w:val="num" w:pos="4160"/>
        </w:tabs>
        <w:ind w:left="4160" w:hanging="360"/>
      </w:pPr>
      <w:rPr>
        <w:rFonts w:ascii="Wingdings" w:hAnsi="Wingdings" w:cs="Times New Roman" w:hint="default"/>
      </w:rPr>
    </w:lvl>
    <w:lvl w:ilvl="6" w:tplc="04190001">
      <w:start w:val="1"/>
      <w:numFmt w:val="bullet"/>
      <w:lvlText w:val=""/>
      <w:lvlJc w:val="left"/>
      <w:pPr>
        <w:tabs>
          <w:tab w:val="num" w:pos="4880"/>
        </w:tabs>
        <w:ind w:left="4880" w:hanging="360"/>
      </w:pPr>
      <w:rPr>
        <w:rFonts w:ascii="Symbol" w:hAnsi="Symbol" w:cs="Times New Roman" w:hint="default"/>
      </w:rPr>
    </w:lvl>
    <w:lvl w:ilvl="7" w:tplc="04190003">
      <w:start w:val="1"/>
      <w:numFmt w:val="bullet"/>
      <w:lvlText w:val="o"/>
      <w:lvlJc w:val="left"/>
      <w:pPr>
        <w:tabs>
          <w:tab w:val="num" w:pos="5600"/>
        </w:tabs>
        <w:ind w:left="5600" w:hanging="360"/>
      </w:pPr>
      <w:rPr>
        <w:rFonts w:ascii="Courier New" w:hAnsi="Courier New" w:cs="Courier New" w:hint="default"/>
      </w:rPr>
    </w:lvl>
    <w:lvl w:ilvl="8" w:tplc="04190005">
      <w:start w:val="1"/>
      <w:numFmt w:val="bullet"/>
      <w:lvlText w:val=""/>
      <w:lvlJc w:val="left"/>
      <w:pPr>
        <w:tabs>
          <w:tab w:val="num" w:pos="6320"/>
        </w:tabs>
        <w:ind w:left="6320" w:hanging="360"/>
      </w:pPr>
      <w:rPr>
        <w:rFonts w:ascii="Wingdings" w:hAnsi="Wingdings" w:cs="Times New Roman" w:hint="default"/>
      </w:rPr>
    </w:lvl>
  </w:abstractNum>
  <w:num w:numId="1">
    <w:abstractNumId w:val="4"/>
  </w:num>
  <w:num w:numId="2">
    <w:abstractNumId w:val="3"/>
  </w:num>
  <w:num w:numId="3">
    <w:abstractNumId w:val="2"/>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5"/>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2BD2"/>
    <w:rsid w:val="000009D4"/>
    <w:rsid w:val="00000E58"/>
    <w:rsid w:val="00011777"/>
    <w:rsid w:val="000118D0"/>
    <w:rsid w:val="00011D76"/>
    <w:rsid w:val="00013548"/>
    <w:rsid w:val="000139F5"/>
    <w:rsid w:val="0001768F"/>
    <w:rsid w:val="000234EF"/>
    <w:rsid w:val="0003032D"/>
    <w:rsid w:val="000345B0"/>
    <w:rsid w:val="00037C5A"/>
    <w:rsid w:val="00043D65"/>
    <w:rsid w:val="000447B6"/>
    <w:rsid w:val="0005595B"/>
    <w:rsid w:val="0005707F"/>
    <w:rsid w:val="00066A9D"/>
    <w:rsid w:val="000677DF"/>
    <w:rsid w:val="000714C4"/>
    <w:rsid w:val="00072E33"/>
    <w:rsid w:val="000855C8"/>
    <w:rsid w:val="0009033F"/>
    <w:rsid w:val="0009709D"/>
    <w:rsid w:val="000A132A"/>
    <w:rsid w:val="000B158D"/>
    <w:rsid w:val="000B3F12"/>
    <w:rsid w:val="000B413F"/>
    <w:rsid w:val="000B438C"/>
    <w:rsid w:val="000B585D"/>
    <w:rsid w:val="000B71BB"/>
    <w:rsid w:val="000C3211"/>
    <w:rsid w:val="000D2791"/>
    <w:rsid w:val="000D7B2E"/>
    <w:rsid w:val="000E0038"/>
    <w:rsid w:val="000E08AD"/>
    <w:rsid w:val="000E1E15"/>
    <w:rsid w:val="000E7575"/>
    <w:rsid w:val="000F09E9"/>
    <w:rsid w:val="000F0CBA"/>
    <w:rsid w:val="000F26F7"/>
    <w:rsid w:val="001004CB"/>
    <w:rsid w:val="001037B1"/>
    <w:rsid w:val="00111016"/>
    <w:rsid w:val="0011443B"/>
    <w:rsid w:val="0011716D"/>
    <w:rsid w:val="00121FF5"/>
    <w:rsid w:val="00122170"/>
    <w:rsid w:val="00123BF8"/>
    <w:rsid w:val="0012731C"/>
    <w:rsid w:val="001342BE"/>
    <w:rsid w:val="00144D2F"/>
    <w:rsid w:val="00170AFE"/>
    <w:rsid w:val="00170BD1"/>
    <w:rsid w:val="0018558E"/>
    <w:rsid w:val="001874EB"/>
    <w:rsid w:val="00192A38"/>
    <w:rsid w:val="001A0BF8"/>
    <w:rsid w:val="001A2F86"/>
    <w:rsid w:val="001A7376"/>
    <w:rsid w:val="001B5DA3"/>
    <w:rsid w:val="001C26CF"/>
    <w:rsid w:val="001C5FC2"/>
    <w:rsid w:val="001C6EDF"/>
    <w:rsid w:val="001D0F4B"/>
    <w:rsid w:val="001D14C9"/>
    <w:rsid w:val="001E0958"/>
    <w:rsid w:val="001E1ADD"/>
    <w:rsid w:val="001E4B54"/>
    <w:rsid w:val="001F389D"/>
    <w:rsid w:val="00201763"/>
    <w:rsid w:val="002018B2"/>
    <w:rsid w:val="00202D32"/>
    <w:rsid w:val="002039E2"/>
    <w:rsid w:val="00203AE8"/>
    <w:rsid w:val="002068F1"/>
    <w:rsid w:val="00206CF0"/>
    <w:rsid w:val="002116F8"/>
    <w:rsid w:val="002124B1"/>
    <w:rsid w:val="00216338"/>
    <w:rsid w:val="00221712"/>
    <w:rsid w:val="0023295D"/>
    <w:rsid w:val="00232A34"/>
    <w:rsid w:val="00234CBE"/>
    <w:rsid w:val="00250C24"/>
    <w:rsid w:val="00251842"/>
    <w:rsid w:val="00257DD0"/>
    <w:rsid w:val="0027358C"/>
    <w:rsid w:val="00280852"/>
    <w:rsid w:val="002826F8"/>
    <w:rsid w:val="0028314A"/>
    <w:rsid w:val="00287AB7"/>
    <w:rsid w:val="00290334"/>
    <w:rsid w:val="00297399"/>
    <w:rsid w:val="002A2E0F"/>
    <w:rsid w:val="002A43A6"/>
    <w:rsid w:val="002A54C8"/>
    <w:rsid w:val="002A62A6"/>
    <w:rsid w:val="002B173E"/>
    <w:rsid w:val="002B2874"/>
    <w:rsid w:val="002C0C7A"/>
    <w:rsid w:val="002E0605"/>
    <w:rsid w:val="002E0F73"/>
    <w:rsid w:val="002E4F23"/>
    <w:rsid w:val="002F068F"/>
    <w:rsid w:val="002F452C"/>
    <w:rsid w:val="002F571D"/>
    <w:rsid w:val="002F6EBD"/>
    <w:rsid w:val="00305054"/>
    <w:rsid w:val="003110E2"/>
    <w:rsid w:val="00311B19"/>
    <w:rsid w:val="00326150"/>
    <w:rsid w:val="00326B99"/>
    <w:rsid w:val="00330BF8"/>
    <w:rsid w:val="00333674"/>
    <w:rsid w:val="00335EA7"/>
    <w:rsid w:val="00336EA9"/>
    <w:rsid w:val="00342F0B"/>
    <w:rsid w:val="00344FE2"/>
    <w:rsid w:val="00350767"/>
    <w:rsid w:val="003547AE"/>
    <w:rsid w:val="0035564A"/>
    <w:rsid w:val="003563DF"/>
    <w:rsid w:val="00366003"/>
    <w:rsid w:val="003664C2"/>
    <w:rsid w:val="00373C4D"/>
    <w:rsid w:val="00375A4D"/>
    <w:rsid w:val="00376045"/>
    <w:rsid w:val="0038266A"/>
    <w:rsid w:val="00390DA4"/>
    <w:rsid w:val="003A0AFE"/>
    <w:rsid w:val="003A407C"/>
    <w:rsid w:val="003A5114"/>
    <w:rsid w:val="003C0C51"/>
    <w:rsid w:val="003C30BE"/>
    <w:rsid w:val="003C4375"/>
    <w:rsid w:val="003D2A2B"/>
    <w:rsid w:val="003D3104"/>
    <w:rsid w:val="003D65F8"/>
    <w:rsid w:val="003E4AD8"/>
    <w:rsid w:val="003E650F"/>
    <w:rsid w:val="003F1F2F"/>
    <w:rsid w:val="003F414E"/>
    <w:rsid w:val="003F5029"/>
    <w:rsid w:val="003F79DC"/>
    <w:rsid w:val="00401375"/>
    <w:rsid w:val="004106D1"/>
    <w:rsid w:val="00422CF4"/>
    <w:rsid w:val="00423874"/>
    <w:rsid w:val="0042611E"/>
    <w:rsid w:val="00427024"/>
    <w:rsid w:val="00427785"/>
    <w:rsid w:val="00427A4D"/>
    <w:rsid w:val="004301BF"/>
    <w:rsid w:val="00432248"/>
    <w:rsid w:val="00433968"/>
    <w:rsid w:val="00441579"/>
    <w:rsid w:val="004516F6"/>
    <w:rsid w:val="00451D8B"/>
    <w:rsid w:val="00453986"/>
    <w:rsid w:val="004567E8"/>
    <w:rsid w:val="00460093"/>
    <w:rsid w:val="0046124A"/>
    <w:rsid w:val="004675C3"/>
    <w:rsid w:val="004701A7"/>
    <w:rsid w:val="004716F9"/>
    <w:rsid w:val="00471A02"/>
    <w:rsid w:val="00476FE0"/>
    <w:rsid w:val="004808ED"/>
    <w:rsid w:val="0049538D"/>
    <w:rsid w:val="004A0CD5"/>
    <w:rsid w:val="004A1442"/>
    <w:rsid w:val="004A6CC3"/>
    <w:rsid w:val="004B09CA"/>
    <w:rsid w:val="004B4818"/>
    <w:rsid w:val="004B5616"/>
    <w:rsid w:val="004C3B34"/>
    <w:rsid w:val="004C777E"/>
    <w:rsid w:val="004D3CF2"/>
    <w:rsid w:val="004D5186"/>
    <w:rsid w:val="004D7F66"/>
    <w:rsid w:val="004E0764"/>
    <w:rsid w:val="004F4820"/>
    <w:rsid w:val="00500951"/>
    <w:rsid w:val="0050262E"/>
    <w:rsid w:val="005047D6"/>
    <w:rsid w:val="00506683"/>
    <w:rsid w:val="00513CB8"/>
    <w:rsid w:val="00514D49"/>
    <w:rsid w:val="00524E1A"/>
    <w:rsid w:val="005260BF"/>
    <w:rsid w:val="00535945"/>
    <w:rsid w:val="00537512"/>
    <w:rsid w:val="00537FF5"/>
    <w:rsid w:val="00541168"/>
    <w:rsid w:val="00547E08"/>
    <w:rsid w:val="00551093"/>
    <w:rsid w:val="0056072C"/>
    <w:rsid w:val="0057548A"/>
    <w:rsid w:val="005806FA"/>
    <w:rsid w:val="00582A07"/>
    <w:rsid w:val="00585355"/>
    <w:rsid w:val="00585A2E"/>
    <w:rsid w:val="005929F4"/>
    <w:rsid w:val="00595866"/>
    <w:rsid w:val="005A113F"/>
    <w:rsid w:val="005A29B0"/>
    <w:rsid w:val="005B018D"/>
    <w:rsid w:val="005B4A08"/>
    <w:rsid w:val="005E0229"/>
    <w:rsid w:val="005E0D28"/>
    <w:rsid w:val="005E79EC"/>
    <w:rsid w:val="0060499F"/>
    <w:rsid w:val="0060547B"/>
    <w:rsid w:val="00611995"/>
    <w:rsid w:val="006131BF"/>
    <w:rsid w:val="006140D5"/>
    <w:rsid w:val="00616931"/>
    <w:rsid w:val="00622546"/>
    <w:rsid w:val="00623549"/>
    <w:rsid w:val="00623CD3"/>
    <w:rsid w:val="006267BA"/>
    <w:rsid w:val="00627610"/>
    <w:rsid w:val="00631D61"/>
    <w:rsid w:val="006338A8"/>
    <w:rsid w:val="00633C36"/>
    <w:rsid w:val="00634E85"/>
    <w:rsid w:val="00635009"/>
    <w:rsid w:val="006361E8"/>
    <w:rsid w:val="00637A44"/>
    <w:rsid w:val="00655EB1"/>
    <w:rsid w:val="006601D1"/>
    <w:rsid w:val="00662133"/>
    <w:rsid w:val="00663C22"/>
    <w:rsid w:val="006652AE"/>
    <w:rsid w:val="00665B3A"/>
    <w:rsid w:val="00670E9D"/>
    <w:rsid w:val="00672FD9"/>
    <w:rsid w:val="00673B09"/>
    <w:rsid w:val="00683175"/>
    <w:rsid w:val="006843D3"/>
    <w:rsid w:val="00684972"/>
    <w:rsid w:val="006873FB"/>
    <w:rsid w:val="00690C61"/>
    <w:rsid w:val="00697EB3"/>
    <w:rsid w:val="006A177A"/>
    <w:rsid w:val="006A7222"/>
    <w:rsid w:val="006B1033"/>
    <w:rsid w:val="006B2475"/>
    <w:rsid w:val="006B42E6"/>
    <w:rsid w:val="006C3581"/>
    <w:rsid w:val="006C53E7"/>
    <w:rsid w:val="006C6A6F"/>
    <w:rsid w:val="006D5618"/>
    <w:rsid w:val="006D7E73"/>
    <w:rsid w:val="006E0F7B"/>
    <w:rsid w:val="006E1255"/>
    <w:rsid w:val="006F14B1"/>
    <w:rsid w:val="00702C9D"/>
    <w:rsid w:val="00703822"/>
    <w:rsid w:val="0070625C"/>
    <w:rsid w:val="00711878"/>
    <w:rsid w:val="0071562C"/>
    <w:rsid w:val="00720D4B"/>
    <w:rsid w:val="007219BD"/>
    <w:rsid w:val="00722111"/>
    <w:rsid w:val="0072372B"/>
    <w:rsid w:val="007238B9"/>
    <w:rsid w:val="00724D69"/>
    <w:rsid w:val="0072653E"/>
    <w:rsid w:val="007270C2"/>
    <w:rsid w:val="00734A2F"/>
    <w:rsid w:val="00743DBC"/>
    <w:rsid w:val="00744210"/>
    <w:rsid w:val="0075208C"/>
    <w:rsid w:val="007535A5"/>
    <w:rsid w:val="0075601A"/>
    <w:rsid w:val="0075659E"/>
    <w:rsid w:val="00756BBE"/>
    <w:rsid w:val="00762AD2"/>
    <w:rsid w:val="007705BB"/>
    <w:rsid w:val="00771CDC"/>
    <w:rsid w:val="00785774"/>
    <w:rsid w:val="00787AA3"/>
    <w:rsid w:val="00792718"/>
    <w:rsid w:val="00796127"/>
    <w:rsid w:val="007A34F7"/>
    <w:rsid w:val="007B2E73"/>
    <w:rsid w:val="007B6833"/>
    <w:rsid w:val="007C09DA"/>
    <w:rsid w:val="007C24A7"/>
    <w:rsid w:val="007C4BBA"/>
    <w:rsid w:val="007C68F5"/>
    <w:rsid w:val="007C69D9"/>
    <w:rsid w:val="007C6C87"/>
    <w:rsid w:val="007C7704"/>
    <w:rsid w:val="007D33F5"/>
    <w:rsid w:val="007D61A8"/>
    <w:rsid w:val="007E2671"/>
    <w:rsid w:val="007F069C"/>
    <w:rsid w:val="007F52EE"/>
    <w:rsid w:val="007F674D"/>
    <w:rsid w:val="007F6BCF"/>
    <w:rsid w:val="00802ACD"/>
    <w:rsid w:val="00806063"/>
    <w:rsid w:val="0081258C"/>
    <w:rsid w:val="00812EC8"/>
    <w:rsid w:val="0081371D"/>
    <w:rsid w:val="00814DE0"/>
    <w:rsid w:val="008301D6"/>
    <w:rsid w:val="00831E9F"/>
    <w:rsid w:val="008378AC"/>
    <w:rsid w:val="00842636"/>
    <w:rsid w:val="008433D7"/>
    <w:rsid w:val="00846221"/>
    <w:rsid w:val="0085049B"/>
    <w:rsid w:val="008527A0"/>
    <w:rsid w:val="00855260"/>
    <w:rsid w:val="00856AEE"/>
    <w:rsid w:val="0085763F"/>
    <w:rsid w:val="00864939"/>
    <w:rsid w:val="008658DB"/>
    <w:rsid w:val="00870CA6"/>
    <w:rsid w:val="0088187E"/>
    <w:rsid w:val="00884097"/>
    <w:rsid w:val="00895D7D"/>
    <w:rsid w:val="008A125B"/>
    <w:rsid w:val="008A2A4D"/>
    <w:rsid w:val="008A36B4"/>
    <w:rsid w:val="008B0B7A"/>
    <w:rsid w:val="008B35A3"/>
    <w:rsid w:val="008B5641"/>
    <w:rsid w:val="008B6BC3"/>
    <w:rsid w:val="008B7288"/>
    <w:rsid w:val="008C3963"/>
    <w:rsid w:val="008C733D"/>
    <w:rsid w:val="008D0A61"/>
    <w:rsid w:val="008D2961"/>
    <w:rsid w:val="008D2AF2"/>
    <w:rsid w:val="008D471E"/>
    <w:rsid w:val="008D7DE5"/>
    <w:rsid w:val="008F3D1B"/>
    <w:rsid w:val="009072C4"/>
    <w:rsid w:val="00915890"/>
    <w:rsid w:val="00916D23"/>
    <w:rsid w:val="0091718F"/>
    <w:rsid w:val="009175D4"/>
    <w:rsid w:val="00921C9E"/>
    <w:rsid w:val="009271F4"/>
    <w:rsid w:val="009330E0"/>
    <w:rsid w:val="00934CF3"/>
    <w:rsid w:val="009409B7"/>
    <w:rsid w:val="0094130B"/>
    <w:rsid w:val="0094759D"/>
    <w:rsid w:val="00950502"/>
    <w:rsid w:val="00957F7F"/>
    <w:rsid w:val="00967999"/>
    <w:rsid w:val="009727D6"/>
    <w:rsid w:val="009776D9"/>
    <w:rsid w:val="00980E81"/>
    <w:rsid w:val="00983035"/>
    <w:rsid w:val="00990253"/>
    <w:rsid w:val="0099698B"/>
    <w:rsid w:val="009A05A7"/>
    <w:rsid w:val="009A0753"/>
    <w:rsid w:val="009A4D45"/>
    <w:rsid w:val="009A64BB"/>
    <w:rsid w:val="009B456F"/>
    <w:rsid w:val="009C588C"/>
    <w:rsid w:val="009C5F93"/>
    <w:rsid w:val="009C6447"/>
    <w:rsid w:val="009C7A4A"/>
    <w:rsid w:val="009D0461"/>
    <w:rsid w:val="009D4CF6"/>
    <w:rsid w:val="009D6286"/>
    <w:rsid w:val="009E2669"/>
    <w:rsid w:val="009E56DC"/>
    <w:rsid w:val="009E706E"/>
    <w:rsid w:val="009F2E37"/>
    <w:rsid w:val="009F5C52"/>
    <w:rsid w:val="00A004A4"/>
    <w:rsid w:val="00A02BD2"/>
    <w:rsid w:val="00A04D47"/>
    <w:rsid w:val="00A073B6"/>
    <w:rsid w:val="00A074A0"/>
    <w:rsid w:val="00A10B44"/>
    <w:rsid w:val="00A10C0C"/>
    <w:rsid w:val="00A11B46"/>
    <w:rsid w:val="00A12737"/>
    <w:rsid w:val="00A251B4"/>
    <w:rsid w:val="00A2765C"/>
    <w:rsid w:val="00A3216F"/>
    <w:rsid w:val="00A368CA"/>
    <w:rsid w:val="00A4739A"/>
    <w:rsid w:val="00A50F2C"/>
    <w:rsid w:val="00A656DC"/>
    <w:rsid w:val="00A72C00"/>
    <w:rsid w:val="00A75ED3"/>
    <w:rsid w:val="00A819AE"/>
    <w:rsid w:val="00A93A4F"/>
    <w:rsid w:val="00A9592F"/>
    <w:rsid w:val="00A97DC4"/>
    <w:rsid w:val="00AC0800"/>
    <w:rsid w:val="00AC27E6"/>
    <w:rsid w:val="00AC7103"/>
    <w:rsid w:val="00AE5EF2"/>
    <w:rsid w:val="00AE7E3D"/>
    <w:rsid w:val="00AF23FF"/>
    <w:rsid w:val="00AF6794"/>
    <w:rsid w:val="00B06350"/>
    <w:rsid w:val="00B11674"/>
    <w:rsid w:val="00B17970"/>
    <w:rsid w:val="00B21992"/>
    <w:rsid w:val="00B22536"/>
    <w:rsid w:val="00B271A8"/>
    <w:rsid w:val="00B30654"/>
    <w:rsid w:val="00B31D69"/>
    <w:rsid w:val="00B32786"/>
    <w:rsid w:val="00B36D35"/>
    <w:rsid w:val="00B46434"/>
    <w:rsid w:val="00B467DF"/>
    <w:rsid w:val="00B47C0A"/>
    <w:rsid w:val="00B54E96"/>
    <w:rsid w:val="00B56C86"/>
    <w:rsid w:val="00B573AD"/>
    <w:rsid w:val="00B6060E"/>
    <w:rsid w:val="00B62A3D"/>
    <w:rsid w:val="00B71A04"/>
    <w:rsid w:val="00B77E9D"/>
    <w:rsid w:val="00B80BFC"/>
    <w:rsid w:val="00B819A8"/>
    <w:rsid w:val="00B83F9F"/>
    <w:rsid w:val="00B842DF"/>
    <w:rsid w:val="00B85DA0"/>
    <w:rsid w:val="00B86C03"/>
    <w:rsid w:val="00B923C5"/>
    <w:rsid w:val="00BA337A"/>
    <w:rsid w:val="00BB22D2"/>
    <w:rsid w:val="00BB2B83"/>
    <w:rsid w:val="00BD0059"/>
    <w:rsid w:val="00BD0533"/>
    <w:rsid w:val="00BD3855"/>
    <w:rsid w:val="00BE06C6"/>
    <w:rsid w:val="00BE16E7"/>
    <w:rsid w:val="00BE350A"/>
    <w:rsid w:val="00BF0C1C"/>
    <w:rsid w:val="00BF5357"/>
    <w:rsid w:val="00BF6512"/>
    <w:rsid w:val="00BF7C41"/>
    <w:rsid w:val="00C129F6"/>
    <w:rsid w:val="00C23EF0"/>
    <w:rsid w:val="00C260C9"/>
    <w:rsid w:val="00C2619D"/>
    <w:rsid w:val="00C31F7E"/>
    <w:rsid w:val="00C3658E"/>
    <w:rsid w:val="00C36745"/>
    <w:rsid w:val="00C42172"/>
    <w:rsid w:val="00C46C59"/>
    <w:rsid w:val="00C47308"/>
    <w:rsid w:val="00C56B43"/>
    <w:rsid w:val="00C7024B"/>
    <w:rsid w:val="00C741EB"/>
    <w:rsid w:val="00C76D0F"/>
    <w:rsid w:val="00C82DFC"/>
    <w:rsid w:val="00C85E7A"/>
    <w:rsid w:val="00CA720A"/>
    <w:rsid w:val="00CB137B"/>
    <w:rsid w:val="00CB5760"/>
    <w:rsid w:val="00CC2E95"/>
    <w:rsid w:val="00CC445E"/>
    <w:rsid w:val="00CC578D"/>
    <w:rsid w:val="00CC7F1A"/>
    <w:rsid w:val="00CD215D"/>
    <w:rsid w:val="00CD2E37"/>
    <w:rsid w:val="00CD3828"/>
    <w:rsid w:val="00CD5C4B"/>
    <w:rsid w:val="00CE09E7"/>
    <w:rsid w:val="00CE0B26"/>
    <w:rsid w:val="00CE65A5"/>
    <w:rsid w:val="00CF083A"/>
    <w:rsid w:val="00CF1E47"/>
    <w:rsid w:val="00CF409C"/>
    <w:rsid w:val="00D017BE"/>
    <w:rsid w:val="00D034F5"/>
    <w:rsid w:val="00D0667B"/>
    <w:rsid w:val="00D06744"/>
    <w:rsid w:val="00D245D0"/>
    <w:rsid w:val="00D27226"/>
    <w:rsid w:val="00D30D7D"/>
    <w:rsid w:val="00D31C34"/>
    <w:rsid w:val="00D33625"/>
    <w:rsid w:val="00D3370B"/>
    <w:rsid w:val="00D5034C"/>
    <w:rsid w:val="00D5106A"/>
    <w:rsid w:val="00D52A27"/>
    <w:rsid w:val="00D556FA"/>
    <w:rsid w:val="00D65700"/>
    <w:rsid w:val="00D65B08"/>
    <w:rsid w:val="00D73ACD"/>
    <w:rsid w:val="00D8266B"/>
    <w:rsid w:val="00D83C5E"/>
    <w:rsid w:val="00D8514D"/>
    <w:rsid w:val="00D92652"/>
    <w:rsid w:val="00DA1386"/>
    <w:rsid w:val="00DA783B"/>
    <w:rsid w:val="00DB76DF"/>
    <w:rsid w:val="00DC729C"/>
    <w:rsid w:val="00DE4006"/>
    <w:rsid w:val="00DF3D03"/>
    <w:rsid w:val="00DF5BF9"/>
    <w:rsid w:val="00DF70A0"/>
    <w:rsid w:val="00E01B14"/>
    <w:rsid w:val="00E01B71"/>
    <w:rsid w:val="00E11B4E"/>
    <w:rsid w:val="00E11BBC"/>
    <w:rsid w:val="00E127CE"/>
    <w:rsid w:val="00E22DE3"/>
    <w:rsid w:val="00E22F0D"/>
    <w:rsid w:val="00E23D30"/>
    <w:rsid w:val="00E328EE"/>
    <w:rsid w:val="00E34B62"/>
    <w:rsid w:val="00E43D2A"/>
    <w:rsid w:val="00E46114"/>
    <w:rsid w:val="00E47A20"/>
    <w:rsid w:val="00E5191F"/>
    <w:rsid w:val="00E53B43"/>
    <w:rsid w:val="00E60045"/>
    <w:rsid w:val="00E62E37"/>
    <w:rsid w:val="00E636D6"/>
    <w:rsid w:val="00E658D8"/>
    <w:rsid w:val="00E71010"/>
    <w:rsid w:val="00E726E1"/>
    <w:rsid w:val="00E75C5E"/>
    <w:rsid w:val="00E761F2"/>
    <w:rsid w:val="00E82016"/>
    <w:rsid w:val="00E8350E"/>
    <w:rsid w:val="00E84657"/>
    <w:rsid w:val="00E92771"/>
    <w:rsid w:val="00EA5CD1"/>
    <w:rsid w:val="00EB643B"/>
    <w:rsid w:val="00EC14B2"/>
    <w:rsid w:val="00ED1209"/>
    <w:rsid w:val="00ED3F31"/>
    <w:rsid w:val="00ED7359"/>
    <w:rsid w:val="00EF17AF"/>
    <w:rsid w:val="00EF3647"/>
    <w:rsid w:val="00EF3F96"/>
    <w:rsid w:val="00F02202"/>
    <w:rsid w:val="00F05A6A"/>
    <w:rsid w:val="00F06815"/>
    <w:rsid w:val="00F0696C"/>
    <w:rsid w:val="00F06C40"/>
    <w:rsid w:val="00F12707"/>
    <w:rsid w:val="00F154B8"/>
    <w:rsid w:val="00F23211"/>
    <w:rsid w:val="00F27C54"/>
    <w:rsid w:val="00F3095D"/>
    <w:rsid w:val="00F31683"/>
    <w:rsid w:val="00F33B87"/>
    <w:rsid w:val="00F40D31"/>
    <w:rsid w:val="00F43094"/>
    <w:rsid w:val="00F430E1"/>
    <w:rsid w:val="00F563ED"/>
    <w:rsid w:val="00F56D2B"/>
    <w:rsid w:val="00F60CF2"/>
    <w:rsid w:val="00F675D3"/>
    <w:rsid w:val="00F71EA6"/>
    <w:rsid w:val="00F73C05"/>
    <w:rsid w:val="00F80D8B"/>
    <w:rsid w:val="00F842BE"/>
    <w:rsid w:val="00F85CCC"/>
    <w:rsid w:val="00F90E99"/>
    <w:rsid w:val="00F949A9"/>
    <w:rsid w:val="00F955CB"/>
    <w:rsid w:val="00F9627B"/>
    <w:rsid w:val="00FA05BD"/>
    <w:rsid w:val="00FA2DCD"/>
    <w:rsid w:val="00FA3D72"/>
    <w:rsid w:val="00FA3F28"/>
    <w:rsid w:val="00FB3B67"/>
    <w:rsid w:val="00FB4899"/>
    <w:rsid w:val="00FB702E"/>
    <w:rsid w:val="00FC3F43"/>
    <w:rsid w:val="00FD1E01"/>
    <w:rsid w:val="00FD22DF"/>
    <w:rsid w:val="00FD7284"/>
    <w:rsid w:val="00FE4144"/>
    <w:rsid w:val="00FE566D"/>
    <w:rsid w:val="00FE77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9C588C"/>
    <w:pPr>
      <w:ind w:firstLine="567"/>
      <w:jc w:val="both"/>
    </w:pPr>
    <w:rPr>
      <w:rFonts w:ascii="Arial" w:hAnsi="Arial"/>
      <w:sz w:val="24"/>
      <w:szCs w:val="24"/>
    </w:rPr>
  </w:style>
  <w:style w:type="paragraph" w:styleId="1">
    <w:name w:val="heading 1"/>
    <w:aliases w:val="!Части документа"/>
    <w:basedOn w:val="a"/>
    <w:next w:val="a"/>
    <w:qFormat/>
    <w:rsid w:val="009C588C"/>
    <w:pPr>
      <w:jc w:val="center"/>
      <w:outlineLvl w:val="0"/>
    </w:pPr>
    <w:rPr>
      <w:rFonts w:cs="Arial"/>
      <w:b/>
      <w:bCs/>
      <w:kern w:val="32"/>
      <w:sz w:val="32"/>
      <w:szCs w:val="32"/>
    </w:rPr>
  </w:style>
  <w:style w:type="paragraph" w:styleId="2">
    <w:name w:val="heading 2"/>
    <w:aliases w:val="!Разделы документа"/>
    <w:basedOn w:val="a"/>
    <w:qFormat/>
    <w:rsid w:val="009C588C"/>
    <w:pPr>
      <w:jc w:val="center"/>
      <w:outlineLvl w:val="1"/>
    </w:pPr>
    <w:rPr>
      <w:rFonts w:cs="Arial"/>
      <w:b/>
      <w:bCs/>
      <w:iCs/>
      <w:sz w:val="30"/>
      <w:szCs w:val="28"/>
    </w:rPr>
  </w:style>
  <w:style w:type="paragraph" w:styleId="3">
    <w:name w:val="heading 3"/>
    <w:aliases w:val="!Главы документа"/>
    <w:basedOn w:val="a"/>
    <w:qFormat/>
    <w:rsid w:val="009C588C"/>
    <w:pPr>
      <w:outlineLvl w:val="2"/>
    </w:pPr>
    <w:rPr>
      <w:rFonts w:cs="Arial"/>
      <w:b/>
      <w:bCs/>
      <w:sz w:val="28"/>
      <w:szCs w:val="26"/>
    </w:rPr>
  </w:style>
  <w:style w:type="paragraph" w:styleId="4">
    <w:name w:val="heading 4"/>
    <w:aliases w:val="!Параграфы/Статьи документа"/>
    <w:basedOn w:val="a"/>
    <w:qFormat/>
    <w:rsid w:val="009C588C"/>
    <w:pPr>
      <w:outlineLvl w:val="3"/>
    </w:pPr>
    <w:rPr>
      <w:b/>
      <w:bCs/>
      <w:sz w:val="26"/>
      <w:szCs w:val="28"/>
    </w:rPr>
  </w:style>
  <w:style w:type="character" w:default="1" w:styleId="a0">
    <w:name w:val="Default Paragraph Font"/>
    <w:semiHidden/>
    <w:rsid w:val="009C588C"/>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rsid w:val="009C588C"/>
  </w:style>
  <w:style w:type="paragraph" w:styleId="a3">
    <w:name w:val="Title"/>
    <w:basedOn w:val="a"/>
    <w:qFormat/>
    <w:pPr>
      <w:ind w:left="6120"/>
      <w:jc w:val="center"/>
    </w:pPr>
    <w:rPr>
      <w:b/>
      <w:bCs/>
    </w:rPr>
  </w:style>
  <w:style w:type="paragraph" w:styleId="a4">
    <w:name w:val="Body Text"/>
    <w:basedOn w:val="a"/>
    <w:rPr>
      <w:sz w:val="32"/>
    </w:rPr>
  </w:style>
  <w:style w:type="paragraph" w:styleId="a5">
    <w:name w:val="Body Text Indent"/>
    <w:basedOn w:val="a"/>
    <w:pPr>
      <w:ind w:left="3540" w:hanging="3540"/>
    </w:pPr>
  </w:style>
  <w:style w:type="paragraph" w:styleId="30">
    <w:name w:val="Body Text Indent 3"/>
    <w:basedOn w:val="a"/>
    <w:pPr>
      <w:widowControl w:val="0"/>
      <w:autoSpaceDE w:val="0"/>
      <w:autoSpaceDN w:val="0"/>
      <w:adjustRightInd w:val="0"/>
      <w:ind w:left="40"/>
    </w:pPr>
    <w:rPr>
      <w:rFonts w:ascii="Courier New" w:hAnsi="Courier New" w:cs="Courier New"/>
    </w:rPr>
  </w:style>
  <w:style w:type="paragraph" w:styleId="a6">
    <w:name w:val="Balloon Text"/>
    <w:basedOn w:val="a"/>
    <w:semiHidden/>
    <w:rsid w:val="00762AD2"/>
    <w:rPr>
      <w:rFonts w:ascii="Tahoma" w:hAnsi="Tahoma" w:cs="Tahoma"/>
      <w:sz w:val="16"/>
      <w:szCs w:val="16"/>
    </w:rPr>
  </w:style>
  <w:style w:type="table" w:styleId="a7">
    <w:name w:val="Table Grid"/>
    <w:basedOn w:val="a1"/>
    <w:rsid w:val="00375A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Body Text 2"/>
    <w:basedOn w:val="a"/>
    <w:rsid w:val="00342F0B"/>
    <w:pPr>
      <w:spacing w:after="120" w:line="480" w:lineRule="auto"/>
    </w:pPr>
  </w:style>
  <w:style w:type="paragraph" w:styleId="a8">
    <w:name w:val="Subtitle"/>
    <w:basedOn w:val="a"/>
    <w:qFormat/>
    <w:rsid w:val="00342F0B"/>
    <w:pPr>
      <w:spacing w:before="240"/>
      <w:jc w:val="center"/>
    </w:pPr>
    <w:rPr>
      <w:sz w:val="28"/>
    </w:rPr>
  </w:style>
  <w:style w:type="paragraph" w:customStyle="1" w:styleId="consplusnormal">
    <w:name w:val="consplusnormal"/>
    <w:basedOn w:val="a"/>
    <w:rsid w:val="00342F0B"/>
    <w:pPr>
      <w:spacing w:before="100" w:beforeAutospacing="1" w:after="100" w:afterAutospacing="1"/>
    </w:pPr>
  </w:style>
  <w:style w:type="character" w:styleId="HTML">
    <w:name w:val="HTML Variable"/>
    <w:aliases w:val="!Ссылки в документе"/>
    <w:basedOn w:val="a0"/>
    <w:rsid w:val="009C588C"/>
    <w:rPr>
      <w:rFonts w:ascii="Arial" w:hAnsi="Arial"/>
      <w:b w:val="0"/>
      <w:i w:val="0"/>
      <w:iCs/>
      <w:color w:val="0000FF"/>
      <w:sz w:val="24"/>
      <w:u w:val="none"/>
    </w:rPr>
  </w:style>
  <w:style w:type="paragraph" w:styleId="a9">
    <w:name w:val="annotation text"/>
    <w:aliases w:val="!Равноширинный текст документа"/>
    <w:basedOn w:val="a"/>
    <w:semiHidden/>
    <w:rsid w:val="009C588C"/>
    <w:rPr>
      <w:rFonts w:ascii="Courier" w:hAnsi="Courier"/>
      <w:sz w:val="22"/>
      <w:szCs w:val="20"/>
    </w:rPr>
  </w:style>
  <w:style w:type="paragraph" w:customStyle="1" w:styleId="Title">
    <w:name w:val="Title!Название НПА"/>
    <w:basedOn w:val="a"/>
    <w:rsid w:val="009C588C"/>
    <w:pPr>
      <w:spacing w:before="240" w:after="60"/>
      <w:jc w:val="center"/>
      <w:outlineLvl w:val="0"/>
    </w:pPr>
    <w:rPr>
      <w:rFonts w:cs="Arial"/>
      <w:b/>
      <w:bCs/>
      <w:kern w:val="28"/>
      <w:sz w:val="32"/>
      <w:szCs w:val="32"/>
    </w:rPr>
  </w:style>
  <w:style w:type="character" w:styleId="aa">
    <w:name w:val="Hyperlink"/>
    <w:basedOn w:val="a0"/>
    <w:rsid w:val="009C588C"/>
    <w:rPr>
      <w:color w:val="0000FF"/>
      <w:u w:val="none"/>
    </w:rPr>
  </w:style>
  <w:style w:type="paragraph" w:customStyle="1" w:styleId="Application">
    <w:name w:val="Application!Приложение"/>
    <w:rsid w:val="009C588C"/>
    <w:pPr>
      <w:spacing w:before="120" w:after="120"/>
      <w:jc w:val="right"/>
    </w:pPr>
    <w:rPr>
      <w:rFonts w:ascii="Arial" w:hAnsi="Arial" w:cs="Arial"/>
      <w:b/>
      <w:bCs/>
      <w:kern w:val="28"/>
      <w:sz w:val="32"/>
      <w:szCs w:val="32"/>
    </w:rPr>
  </w:style>
  <w:style w:type="paragraph" w:customStyle="1" w:styleId="Table">
    <w:name w:val="Table!Таблица"/>
    <w:rsid w:val="009C588C"/>
    <w:rPr>
      <w:rFonts w:ascii="Arial" w:hAnsi="Arial" w:cs="Arial"/>
      <w:bCs/>
      <w:kern w:val="28"/>
      <w:sz w:val="24"/>
      <w:szCs w:val="32"/>
    </w:rPr>
  </w:style>
  <w:style w:type="paragraph" w:customStyle="1" w:styleId="Table0">
    <w:name w:val="Table!"/>
    <w:next w:val="Table"/>
    <w:rsid w:val="009C588C"/>
    <w:pPr>
      <w:jc w:val="center"/>
    </w:pPr>
    <w:rPr>
      <w:rFonts w:ascii="Arial" w:hAnsi="Arial" w:cs="Arial"/>
      <w:b/>
      <w:bCs/>
      <w:kern w:val="28"/>
      <w:sz w:val="24"/>
      <w:szCs w:val="32"/>
    </w:rPr>
  </w:style>
  <w:style w:type="paragraph" w:customStyle="1" w:styleId="NumberAndDate">
    <w:name w:val="NumberAndDate"/>
    <w:aliases w:val="!Дата и Номер"/>
    <w:qFormat/>
    <w:rsid w:val="009C588C"/>
    <w:pPr>
      <w:jc w:val="center"/>
    </w:pPr>
    <w:rPr>
      <w:rFonts w:ascii="Arial" w:hAnsi="Arial" w:cs="Arial"/>
      <w:bCs/>
      <w:kern w:val="28"/>
      <w:sz w:val="24"/>
      <w:szCs w:val="32"/>
    </w:rPr>
  </w:style>
  <w:style w:type="paragraph" w:customStyle="1" w:styleId="Institution">
    <w:name w:val="Institution!Орган принятия"/>
    <w:basedOn w:val="NumberAndDate"/>
    <w:next w:val="a"/>
    <w:rsid w:val="009C588C"/>
    <w:rPr>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9C588C"/>
    <w:pPr>
      <w:ind w:firstLine="567"/>
      <w:jc w:val="both"/>
    </w:pPr>
    <w:rPr>
      <w:rFonts w:ascii="Arial" w:hAnsi="Arial"/>
      <w:sz w:val="24"/>
      <w:szCs w:val="24"/>
    </w:rPr>
  </w:style>
  <w:style w:type="paragraph" w:styleId="1">
    <w:name w:val="heading 1"/>
    <w:aliases w:val="!Части документа"/>
    <w:basedOn w:val="a"/>
    <w:next w:val="a"/>
    <w:qFormat/>
    <w:rsid w:val="009C588C"/>
    <w:pPr>
      <w:jc w:val="center"/>
      <w:outlineLvl w:val="0"/>
    </w:pPr>
    <w:rPr>
      <w:rFonts w:cs="Arial"/>
      <w:b/>
      <w:bCs/>
      <w:kern w:val="32"/>
      <w:sz w:val="32"/>
      <w:szCs w:val="32"/>
    </w:rPr>
  </w:style>
  <w:style w:type="paragraph" w:styleId="2">
    <w:name w:val="heading 2"/>
    <w:aliases w:val="!Разделы документа"/>
    <w:basedOn w:val="a"/>
    <w:qFormat/>
    <w:rsid w:val="009C588C"/>
    <w:pPr>
      <w:jc w:val="center"/>
      <w:outlineLvl w:val="1"/>
    </w:pPr>
    <w:rPr>
      <w:rFonts w:cs="Arial"/>
      <w:b/>
      <w:bCs/>
      <w:iCs/>
      <w:sz w:val="30"/>
      <w:szCs w:val="28"/>
    </w:rPr>
  </w:style>
  <w:style w:type="paragraph" w:styleId="3">
    <w:name w:val="heading 3"/>
    <w:aliases w:val="!Главы документа"/>
    <w:basedOn w:val="a"/>
    <w:qFormat/>
    <w:rsid w:val="009C588C"/>
    <w:pPr>
      <w:outlineLvl w:val="2"/>
    </w:pPr>
    <w:rPr>
      <w:rFonts w:cs="Arial"/>
      <w:b/>
      <w:bCs/>
      <w:sz w:val="28"/>
      <w:szCs w:val="26"/>
    </w:rPr>
  </w:style>
  <w:style w:type="paragraph" w:styleId="4">
    <w:name w:val="heading 4"/>
    <w:aliases w:val="!Параграфы/Статьи документа"/>
    <w:basedOn w:val="a"/>
    <w:qFormat/>
    <w:rsid w:val="009C588C"/>
    <w:pPr>
      <w:outlineLvl w:val="3"/>
    </w:pPr>
    <w:rPr>
      <w:b/>
      <w:bCs/>
      <w:sz w:val="26"/>
      <w:szCs w:val="28"/>
    </w:rPr>
  </w:style>
  <w:style w:type="character" w:default="1" w:styleId="a0">
    <w:name w:val="Default Paragraph Font"/>
    <w:semiHidden/>
    <w:rsid w:val="009C588C"/>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rsid w:val="009C588C"/>
  </w:style>
  <w:style w:type="paragraph" w:styleId="a3">
    <w:name w:val="Title"/>
    <w:basedOn w:val="a"/>
    <w:qFormat/>
    <w:pPr>
      <w:ind w:left="6120"/>
      <w:jc w:val="center"/>
    </w:pPr>
    <w:rPr>
      <w:b/>
      <w:bCs/>
    </w:rPr>
  </w:style>
  <w:style w:type="paragraph" w:styleId="a4">
    <w:name w:val="Body Text"/>
    <w:basedOn w:val="a"/>
    <w:rPr>
      <w:sz w:val="32"/>
    </w:rPr>
  </w:style>
  <w:style w:type="paragraph" w:styleId="a5">
    <w:name w:val="Body Text Indent"/>
    <w:basedOn w:val="a"/>
    <w:pPr>
      <w:ind w:left="3540" w:hanging="3540"/>
    </w:pPr>
  </w:style>
  <w:style w:type="paragraph" w:styleId="30">
    <w:name w:val="Body Text Indent 3"/>
    <w:basedOn w:val="a"/>
    <w:pPr>
      <w:widowControl w:val="0"/>
      <w:autoSpaceDE w:val="0"/>
      <w:autoSpaceDN w:val="0"/>
      <w:adjustRightInd w:val="0"/>
      <w:ind w:left="40"/>
    </w:pPr>
    <w:rPr>
      <w:rFonts w:ascii="Courier New" w:hAnsi="Courier New" w:cs="Courier New"/>
    </w:rPr>
  </w:style>
  <w:style w:type="paragraph" w:styleId="a6">
    <w:name w:val="Balloon Text"/>
    <w:basedOn w:val="a"/>
    <w:semiHidden/>
    <w:rsid w:val="00762AD2"/>
    <w:rPr>
      <w:rFonts w:ascii="Tahoma" w:hAnsi="Tahoma" w:cs="Tahoma"/>
      <w:sz w:val="16"/>
      <w:szCs w:val="16"/>
    </w:rPr>
  </w:style>
  <w:style w:type="table" w:styleId="a7">
    <w:name w:val="Table Grid"/>
    <w:basedOn w:val="a1"/>
    <w:rsid w:val="00375A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Body Text 2"/>
    <w:basedOn w:val="a"/>
    <w:rsid w:val="00342F0B"/>
    <w:pPr>
      <w:spacing w:after="120" w:line="480" w:lineRule="auto"/>
    </w:pPr>
  </w:style>
  <w:style w:type="paragraph" w:styleId="a8">
    <w:name w:val="Subtitle"/>
    <w:basedOn w:val="a"/>
    <w:qFormat/>
    <w:rsid w:val="00342F0B"/>
    <w:pPr>
      <w:spacing w:before="240"/>
      <w:jc w:val="center"/>
    </w:pPr>
    <w:rPr>
      <w:sz w:val="28"/>
    </w:rPr>
  </w:style>
  <w:style w:type="paragraph" w:customStyle="1" w:styleId="consplusnormal">
    <w:name w:val="consplusnormal"/>
    <w:basedOn w:val="a"/>
    <w:rsid w:val="00342F0B"/>
    <w:pPr>
      <w:spacing w:before="100" w:beforeAutospacing="1" w:after="100" w:afterAutospacing="1"/>
    </w:pPr>
  </w:style>
  <w:style w:type="character" w:styleId="HTML">
    <w:name w:val="HTML Variable"/>
    <w:aliases w:val="!Ссылки в документе"/>
    <w:basedOn w:val="a0"/>
    <w:rsid w:val="009C588C"/>
    <w:rPr>
      <w:rFonts w:ascii="Arial" w:hAnsi="Arial"/>
      <w:b w:val="0"/>
      <w:i w:val="0"/>
      <w:iCs/>
      <w:color w:val="0000FF"/>
      <w:sz w:val="24"/>
      <w:u w:val="none"/>
    </w:rPr>
  </w:style>
  <w:style w:type="paragraph" w:styleId="a9">
    <w:name w:val="annotation text"/>
    <w:aliases w:val="!Равноширинный текст документа"/>
    <w:basedOn w:val="a"/>
    <w:semiHidden/>
    <w:rsid w:val="009C588C"/>
    <w:rPr>
      <w:rFonts w:ascii="Courier" w:hAnsi="Courier"/>
      <w:sz w:val="22"/>
      <w:szCs w:val="20"/>
    </w:rPr>
  </w:style>
  <w:style w:type="paragraph" w:customStyle="1" w:styleId="Title">
    <w:name w:val="Title!Название НПА"/>
    <w:basedOn w:val="a"/>
    <w:rsid w:val="009C588C"/>
    <w:pPr>
      <w:spacing w:before="240" w:after="60"/>
      <w:jc w:val="center"/>
      <w:outlineLvl w:val="0"/>
    </w:pPr>
    <w:rPr>
      <w:rFonts w:cs="Arial"/>
      <w:b/>
      <w:bCs/>
      <w:kern w:val="28"/>
      <w:sz w:val="32"/>
      <w:szCs w:val="32"/>
    </w:rPr>
  </w:style>
  <w:style w:type="character" w:styleId="aa">
    <w:name w:val="Hyperlink"/>
    <w:basedOn w:val="a0"/>
    <w:rsid w:val="009C588C"/>
    <w:rPr>
      <w:color w:val="0000FF"/>
      <w:u w:val="none"/>
    </w:rPr>
  </w:style>
  <w:style w:type="paragraph" w:customStyle="1" w:styleId="Application">
    <w:name w:val="Application!Приложение"/>
    <w:rsid w:val="009C588C"/>
    <w:pPr>
      <w:spacing w:before="120" w:after="120"/>
      <w:jc w:val="right"/>
    </w:pPr>
    <w:rPr>
      <w:rFonts w:ascii="Arial" w:hAnsi="Arial" w:cs="Arial"/>
      <w:b/>
      <w:bCs/>
      <w:kern w:val="28"/>
      <w:sz w:val="32"/>
      <w:szCs w:val="32"/>
    </w:rPr>
  </w:style>
  <w:style w:type="paragraph" w:customStyle="1" w:styleId="Table">
    <w:name w:val="Table!Таблица"/>
    <w:rsid w:val="009C588C"/>
    <w:rPr>
      <w:rFonts w:ascii="Arial" w:hAnsi="Arial" w:cs="Arial"/>
      <w:bCs/>
      <w:kern w:val="28"/>
      <w:sz w:val="24"/>
      <w:szCs w:val="32"/>
    </w:rPr>
  </w:style>
  <w:style w:type="paragraph" w:customStyle="1" w:styleId="Table0">
    <w:name w:val="Table!"/>
    <w:next w:val="Table"/>
    <w:rsid w:val="009C588C"/>
    <w:pPr>
      <w:jc w:val="center"/>
    </w:pPr>
    <w:rPr>
      <w:rFonts w:ascii="Arial" w:hAnsi="Arial" w:cs="Arial"/>
      <w:b/>
      <w:bCs/>
      <w:kern w:val="28"/>
      <w:sz w:val="24"/>
      <w:szCs w:val="32"/>
    </w:rPr>
  </w:style>
  <w:style w:type="paragraph" w:customStyle="1" w:styleId="NumberAndDate">
    <w:name w:val="NumberAndDate"/>
    <w:aliases w:val="!Дата и Номер"/>
    <w:qFormat/>
    <w:rsid w:val="009C588C"/>
    <w:pPr>
      <w:jc w:val="center"/>
    </w:pPr>
    <w:rPr>
      <w:rFonts w:ascii="Arial" w:hAnsi="Arial" w:cs="Arial"/>
      <w:bCs/>
      <w:kern w:val="28"/>
      <w:sz w:val="24"/>
      <w:szCs w:val="32"/>
    </w:rPr>
  </w:style>
  <w:style w:type="paragraph" w:customStyle="1" w:styleId="Institution">
    <w:name w:val="Institution!Орган принятия"/>
    <w:basedOn w:val="NumberAndDate"/>
    <w:next w:val="a"/>
    <w:rsid w:val="009C588C"/>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6643402">
      <w:bodyDiv w:val="1"/>
      <w:marLeft w:val="0"/>
      <w:marRight w:val="0"/>
      <w:marTop w:val="0"/>
      <w:marBottom w:val="0"/>
      <w:divBdr>
        <w:top w:val="none" w:sz="0" w:space="0" w:color="auto"/>
        <w:left w:val="none" w:sz="0" w:space="0" w:color="auto"/>
        <w:bottom w:val="none" w:sz="0" w:space="0" w:color="auto"/>
        <w:right w:val="none" w:sz="0" w:space="0" w:color="auto"/>
      </w:divBdr>
    </w:div>
    <w:div w:id="1651864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zakon.scli.ru/ru/legal_texts/index.php" TargetMode="External"/><Relationship Id="rId3" Type="http://schemas.microsoft.com/office/2007/relationships/stylesWithEffects" Target="stylesWithEffects.xml"/><Relationship Id="rId7" Type="http://schemas.openxmlformats.org/officeDocument/2006/relationships/hyperlink" Target="http://rnla-service.scli.ru:8080/rnla-links/ws/content/act/f7f2a236-10ed-41e1-89aa-e2b419c4158c.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akon.scli.ru/ru/legal_texts/index.php"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rnla-service.scli.ru:8080/rnla-links/ws/content/act/ff58220b-e7b4-41ab-8e3b-bd7d80a37fae.html" TargetMode="External"/><Relationship Id="rId4" Type="http://schemas.openxmlformats.org/officeDocument/2006/relationships/settings" Target="settings.xml"/><Relationship Id="rId9" Type="http://schemas.openxmlformats.org/officeDocument/2006/relationships/hyperlink" Target="http://rnla-service.scli.ru:8080/rnla-links/ws/content/act/b0b85393-236d-40cd-b9c7-02b540dc028a.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RBCSoft\&#1055;&#1057;%20&#1053;&#1055;&#1040;%20&#1045;&#1057;&#1048;&#1058;&#1054;%20-%20&#1040;&#1056;&#1052;&#1099;\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styles</Template>
  <TotalTime>0</TotalTime>
  <Pages>14</Pages>
  <Words>3171</Words>
  <Characters>18080</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SPecialiST RePack</Company>
  <LinksUpToDate>false</LinksUpToDate>
  <CharactersWithSpaces>21209</CharactersWithSpaces>
  <SharedDoc>false</SharedDoc>
  <HLinks>
    <vt:vector size="30" baseType="variant">
      <vt:variant>
        <vt:i4>6619245</vt:i4>
      </vt:variant>
      <vt:variant>
        <vt:i4>12</vt:i4>
      </vt:variant>
      <vt:variant>
        <vt:i4>0</vt:i4>
      </vt:variant>
      <vt:variant>
        <vt:i4>5</vt:i4>
      </vt:variant>
      <vt:variant>
        <vt:lpwstr>/content/act/ff58220b-e7b4-41ab-8e3b-bd7d80a37fae.html</vt:lpwstr>
      </vt:variant>
      <vt:variant>
        <vt:lpwstr/>
      </vt:variant>
      <vt:variant>
        <vt:i4>3604578</vt:i4>
      </vt:variant>
      <vt:variant>
        <vt:i4>9</vt:i4>
      </vt:variant>
      <vt:variant>
        <vt:i4>0</vt:i4>
      </vt:variant>
      <vt:variant>
        <vt:i4>5</vt:i4>
      </vt:variant>
      <vt:variant>
        <vt:lpwstr>/content/act/b0b85393-236d-40cd-b9c7-02b540dc028a.html</vt:lpwstr>
      </vt:variant>
      <vt:variant>
        <vt:lpwstr/>
      </vt:variant>
      <vt:variant>
        <vt:i4>6619158</vt:i4>
      </vt:variant>
      <vt:variant>
        <vt:i4>6</vt:i4>
      </vt:variant>
      <vt:variant>
        <vt:i4>0</vt:i4>
      </vt:variant>
      <vt:variant>
        <vt:i4>5</vt:i4>
      </vt:variant>
      <vt:variant>
        <vt:lpwstr>http://zakon.scli.ru/ru/legal_texts/index.php</vt:lpwstr>
      </vt:variant>
      <vt:variant>
        <vt:lpwstr/>
      </vt:variant>
      <vt:variant>
        <vt:i4>7077997</vt:i4>
      </vt:variant>
      <vt:variant>
        <vt:i4>3</vt:i4>
      </vt:variant>
      <vt:variant>
        <vt:i4>0</vt:i4>
      </vt:variant>
      <vt:variant>
        <vt:i4>5</vt:i4>
      </vt:variant>
      <vt:variant>
        <vt:lpwstr>/content/act/f7f2a236-10ed-41e1-89aa-e2b419c4158c.html</vt:lpwstr>
      </vt:variant>
      <vt:variant>
        <vt:lpwstr/>
      </vt:variant>
      <vt:variant>
        <vt:i4>6619158</vt:i4>
      </vt:variant>
      <vt:variant>
        <vt:i4>0</vt:i4>
      </vt:variant>
      <vt:variant>
        <vt:i4>0</vt:i4>
      </vt:variant>
      <vt:variant>
        <vt:i4>5</vt:i4>
      </vt:variant>
      <vt:variant>
        <vt:lpwstr>http://zakon.scli.ru/ru/legal_texts/index.php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008</dc:creator>
  <cp:lastModifiedBy>008</cp:lastModifiedBy>
  <cp:revision>1</cp:revision>
  <cp:lastPrinted>2009-04-15T10:05:00Z</cp:lastPrinted>
  <dcterms:created xsi:type="dcterms:W3CDTF">2018-09-11T02:41:00Z</dcterms:created>
  <dcterms:modified xsi:type="dcterms:W3CDTF">2018-09-11T02:41:00Z</dcterms:modified>
</cp:coreProperties>
</file>