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3" w:rsidRPr="009A0278" w:rsidRDefault="003F0683">
      <w:r w:rsidRPr="009A0278">
        <w:t>Д</w:t>
      </w:r>
      <w:r>
        <w:t>ень памяти событий в Беслане!</w:t>
      </w:r>
    </w:p>
    <w:p w:rsidR="003F0683" w:rsidRDefault="003F0683">
      <w:r>
        <w:t xml:space="preserve">Самое страшное – это когда гибнут дети! В тот день, я помню, смотрела телевизор и просто не верила в то, что происходит на экране. Я как будто сама была там. Люди не могли совершить такое, террористы не люди, террористы – звери. Терроризм это зло, возведенное в абсолют, ему просто нет места в нашем мире. Это страшный урок. Помнить Беслан люди будут всегда. Не надо бояться! Враги рода человеческого только этого и добиваются. Чтобы победить, нам нужно объединить усилия всего общества.  </w:t>
      </w:r>
    </w:p>
    <w:p w:rsidR="003F0683" w:rsidRDefault="003F0683">
      <w:r>
        <w:t>Страна помнит</w:t>
      </w:r>
      <w:r w:rsidRPr="00B56FE1">
        <w:t xml:space="preserve">. </w:t>
      </w:r>
      <w:r>
        <w:t>Страна Скорбит</w:t>
      </w:r>
      <w:r w:rsidRPr="00B56FE1">
        <w:t>.</w:t>
      </w:r>
      <w:r>
        <w:t xml:space="preserve"> Вместе мы победим!</w:t>
      </w:r>
    </w:p>
    <w:sectPr w:rsidR="003F0683" w:rsidSect="00791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4AC"/>
    <w:rsid w:val="001877DF"/>
    <w:rsid w:val="00385C67"/>
    <w:rsid w:val="003F0683"/>
    <w:rsid w:val="00507986"/>
    <w:rsid w:val="006A7476"/>
    <w:rsid w:val="007918C0"/>
    <w:rsid w:val="00853AAC"/>
    <w:rsid w:val="008A63C0"/>
    <w:rsid w:val="009A0278"/>
    <w:rsid w:val="009A08F0"/>
    <w:rsid w:val="00B56FE1"/>
    <w:rsid w:val="00B86F24"/>
    <w:rsid w:val="00B93957"/>
    <w:rsid w:val="00C64FBD"/>
    <w:rsid w:val="00E65FC4"/>
    <w:rsid w:val="00E924AC"/>
    <w:rsid w:val="00FC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8C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4294967281</TotalTime>
  <Pages>1</Pages>
  <Words>85</Words>
  <Characters>486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</cp:lastModifiedBy>
  <cp:revision>9</cp:revision>
  <dcterms:created xsi:type="dcterms:W3CDTF">2013-08-02T20:29:00Z</dcterms:created>
  <dcterms:modified xsi:type="dcterms:W3CDTF">2013-08-07T04:25:00Z</dcterms:modified>
</cp:coreProperties>
</file>